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FE0" w:rsidRDefault="00832FE0" w:rsidP="00E55762">
      <w:pPr>
        <w:spacing w:line="360" w:lineRule="auto"/>
        <w:rPr>
          <w:b/>
        </w:rPr>
      </w:pPr>
    </w:p>
    <w:p w:rsidR="00832FE0" w:rsidRDefault="00832FE0" w:rsidP="00F11B59">
      <w:pPr>
        <w:spacing w:line="240" w:lineRule="atLeast"/>
      </w:pPr>
    </w:p>
    <w:p w:rsidR="00832FE0" w:rsidRPr="00C91959" w:rsidRDefault="00832FE0" w:rsidP="00F11B59">
      <w:pPr>
        <w:spacing w:line="240" w:lineRule="atLeast"/>
      </w:pPr>
      <w:r w:rsidRPr="00C91959">
        <w:t>ГОСУДАРСТВЕННОЕ  БЮДЖЕТНОЕ ОБЩЕОБРАЗОВАТЕЛЬНОЕ УЧРЕЖДЕНИЕ</w:t>
      </w:r>
    </w:p>
    <w:p w:rsidR="00832FE0" w:rsidRPr="00C91959" w:rsidRDefault="00832FE0" w:rsidP="00F11B59">
      <w:pPr>
        <w:spacing w:line="240" w:lineRule="atLeast"/>
        <w:jc w:val="center"/>
      </w:pPr>
      <w:r>
        <w:t>ГИМНАЗИЯ № 526</w:t>
      </w:r>
      <w:r w:rsidRPr="00C91959">
        <w:t xml:space="preserve"> </w:t>
      </w:r>
      <w:r>
        <w:t>МОСКОВСКОГО</w:t>
      </w:r>
      <w:r w:rsidRPr="00C91959">
        <w:t xml:space="preserve"> РАЙОНА САНКТ-ПЕТЕРБУРГА</w:t>
      </w:r>
    </w:p>
    <w:p w:rsidR="00832FE0" w:rsidRDefault="00832FE0" w:rsidP="00F11B59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bCs/>
          <w:color w:val="000000"/>
          <w:sz w:val="32"/>
          <w:szCs w:val="32"/>
        </w:rPr>
      </w:pPr>
    </w:p>
    <w:p w:rsidR="00832FE0" w:rsidRPr="007E6CDD" w:rsidRDefault="00832FE0" w:rsidP="00F11B59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bCs/>
          <w:color w:val="000000"/>
          <w:sz w:val="32"/>
          <w:szCs w:val="32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40"/>
        <w:gridCol w:w="4860"/>
      </w:tblGrid>
      <w:tr w:rsidR="00832FE0" w:rsidRPr="00D449ED" w:rsidTr="001828DB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832FE0" w:rsidRPr="00A63D64" w:rsidRDefault="00832FE0" w:rsidP="001828D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УТВЕРЖДАЮ</w:t>
            </w:r>
          </w:p>
          <w:p w:rsidR="00832FE0" w:rsidRPr="00A63D64" w:rsidRDefault="00832FE0" w:rsidP="001828D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ГБОУ гимназии № 526</w:t>
            </w:r>
            <w:r>
              <w:rPr>
                <w:bCs/>
                <w:sz w:val="28"/>
                <w:szCs w:val="28"/>
              </w:rPr>
              <w:br/>
              <w:t>Белаш Н.А</w:t>
            </w:r>
            <w:r w:rsidRPr="00A63D64">
              <w:rPr>
                <w:bCs/>
                <w:sz w:val="28"/>
                <w:szCs w:val="28"/>
              </w:rPr>
              <w:t>.</w:t>
            </w:r>
          </w:p>
          <w:p w:rsidR="00832FE0" w:rsidRDefault="00832FE0" w:rsidP="001828D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Приказ № 275  от 11  июня 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sz w:val="28"/>
                  <w:szCs w:val="28"/>
                </w:rPr>
                <w:t>2020 г</w:t>
              </w:r>
            </w:smartTag>
            <w:r>
              <w:rPr>
                <w:sz w:val="28"/>
                <w:szCs w:val="28"/>
              </w:rPr>
              <w:t>.</w:t>
            </w:r>
          </w:p>
          <w:p w:rsidR="00832FE0" w:rsidRPr="00035065" w:rsidRDefault="00832FE0" w:rsidP="001828D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832FE0" w:rsidRPr="00A63D64" w:rsidRDefault="00832FE0" w:rsidP="001828DB">
            <w:pPr>
              <w:rPr>
                <w:bCs/>
                <w:sz w:val="28"/>
                <w:szCs w:val="28"/>
              </w:rPr>
            </w:pPr>
          </w:p>
          <w:p w:rsidR="00832FE0" w:rsidRPr="00D449ED" w:rsidRDefault="00832FE0" w:rsidP="001828DB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32FE0" w:rsidRPr="00A63D64" w:rsidRDefault="00832FE0" w:rsidP="001828D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СОГЛАСОВАНО</w:t>
            </w:r>
          </w:p>
          <w:p w:rsidR="00832FE0" w:rsidRPr="00A63D64" w:rsidRDefault="00832FE0" w:rsidP="001828D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Заместитель директора по УВР</w:t>
            </w:r>
          </w:p>
          <w:p w:rsidR="00832FE0" w:rsidRDefault="00832FE0" w:rsidP="001828D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</w:t>
            </w:r>
          </w:p>
          <w:p w:rsidR="00832FE0" w:rsidRPr="004D78A7" w:rsidRDefault="00832FE0" w:rsidP="001828D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  <w:p w:rsidR="00832FE0" w:rsidRPr="00D449ED" w:rsidRDefault="00832FE0" w:rsidP="001828DB">
            <w:pPr>
              <w:ind w:left="43"/>
            </w:pPr>
            <w:r>
              <w:rPr>
                <w:sz w:val="28"/>
                <w:szCs w:val="28"/>
              </w:rPr>
              <w:t xml:space="preserve">10 июня 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sz w:val="28"/>
                  <w:szCs w:val="28"/>
                </w:rPr>
                <w:t>2020 г</w:t>
              </w:r>
            </w:smartTag>
            <w:r>
              <w:t>.</w:t>
            </w:r>
          </w:p>
        </w:tc>
      </w:tr>
      <w:tr w:rsidR="00832FE0" w:rsidRPr="00035065" w:rsidTr="001828DB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832FE0" w:rsidRPr="00035065" w:rsidRDefault="00832FE0" w:rsidP="001828D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РАССМОТРЕНО</w:t>
            </w:r>
          </w:p>
          <w:p w:rsidR="00832FE0" w:rsidRPr="00035065" w:rsidRDefault="00832FE0" w:rsidP="001828D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035065">
              <w:rPr>
                <w:bCs/>
                <w:sz w:val="28"/>
                <w:szCs w:val="28"/>
              </w:rPr>
              <w:t xml:space="preserve">а заседании МО учителей </w:t>
            </w:r>
          </w:p>
          <w:p w:rsidR="00832FE0" w:rsidRPr="00035065" w:rsidRDefault="00832FE0" w:rsidP="001828D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____________________</w:t>
            </w:r>
            <w:r>
              <w:rPr>
                <w:bCs/>
                <w:sz w:val="28"/>
                <w:szCs w:val="28"/>
              </w:rPr>
              <w:t>_____</w:t>
            </w:r>
            <w:r w:rsidRPr="00035065">
              <w:rPr>
                <w:bCs/>
                <w:sz w:val="28"/>
                <w:szCs w:val="28"/>
              </w:rPr>
              <w:t>_____</w:t>
            </w:r>
          </w:p>
          <w:p w:rsidR="00832FE0" w:rsidRPr="00035065" w:rsidRDefault="00832FE0" w:rsidP="001828D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Протокол № ____</w:t>
            </w:r>
          </w:p>
          <w:p w:rsidR="00832FE0" w:rsidRPr="00035065" w:rsidRDefault="00832FE0" w:rsidP="001828D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 xml:space="preserve">от «____»  </w:t>
            </w:r>
            <w:r>
              <w:rPr>
                <w:bCs/>
                <w:sz w:val="28"/>
                <w:szCs w:val="28"/>
              </w:rPr>
              <w:t>июня</w:t>
            </w:r>
            <w:r w:rsidRPr="00035065">
              <w:rPr>
                <w:bCs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035065">
                <w:rPr>
                  <w:bCs/>
                  <w:sz w:val="28"/>
                  <w:szCs w:val="28"/>
                </w:rPr>
                <w:t>20</w:t>
              </w:r>
              <w:r>
                <w:rPr>
                  <w:bCs/>
                  <w:sz w:val="28"/>
                  <w:szCs w:val="28"/>
                </w:rPr>
                <w:t>20</w:t>
              </w:r>
              <w:r w:rsidRPr="00035065">
                <w:rPr>
                  <w:bCs/>
                  <w:sz w:val="28"/>
                  <w:szCs w:val="28"/>
                </w:rPr>
                <w:t xml:space="preserve"> г</w:t>
              </w:r>
            </w:smartTag>
            <w:r w:rsidRPr="00035065">
              <w:rPr>
                <w:bCs/>
                <w:sz w:val="28"/>
                <w:szCs w:val="28"/>
              </w:rPr>
              <w:t>.</w:t>
            </w:r>
          </w:p>
          <w:p w:rsidR="00832FE0" w:rsidRPr="00035065" w:rsidRDefault="00832FE0" w:rsidP="001828D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Руководитель МО</w:t>
            </w:r>
          </w:p>
          <w:p w:rsidR="00832FE0" w:rsidRPr="00035065" w:rsidRDefault="00832FE0" w:rsidP="001828D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______________</w:t>
            </w:r>
            <w:r>
              <w:rPr>
                <w:bCs/>
                <w:sz w:val="28"/>
                <w:szCs w:val="28"/>
              </w:rPr>
              <w:t>_____________</w:t>
            </w:r>
            <w:r w:rsidRPr="00035065">
              <w:rPr>
                <w:bCs/>
                <w:sz w:val="28"/>
                <w:szCs w:val="28"/>
              </w:rPr>
              <w:t>_</w:t>
            </w:r>
          </w:p>
          <w:p w:rsidR="00832FE0" w:rsidRPr="004D78A7" w:rsidRDefault="00832FE0" w:rsidP="001828DB">
            <w:pPr>
              <w:rPr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32FE0" w:rsidRPr="00035065" w:rsidRDefault="00832FE0" w:rsidP="001828DB">
            <w:pPr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ПРИНЯТО</w:t>
            </w:r>
          </w:p>
          <w:p w:rsidR="00832FE0" w:rsidRPr="00035065" w:rsidRDefault="00832FE0" w:rsidP="001828DB">
            <w:pPr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на заседании Педагогического совета</w:t>
            </w:r>
            <w:r w:rsidRPr="00035065">
              <w:rPr>
                <w:bCs/>
                <w:sz w:val="28"/>
                <w:szCs w:val="28"/>
              </w:rPr>
              <w:br/>
              <w:t>ГБОУ гимназии № 526</w:t>
            </w:r>
          </w:p>
          <w:p w:rsidR="00832FE0" w:rsidRPr="00035065" w:rsidRDefault="00832FE0" w:rsidP="001828D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Протокол №</w:t>
            </w:r>
            <w:r>
              <w:rPr>
                <w:bCs/>
                <w:sz w:val="28"/>
                <w:szCs w:val="28"/>
              </w:rPr>
              <w:t xml:space="preserve"> 5</w:t>
            </w:r>
          </w:p>
          <w:p w:rsidR="00832FE0" w:rsidRPr="00035065" w:rsidRDefault="00832FE0" w:rsidP="001828D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  <w:r w:rsidRPr="00035065">
              <w:rPr>
                <w:sz w:val="28"/>
                <w:szCs w:val="28"/>
              </w:rPr>
              <w:t xml:space="preserve">июня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035065">
                <w:rPr>
                  <w:sz w:val="28"/>
                  <w:szCs w:val="28"/>
                </w:rPr>
                <w:t>20</w:t>
              </w:r>
              <w:r>
                <w:rPr>
                  <w:sz w:val="28"/>
                  <w:szCs w:val="28"/>
                </w:rPr>
                <w:t>20</w:t>
              </w:r>
              <w:r w:rsidRPr="00035065">
                <w:rPr>
                  <w:sz w:val="28"/>
                  <w:szCs w:val="28"/>
                </w:rPr>
                <w:t xml:space="preserve"> г</w:t>
              </w:r>
            </w:smartTag>
            <w:r>
              <w:rPr>
                <w:sz w:val="28"/>
                <w:szCs w:val="28"/>
              </w:rPr>
              <w:t>.</w:t>
            </w:r>
          </w:p>
          <w:p w:rsidR="00832FE0" w:rsidRPr="00035065" w:rsidRDefault="00832FE0" w:rsidP="001828DB">
            <w:pPr>
              <w:rPr>
                <w:bCs/>
                <w:sz w:val="28"/>
                <w:szCs w:val="28"/>
              </w:rPr>
            </w:pPr>
          </w:p>
          <w:p w:rsidR="00832FE0" w:rsidRPr="00035065" w:rsidRDefault="00832FE0" w:rsidP="001828DB"/>
        </w:tc>
      </w:tr>
    </w:tbl>
    <w:p w:rsidR="00832FE0" w:rsidRDefault="00832FE0" w:rsidP="00F11B59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bCs/>
          <w:sz w:val="28"/>
          <w:szCs w:val="28"/>
        </w:rPr>
      </w:pPr>
    </w:p>
    <w:p w:rsidR="00832FE0" w:rsidRDefault="00832FE0" w:rsidP="00F11B59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32FE0" w:rsidRDefault="00832FE0" w:rsidP="00F11B5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832FE0" w:rsidRDefault="00832FE0" w:rsidP="00F11B59">
      <w:pPr>
        <w:spacing w:line="360" w:lineRule="auto"/>
        <w:jc w:val="center"/>
        <w:rPr>
          <w:b/>
          <w:sz w:val="28"/>
          <w:szCs w:val="28"/>
        </w:rPr>
      </w:pPr>
    </w:p>
    <w:p w:rsidR="00832FE0" w:rsidRDefault="00832FE0" w:rsidP="00F11B5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предмету  русский язык</w:t>
      </w:r>
    </w:p>
    <w:p w:rsidR="00832FE0" w:rsidRDefault="00832FE0" w:rsidP="00F11B59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>
        <w:rPr>
          <w:sz w:val="28"/>
          <w:szCs w:val="28"/>
        </w:rPr>
        <w:t>класс</w:t>
      </w:r>
      <w:r>
        <w:rPr>
          <w:b/>
        </w:rPr>
        <w:t xml:space="preserve"> </w:t>
      </w:r>
      <w:r>
        <w:rPr>
          <w:sz w:val="28"/>
          <w:szCs w:val="28"/>
        </w:rPr>
        <w:t xml:space="preserve"> 1 «А», 1 «Б», 1 «В»</w:t>
      </w:r>
    </w:p>
    <w:p w:rsidR="00832FE0" w:rsidRDefault="00832FE0" w:rsidP="0096573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2020-2021 учебный год</w:t>
      </w:r>
    </w:p>
    <w:p w:rsidR="00832FE0" w:rsidRDefault="00832FE0" w:rsidP="0096573E">
      <w:pPr>
        <w:spacing w:line="360" w:lineRule="auto"/>
        <w:jc w:val="center"/>
        <w:rPr>
          <w:sz w:val="28"/>
          <w:szCs w:val="28"/>
        </w:rPr>
      </w:pPr>
    </w:p>
    <w:p w:rsidR="00832FE0" w:rsidRDefault="00832FE0" w:rsidP="0096573E">
      <w:pPr>
        <w:spacing w:line="360" w:lineRule="auto"/>
        <w:jc w:val="center"/>
        <w:rPr>
          <w:sz w:val="28"/>
          <w:szCs w:val="28"/>
        </w:rPr>
      </w:pPr>
    </w:p>
    <w:p w:rsidR="00832FE0" w:rsidRDefault="00832FE0" w:rsidP="0096573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Учитель:</w:t>
      </w:r>
      <w:r>
        <w:rPr>
          <w:sz w:val="28"/>
          <w:szCs w:val="28"/>
        </w:rPr>
        <w:tab/>
        <w:t>Митропольская М.В. (высшая)</w:t>
      </w:r>
    </w:p>
    <w:p w:rsidR="00832FE0" w:rsidRDefault="00832FE0" w:rsidP="0096573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Шафранская И.И. (высшая)</w:t>
      </w:r>
    </w:p>
    <w:p w:rsidR="00832FE0" w:rsidRPr="00696BB1" w:rsidRDefault="00832FE0" w:rsidP="00696BB1">
      <w:pPr>
        <w:tabs>
          <w:tab w:val="left" w:pos="6045"/>
        </w:tabs>
        <w:spacing w:line="360" w:lineRule="auto"/>
        <w:jc w:val="center"/>
        <w:rPr>
          <w:sz w:val="28"/>
          <w:szCs w:val="22"/>
        </w:rPr>
      </w:pPr>
      <w:r w:rsidRPr="00696BB1">
        <w:rPr>
          <w:sz w:val="28"/>
          <w:szCs w:val="22"/>
        </w:rPr>
        <w:t xml:space="preserve">    </w:t>
      </w:r>
      <w:r>
        <w:rPr>
          <w:sz w:val="28"/>
          <w:szCs w:val="22"/>
        </w:rPr>
        <w:t xml:space="preserve">                                           </w:t>
      </w:r>
      <w:r w:rsidRPr="00696BB1">
        <w:rPr>
          <w:sz w:val="28"/>
          <w:szCs w:val="22"/>
        </w:rPr>
        <w:t>Власова И.А.</w:t>
      </w:r>
      <w:r>
        <w:rPr>
          <w:sz w:val="28"/>
          <w:szCs w:val="22"/>
        </w:rPr>
        <w:t xml:space="preserve">  (высшая)</w:t>
      </w:r>
    </w:p>
    <w:p w:rsidR="00832FE0" w:rsidRPr="005B1074" w:rsidRDefault="00832FE0" w:rsidP="00F11B59">
      <w:pPr>
        <w:tabs>
          <w:tab w:val="left" w:pos="6045"/>
        </w:tabs>
        <w:spacing w:line="360" w:lineRule="auto"/>
      </w:pPr>
    </w:p>
    <w:p w:rsidR="00832FE0" w:rsidRPr="00F11B59" w:rsidRDefault="00832FE0" w:rsidP="00F11B59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  <w:r w:rsidRPr="005B1074">
        <w:rPr>
          <w:b/>
        </w:rPr>
        <w:t xml:space="preserve"> </w:t>
      </w:r>
    </w:p>
    <w:p w:rsidR="00832FE0" w:rsidRDefault="00832FE0" w:rsidP="00F11B59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832FE0" w:rsidRPr="005C77B4" w:rsidRDefault="00832FE0" w:rsidP="00F11B59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832FE0" w:rsidRDefault="00832FE0" w:rsidP="00F11B59">
      <w:pPr>
        <w:tabs>
          <w:tab w:val="left" w:pos="4290"/>
          <w:tab w:val="left" w:pos="6480"/>
        </w:tabs>
        <w:jc w:val="center"/>
        <w:rPr>
          <w:b/>
          <w:sz w:val="28"/>
          <w:szCs w:val="28"/>
        </w:rPr>
      </w:pPr>
      <w:r w:rsidRPr="005C77B4">
        <w:rPr>
          <w:sz w:val="28"/>
          <w:szCs w:val="28"/>
        </w:rPr>
        <w:t>20</w:t>
      </w:r>
      <w:r>
        <w:rPr>
          <w:sz w:val="28"/>
          <w:szCs w:val="28"/>
        </w:rPr>
        <w:t>20</w:t>
      </w:r>
    </w:p>
    <w:p w:rsidR="00832FE0" w:rsidRDefault="00832FE0" w:rsidP="00326421">
      <w:pPr>
        <w:widowControl w:val="0"/>
        <w:autoSpaceDE w:val="0"/>
        <w:autoSpaceDN w:val="0"/>
        <w:adjustRightInd w:val="0"/>
        <w:ind w:left="1080"/>
        <w:rPr>
          <w:b/>
          <w:sz w:val="28"/>
          <w:szCs w:val="28"/>
        </w:rPr>
        <w:sectPr w:rsidR="00832FE0" w:rsidSect="0096573E">
          <w:headerReference w:type="default" r:id="rId7"/>
          <w:footerReference w:type="even" r:id="rId8"/>
          <w:footerReference w:type="default" r:id="rId9"/>
          <w:pgSz w:w="11906" w:h="16838" w:code="9"/>
          <w:pgMar w:top="567" w:right="1134" w:bottom="567" w:left="1134" w:header="709" w:footer="709" w:gutter="0"/>
          <w:cols w:space="708"/>
          <w:titlePg/>
          <w:docGrid w:linePitch="360"/>
        </w:sectPr>
      </w:pPr>
    </w:p>
    <w:p w:rsidR="00832FE0" w:rsidRDefault="00832FE0" w:rsidP="00326421">
      <w:pPr>
        <w:widowControl w:val="0"/>
        <w:autoSpaceDE w:val="0"/>
        <w:autoSpaceDN w:val="0"/>
        <w:adjustRightInd w:val="0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Пояснительная записка</w:t>
      </w:r>
    </w:p>
    <w:p w:rsidR="00832FE0" w:rsidRDefault="00832FE0" w:rsidP="00326421"/>
    <w:p w:rsidR="00832FE0" w:rsidRDefault="00832FE0" w:rsidP="00326421">
      <w:pPr>
        <w:widowControl w:val="0"/>
        <w:autoSpaceDE w:val="0"/>
        <w:autoSpaceDN w:val="0"/>
        <w:adjustRightInd w:val="0"/>
        <w:ind w:left="502"/>
        <w:rPr>
          <w:b/>
        </w:rPr>
      </w:pPr>
      <w:r>
        <w:rPr>
          <w:b/>
        </w:rPr>
        <w:t>Нормативная основа программы</w:t>
      </w:r>
    </w:p>
    <w:p w:rsidR="00832FE0" w:rsidRDefault="00832FE0" w:rsidP="00326421">
      <w:pPr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</w:pPr>
      <w:r>
        <w:t>Федеральный закон от 29.12.2012 г. № 273-ФЗ (ред. от 07.05.2013 г.) "Об образовании в Российской Федерации"</w:t>
      </w:r>
    </w:p>
    <w:p w:rsidR="00832FE0" w:rsidRDefault="00832FE0" w:rsidP="00326421">
      <w:pPr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</w:pPr>
      <w:r>
        <w:t>Закон Санкт-Петербурга от 16.07.2007 г. № 381-66 (ред. от 11.12.2012 г.) "Об общем образовании в Санкт-Петербурге" (принят ЗС СПб 04.07.2007 г.) (с изм. и доп., вступающими в силу с 04.01.2013)</w:t>
      </w:r>
    </w:p>
    <w:p w:rsidR="00832FE0" w:rsidRDefault="00832FE0" w:rsidP="00326421">
      <w:pPr>
        <w:numPr>
          <w:ilvl w:val="0"/>
          <w:numId w:val="23"/>
        </w:numPr>
        <w:autoSpaceDN w:val="0"/>
        <w:ind w:left="0" w:firstLine="709"/>
        <w:jc w:val="both"/>
      </w:pPr>
      <w:r>
        <w:t xml:space="preserve">Приказ Минобрнауки России от 06.10.2009 N 373 (ред. от 18.12.2012) "Об утверждении и введении в действие федерального государственного образовательного стандарта начального общего образования" </w:t>
      </w:r>
    </w:p>
    <w:p w:rsidR="00832FE0" w:rsidRDefault="00832FE0" w:rsidP="00326421">
      <w:pPr>
        <w:numPr>
          <w:ilvl w:val="0"/>
          <w:numId w:val="23"/>
        </w:numPr>
        <w:autoSpaceDN w:val="0"/>
        <w:ind w:left="0" w:firstLine="709"/>
        <w:jc w:val="both"/>
      </w:pPr>
      <w:r>
        <w:t xml:space="preserve">Приказ Министерства образование и науки РФ № 69 от 31 января </w:t>
      </w:r>
      <w:smartTag w:uri="urn:schemas-microsoft-com:office:smarttags" w:element="metricconverter">
        <w:smartTagPr>
          <w:attr w:name="ProductID" w:val="2004 г"/>
        </w:smartTagPr>
        <w:r>
          <w:t>2012 г</w:t>
        </w:r>
      </w:smartTag>
      <w:r>
        <w:t xml:space="preserve">.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и науки РФ от 5 марта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>. № 1089»</w:t>
      </w:r>
    </w:p>
    <w:p w:rsidR="00832FE0" w:rsidRDefault="00832FE0" w:rsidP="00326421">
      <w:pPr>
        <w:numPr>
          <w:ilvl w:val="0"/>
          <w:numId w:val="23"/>
        </w:numPr>
        <w:autoSpaceDN w:val="0"/>
        <w:ind w:left="0" w:firstLine="709"/>
        <w:jc w:val="both"/>
      </w:pPr>
      <w:r>
        <w:t>Постановление Федеральной службы по надзору в сфере защиты прав потребителей и благополучия человека и Главного государственного санитарного врача РФ от 29.12.2010 г. № 189 «Об утверждении СанПиН 2.4.2.2821-10 «Санитарно - эпидемиологические требования к условиям и организации обучения в общеобразовательных учреждениях»</w:t>
      </w:r>
    </w:p>
    <w:p w:rsidR="00832FE0" w:rsidRDefault="00832FE0" w:rsidP="00E55762">
      <w:pPr>
        <w:numPr>
          <w:ilvl w:val="0"/>
          <w:numId w:val="23"/>
        </w:numPr>
        <w:autoSpaceDN w:val="0"/>
        <w:ind w:left="0" w:firstLine="709"/>
        <w:jc w:val="both"/>
      </w:pPr>
      <w:r>
        <w:t>Приказ Министерства образования и науки Российской Федерации от 30.08.2013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</w:t>
      </w:r>
    </w:p>
    <w:p w:rsidR="00832FE0" w:rsidRDefault="00832FE0" w:rsidP="00696BB1">
      <w:pPr>
        <w:numPr>
          <w:ilvl w:val="0"/>
          <w:numId w:val="23"/>
        </w:numPr>
        <w:tabs>
          <w:tab w:val="num" w:pos="1440"/>
        </w:tabs>
        <w:autoSpaceDN w:val="0"/>
        <w:ind w:firstLine="0"/>
        <w:jc w:val="both"/>
      </w:pPr>
      <w:r>
        <w:t>Федеральный  перечень  учебников, рекомендуемых к исполнению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РФ от 28.12.2018г. №345 (ред. от 18.05.2020г.)</w:t>
      </w:r>
    </w:p>
    <w:p w:rsidR="00832FE0" w:rsidRDefault="00832FE0" w:rsidP="00326421">
      <w:pPr>
        <w:numPr>
          <w:ilvl w:val="0"/>
          <w:numId w:val="23"/>
        </w:numPr>
        <w:autoSpaceDN w:val="0"/>
        <w:ind w:left="0" w:firstLine="709"/>
        <w:jc w:val="both"/>
      </w:pPr>
      <w:r>
        <w:t>Распоряжение Комитета по образованию от 13.05.2014 № 2328- р « О формировании учебных планов образовательных учреждений Санкт-Петербурга, реализующих основные общеобразовательные программы, на 2016/ 2017 учебный год.</w:t>
      </w:r>
    </w:p>
    <w:p w:rsidR="00832FE0" w:rsidRDefault="00832FE0" w:rsidP="00696BB1">
      <w:pPr>
        <w:widowControl w:val="0"/>
        <w:numPr>
          <w:ilvl w:val="0"/>
          <w:numId w:val="23"/>
        </w:numPr>
        <w:autoSpaceDE w:val="0"/>
        <w:autoSpaceDN w:val="0"/>
        <w:adjustRightInd w:val="0"/>
        <w:ind w:firstLine="0"/>
        <w:jc w:val="both"/>
      </w:pPr>
      <w:r>
        <w:t>Основная образовательная программа ГБОУ гимназии №526 Московского района Санкт-Петербурга</w:t>
      </w:r>
    </w:p>
    <w:p w:rsidR="00832FE0" w:rsidRDefault="00832FE0" w:rsidP="00696BB1">
      <w:pPr>
        <w:widowControl w:val="0"/>
        <w:numPr>
          <w:ilvl w:val="0"/>
          <w:numId w:val="23"/>
        </w:numPr>
        <w:autoSpaceDE w:val="0"/>
        <w:autoSpaceDN w:val="0"/>
        <w:adjustRightInd w:val="0"/>
        <w:ind w:firstLine="0"/>
        <w:jc w:val="both"/>
      </w:pPr>
      <w:r>
        <w:t>Учебный план ГБОУ гимназии №526  Московского района Санкт-Петербурга  на 2020 – 2021 учебный год.</w:t>
      </w:r>
    </w:p>
    <w:p w:rsidR="00832FE0" w:rsidRDefault="00832FE0" w:rsidP="00326421">
      <w:pPr>
        <w:numPr>
          <w:ilvl w:val="0"/>
          <w:numId w:val="23"/>
        </w:numPr>
        <w:autoSpaceDN w:val="0"/>
        <w:ind w:left="0" w:firstLine="709"/>
        <w:jc w:val="both"/>
      </w:pPr>
      <w:r>
        <w:t>Примерные программы по учебным предметам. Начальная школа. Москва «Просвещение» 2011 год.</w:t>
      </w:r>
    </w:p>
    <w:p w:rsidR="00832FE0" w:rsidRDefault="00832FE0" w:rsidP="00F12876">
      <w:pPr>
        <w:widowControl w:val="0"/>
        <w:numPr>
          <w:ilvl w:val="0"/>
          <w:numId w:val="23"/>
        </w:numPr>
        <w:autoSpaceDE w:val="0"/>
        <w:autoSpaceDN w:val="0"/>
        <w:adjustRightInd w:val="0"/>
        <w:ind w:firstLine="0"/>
        <w:jc w:val="both"/>
      </w:pPr>
      <w:r>
        <w:t xml:space="preserve">Программа «Перспектива» Русский язык 1-4 класс. Автор Л.Ф.Климанова  Москва «Просвещение»2011 </w:t>
      </w:r>
    </w:p>
    <w:p w:rsidR="00832FE0" w:rsidRDefault="00832FE0" w:rsidP="00F84093">
      <w:pPr>
        <w:ind w:left="567"/>
        <w:jc w:val="center"/>
        <w:rPr>
          <w:b/>
          <w:spacing w:val="-3"/>
          <w:sz w:val="28"/>
          <w:szCs w:val="28"/>
        </w:rPr>
      </w:pPr>
    </w:p>
    <w:p w:rsidR="00832FE0" w:rsidRDefault="00832FE0" w:rsidP="00F84093">
      <w:pPr>
        <w:autoSpaceDE w:val="0"/>
        <w:autoSpaceDN w:val="0"/>
        <w:adjustRightInd w:val="0"/>
        <w:jc w:val="both"/>
        <w:rPr>
          <w:szCs w:val="28"/>
        </w:rPr>
      </w:pPr>
    </w:p>
    <w:p w:rsidR="00832FE0" w:rsidRDefault="00832FE0" w:rsidP="00F84093">
      <w:pPr>
        <w:autoSpaceDE w:val="0"/>
        <w:autoSpaceDN w:val="0"/>
        <w:adjustRightInd w:val="0"/>
        <w:jc w:val="both"/>
        <w:rPr>
          <w:szCs w:val="28"/>
        </w:rPr>
      </w:pPr>
    </w:p>
    <w:p w:rsidR="00832FE0" w:rsidRDefault="00832FE0" w:rsidP="00F84093">
      <w:pPr>
        <w:autoSpaceDE w:val="0"/>
        <w:autoSpaceDN w:val="0"/>
        <w:adjustRightInd w:val="0"/>
        <w:jc w:val="both"/>
        <w:rPr>
          <w:szCs w:val="28"/>
        </w:rPr>
      </w:pPr>
    </w:p>
    <w:p w:rsidR="00832FE0" w:rsidRDefault="00832FE0" w:rsidP="00F84093">
      <w:pPr>
        <w:autoSpaceDE w:val="0"/>
        <w:autoSpaceDN w:val="0"/>
        <w:adjustRightInd w:val="0"/>
        <w:jc w:val="both"/>
        <w:rPr>
          <w:szCs w:val="28"/>
        </w:rPr>
      </w:pPr>
    </w:p>
    <w:p w:rsidR="00832FE0" w:rsidRDefault="00832FE0" w:rsidP="00F84093">
      <w:pPr>
        <w:autoSpaceDE w:val="0"/>
        <w:autoSpaceDN w:val="0"/>
        <w:adjustRightInd w:val="0"/>
        <w:jc w:val="both"/>
        <w:rPr>
          <w:szCs w:val="28"/>
        </w:rPr>
      </w:pPr>
    </w:p>
    <w:p w:rsidR="00832FE0" w:rsidRDefault="00832FE0" w:rsidP="00F84093">
      <w:pPr>
        <w:autoSpaceDE w:val="0"/>
        <w:autoSpaceDN w:val="0"/>
        <w:adjustRightInd w:val="0"/>
        <w:jc w:val="both"/>
        <w:rPr>
          <w:szCs w:val="28"/>
        </w:rPr>
      </w:pPr>
    </w:p>
    <w:p w:rsidR="00832FE0" w:rsidRPr="00696BB1" w:rsidRDefault="00832FE0" w:rsidP="00F84093">
      <w:pPr>
        <w:autoSpaceDE w:val="0"/>
        <w:autoSpaceDN w:val="0"/>
        <w:adjustRightInd w:val="0"/>
        <w:jc w:val="both"/>
        <w:rPr>
          <w:szCs w:val="28"/>
        </w:rPr>
      </w:pPr>
      <w:r w:rsidRPr="00696BB1">
        <w:rPr>
          <w:szCs w:val="28"/>
        </w:rPr>
        <w:t xml:space="preserve">Обучение грамоте является органической частью учебного предмета «русский язык» и имеет с ним общую коммуникативно-познавательную основу. </w:t>
      </w:r>
    </w:p>
    <w:p w:rsidR="00832FE0" w:rsidRPr="00696BB1" w:rsidRDefault="00832FE0" w:rsidP="00F8409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96BB1">
        <w:rPr>
          <w:szCs w:val="28"/>
        </w:rPr>
        <w:t>В новой системе обучения грамоте усвоение письменной речи впервые начинается с её предыстории (жесты, рисунки, различные типы письменных знаков и др.), знакомства детей с культурно-историческим аспектом письменной речи,  представленной в рисунках и играх, даётся возможность обучать чтению и письму как настоящей письменной речи, а не только как техническим навыкам.</w:t>
      </w:r>
    </w:p>
    <w:p w:rsidR="00832FE0" w:rsidRPr="00696BB1" w:rsidRDefault="00832FE0" w:rsidP="00F8409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96BB1">
        <w:rPr>
          <w:szCs w:val="28"/>
        </w:rPr>
        <w:t>Обучение грамоте в новой системе строится на различных ситуациях общения (условных и реальных), которые помогают осознать язык как важнейшее средство общения, как важнейший инструмент мыслительной и духовной деятельности людей. Наглядно-образные модели общения, представленные в азбуке, дают детям элементарные представления о ситуации общения, партнерах (собеседниках) речевого общения, о целях общения и его результатах.</w:t>
      </w:r>
    </w:p>
    <w:p w:rsidR="00832FE0" w:rsidRPr="00696BB1" w:rsidRDefault="00832FE0" w:rsidP="00F8409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96BB1">
        <w:rPr>
          <w:szCs w:val="28"/>
        </w:rPr>
        <w:t>Изучение языка как средства общения в период обучения грамоте начинается со слова, с номинативной (назывной) функции языка, наиболее доступной детскому восприятию. При этом обеспечивается постепенный переход от слова в естественных ситуациях общения к предложению и тексту.</w:t>
      </w:r>
    </w:p>
    <w:p w:rsidR="00832FE0" w:rsidRPr="00696BB1" w:rsidRDefault="00832FE0" w:rsidP="00F8409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96BB1">
        <w:rPr>
          <w:szCs w:val="28"/>
        </w:rPr>
        <w:t>Работа со словом в новой системе обучения отличается от общепринятых подходов. Слово рассматривается как двусторонняя единица языка, как сложный языковой знак, имеющий план содержания (значение) и план выражения (фонетическую и буквенную форму). Осознать «устройство» слова помогают простейшие структурно-семантические модели слов, которые показывают взаимосвязь значения слова и его звучания. Переход от звучащего</w:t>
      </w:r>
      <w:r>
        <w:rPr>
          <w:szCs w:val="28"/>
        </w:rPr>
        <w:t xml:space="preserve"> </w:t>
      </w:r>
      <w:r w:rsidRPr="00696BB1">
        <w:rPr>
          <w:szCs w:val="28"/>
        </w:rPr>
        <w:t>слова к его графической форме обеспечивается через звукобуквенный анализ. При освоении звукобуквенного письма используется современный вариант звукового аналитико-синтетического метода.</w:t>
      </w:r>
    </w:p>
    <w:p w:rsidR="00832FE0" w:rsidRPr="00696BB1" w:rsidRDefault="00832FE0" w:rsidP="00F8409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96BB1">
        <w:rPr>
          <w:szCs w:val="28"/>
        </w:rPr>
        <w:t xml:space="preserve">Цель курса: освоение первоначальных знаний о лексике, фонетике, </w:t>
      </w:r>
    </w:p>
    <w:p w:rsidR="00832FE0" w:rsidRPr="00696BB1" w:rsidRDefault="00832FE0" w:rsidP="00F84093">
      <w:pPr>
        <w:jc w:val="both"/>
        <w:rPr>
          <w:szCs w:val="28"/>
        </w:rPr>
      </w:pPr>
      <w:r w:rsidRPr="00696BB1">
        <w:rPr>
          <w:szCs w:val="28"/>
        </w:rPr>
        <w:t xml:space="preserve"> грамматике русского языка.</w:t>
      </w:r>
    </w:p>
    <w:p w:rsidR="00832FE0" w:rsidRPr="00696BB1" w:rsidRDefault="00832FE0" w:rsidP="00F8409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96BB1">
        <w:rPr>
          <w:szCs w:val="28"/>
        </w:rPr>
        <w:t>Содержание нового курса и методика обучения ориентированы на решение следующих задач:</w:t>
      </w:r>
    </w:p>
    <w:p w:rsidR="00832FE0" w:rsidRPr="00696BB1" w:rsidRDefault="00832FE0" w:rsidP="00F84093">
      <w:pPr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696BB1">
        <w:rPr>
          <w:szCs w:val="28"/>
        </w:rPr>
        <w:t>сформировать умения писать и читать, слушать и говорить, свободно пользоваться родным языком в различных ситуациях общения;</w:t>
      </w:r>
    </w:p>
    <w:p w:rsidR="00832FE0" w:rsidRPr="00696BB1" w:rsidRDefault="00832FE0" w:rsidP="00F84093">
      <w:pPr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696BB1">
        <w:rPr>
          <w:szCs w:val="28"/>
        </w:rPr>
        <w:t>обеспечить осознанное усвоение языка как важнейшего средства общения и взаимного понимания людей;</w:t>
      </w:r>
    </w:p>
    <w:p w:rsidR="00832FE0" w:rsidRPr="00696BB1" w:rsidRDefault="00832FE0" w:rsidP="00F84093">
      <w:pPr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696BB1">
        <w:rPr>
          <w:szCs w:val="28"/>
        </w:rPr>
        <w:t>обеспечить взаимосвязь системы обучения грамоте с развитием коммуникативно-речевых умений, литературно-творческих способностей учащихся, с формированием у них духовно-нравственных ценностей;</w:t>
      </w:r>
    </w:p>
    <w:p w:rsidR="00832FE0" w:rsidRDefault="00832FE0" w:rsidP="00F84093">
      <w:pPr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696BB1">
        <w:rPr>
          <w:szCs w:val="28"/>
        </w:rPr>
        <w:t>развить образное и логическое мышление у каждого ребёнка, привить навыки речевой культуры общения как неотъемлемой части общей культуры человека.</w:t>
      </w:r>
    </w:p>
    <w:p w:rsidR="00832FE0" w:rsidRPr="00696BB1" w:rsidRDefault="00832FE0" w:rsidP="00696BB1">
      <w:pPr>
        <w:autoSpaceDE w:val="0"/>
        <w:autoSpaceDN w:val="0"/>
        <w:adjustRightInd w:val="0"/>
        <w:jc w:val="both"/>
        <w:rPr>
          <w:szCs w:val="28"/>
        </w:rPr>
      </w:pPr>
    </w:p>
    <w:p w:rsidR="00832FE0" w:rsidRPr="00696BB1" w:rsidRDefault="00832FE0" w:rsidP="00F8409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96BB1">
        <w:rPr>
          <w:szCs w:val="28"/>
        </w:rPr>
        <w:t>Новая система обучения грамоте базируется на трех основных принципах: коммуникативном, познавательном и семиотическом (знаковом).</w:t>
      </w:r>
    </w:p>
    <w:p w:rsidR="00832FE0" w:rsidRPr="00696BB1" w:rsidRDefault="00832FE0" w:rsidP="00F8409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96BB1">
        <w:rPr>
          <w:szCs w:val="28"/>
        </w:rPr>
        <w:t xml:space="preserve">1. </w:t>
      </w:r>
      <w:r w:rsidRPr="00696BB1">
        <w:rPr>
          <w:bCs/>
          <w:szCs w:val="28"/>
        </w:rPr>
        <w:t>Коммуникативная направленность</w:t>
      </w:r>
      <w:r>
        <w:rPr>
          <w:bCs/>
          <w:szCs w:val="28"/>
        </w:rPr>
        <w:t xml:space="preserve"> </w:t>
      </w:r>
      <w:r w:rsidRPr="00696BB1">
        <w:rPr>
          <w:szCs w:val="28"/>
        </w:rPr>
        <w:t>курса позволяет:</w:t>
      </w:r>
    </w:p>
    <w:p w:rsidR="00832FE0" w:rsidRPr="00696BB1" w:rsidRDefault="00832FE0" w:rsidP="00F8409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96BB1">
        <w:rPr>
          <w:szCs w:val="28"/>
        </w:rPr>
        <w:t>—сформировать процессы чтения и письма как виды письменной речи, а не только как простейшие навыки;</w:t>
      </w:r>
    </w:p>
    <w:p w:rsidR="00832FE0" w:rsidRPr="00696BB1" w:rsidRDefault="00832FE0" w:rsidP="00F8409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96BB1">
        <w:rPr>
          <w:szCs w:val="28"/>
        </w:rPr>
        <w:t>—дать представление о тексте как продукте речевой деятельности;</w:t>
      </w:r>
    </w:p>
    <w:p w:rsidR="00832FE0" w:rsidRPr="00696BB1" w:rsidRDefault="00832FE0" w:rsidP="00F8409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96BB1">
        <w:rPr>
          <w:szCs w:val="28"/>
        </w:rPr>
        <w:t>—осознать язык как средство общения;</w:t>
      </w:r>
    </w:p>
    <w:p w:rsidR="00832FE0" w:rsidRPr="00696BB1" w:rsidRDefault="00832FE0" w:rsidP="00F8409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96BB1">
        <w:rPr>
          <w:szCs w:val="28"/>
        </w:rPr>
        <w:t>—сформировать умение ориентироваться в ситуации общения: адекватно воспринимать речь собеседника, правильно строить своё высказывание, контролировать и корректировать его в зависимости от ситуации общения.</w:t>
      </w:r>
    </w:p>
    <w:p w:rsidR="00832FE0" w:rsidRPr="00696BB1" w:rsidRDefault="00832FE0" w:rsidP="00F8409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96BB1">
        <w:rPr>
          <w:szCs w:val="28"/>
        </w:rPr>
        <w:t xml:space="preserve">2. </w:t>
      </w:r>
      <w:r w:rsidRPr="00696BB1">
        <w:rPr>
          <w:bCs/>
          <w:szCs w:val="28"/>
        </w:rPr>
        <w:t>Познавательная ориентация</w:t>
      </w:r>
      <w:r>
        <w:rPr>
          <w:bCs/>
          <w:szCs w:val="28"/>
        </w:rPr>
        <w:t xml:space="preserve"> </w:t>
      </w:r>
      <w:r w:rsidRPr="00696BB1">
        <w:rPr>
          <w:szCs w:val="28"/>
        </w:rPr>
        <w:t>курса позволяет:</w:t>
      </w:r>
    </w:p>
    <w:p w:rsidR="00832FE0" w:rsidRPr="00696BB1" w:rsidRDefault="00832FE0" w:rsidP="00F8409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96BB1">
        <w:rPr>
          <w:szCs w:val="28"/>
        </w:rPr>
        <w:t>—изучать язык как культурно-исторический процесс — от устных форм общения к письменным, т. е. от игры, жеста, рисунков, пиктографии к алфавитному звукобуквенному письму и т. д.;</w:t>
      </w:r>
    </w:p>
    <w:p w:rsidR="00832FE0" w:rsidRPr="00696BB1" w:rsidRDefault="00832FE0" w:rsidP="00F8409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96BB1">
        <w:rPr>
          <w:szCs w:val="28"/>
        </w:rPr>
        <w:t>—освоить язык как средство взаимопонимания, средство познания;</w:t>
      </w:r>
    </w:p>
    <w:p w:rsidR="00832FE0" w:rsidRPr="00696BB1" w:rsidRDefault="00832FE0" w:rsidP="00F8409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96BB1">
        <w:rPr>
          <w:szCs w:val="28"/>
        </w:rPr>
        <w:t>—формировать языковое мышление учащихся, развивая образное и абстрактное логическое мышление, интуицию;</w:t>
      </w:r>
    </w:p>
    <w:p w:rsidR="00832FE0" w:rsidRPr="00696BB1" w:rsidRDefault="00832FE0" w:rsidP="00F8409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96BB1">
        <w:rPr>
          <w:szCs w:val="28"/>
        </w:rPr>
        <w:t>—обеспечить поэтапное усвоение основных языковых и речевых понятий на иллюстративно-образной основе с учётом особенностей познавательной деятельности ребёнка через развитие всех видов мышления (наглядно-практического, образно-символического и абстрактно-логического);</w:t>
      </w:r>
    </w:p>
    <w:p w:rsidR="00832FE0" w:rsidRPr="00696BB1" w:rsidRDefault="00832FE0" w:rsidP="00F8409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96BB1">
        <w:rPr>
          <w:szCs w:val="28"/>
        </w:rPr>
        <w:t>—развить языковое мышление, которое базируется на умении ребёнка осознавать и гармонически сочетать форму и содержание речи, умении воспроизводить её смысл и значение в различных формах, умении увидеть общий смысл за различными формами её выражения.</w:t>
      </w:r>
    </w:p>
    <w:p w:rsidR="00832FE0" w:rsidRPr="00696BB1" w:rsidRDefault="00832FE0" w:rsidP="00F8409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96BB1">
        <w:rPr>
          <w:szCs w:val="28"/>
        </w:rPr>
        <w:t>3.</w:t>
      </w:r>
      <w:r w:rsidRPr="00696BB1">
        <w:rPr>
          <w:bCs/>
          <w:szCs w:val="28"/>
        </w:rPr>
        <w:t xml:space="preserve">Семиотический принцип </w:t>
      </w:r>
      <w:r w:rsidRPr="00696BB1">
        <w:rPr>
          <w:szCs w:val="28"/>
        </w:rPr>
        <w:t>даёт возможность:</w:t>
      </w:r>
    </w:p>
    <w:p w:rsidR="00832FE0" w:rsidRPr="00696BB1" w:rsidRDefault="00832FE0" w:rsidP="00F8409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96BB1">
        <w:rPr>
          <w:szCs w:val="28"/>
        </w:rPr>
        <w:t>—раскрыть язык как знаковую систему, в которой к языковым знакам можно отнести только двусторонние единицы языка, такие, как слово, морфема и т. д. (а не букву, как часто полагают);</w:t>
      </w:r>
    </w:p>
    <w:p w:rsidR="00832FE0" w:rsidRPr="00696BB1" w:rsidRDefault="00832FE0" w:rsidP="00F8409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96BB1">
        <w:rPr>
          <w:szCs w:val="28"/>
        </w:rPr>
        <w:t>—осознать специфику слова как языкового знака, как «заместителя» действительности;</w:t>
      </w:r>
    </w:p>
    <w:p w:rsidR="00832FE0" w:rsidRPr="00696BB1" w:rsidRDefault="00832FE0" w:rsidP="00F8409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96BB1">
        <w:rPr>
          <w:szCs w:val="28"/>
        </w:rPr>
        <w:t>—выделить исходные понятия и отношения, которые помогли бы ребёнку проникнуть в смысл языкового знака: знак — значение, значение — звучание (содержание — форма);</w:t>
      </w:r>
    </w:p>
    <w:p w:rsidR="00832FE0" w:rsidRPr="00696BB1" w:rsidRDefault="00832FE0" w:rsidP="00F8409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96BB1">
        <w:rPr>
          <w:szCs w:val="28"/>
        </w:rPr>
        <w:t>—познакомить детей с различными знаковыми системами и средствами общения: мимикой и жестом (как одними из древнейших видов общения, которые продолжают функционировать и сейчас, сопровождая устную речь), знаками-сигналами, знаками-символами, языком искусства и т. д.</w:t>
      </w:r>
    </w:p>
    <w:p w:rsidR="00832FE0" w:rsidRPr="00696BB1" w:rsidRDefault="00832FE0" w:rsidP="00F8409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96BB1">
        <w:rPr>
          <w:szCs w:val="28"/>
        </w:rPr>
        <w:t>Упражнения по каллиграфии и связной речи проводятся на уроках русского языка в процессе всего программного материала.</w:t>
      </w:r>
    </w:p>
    <w:p w:rsidR="00832FE0" w:rsidRPr="00696BB1" w:rsidRDefault="00832FE0" w:rsidP="00F84093">
      <w:pPr>
        <w:ind w:firstLine="720"/>
        <w:rPr>
          <w:szCs w:val="28"/>
        </w:rPr>
      </w:pPr>
      <w:r w:rsidRPr="00696BB1">
        <w:rPr>
          <w:szCs w:val="28"/>
        </w:rPr>
        <w:t>Формы организации учебного процесса</w:t>
      </w:r>
    </w:p>
    <w:p w:rsidR="00832FE0" w:rsidRPr="00696BB1" w:rsidRDefault="00832FE0" w:rsidP="00F84093">
      <w:pPr>
        <w:ind w:firstLine="720"/>
        <w:jc w:val="both"/>
        <w:rPr>
          <w:szCs w:val="28"/>
        </w:rPr>
      </w:pPr>
      <w:r w:rsidRPr="00696BB1">
        <w:rPr>
          <w:szCs w:val="28"/>
        </w:rPr>
        <w:t>Программа  предусматривает проведение традиционных уроков, обобщающих уроков. Используется фронтальная, групповая, индивидуальная работа, работа в парах.</w:t>
      </w:r>
    </w:p>
    <w:p w:rsidR="00832FE0" w:rsidRPr="00696BB1" w:rsidRDefault="00832FE0" w:rsidP="00F84093">
      <w:pPr>
        <w:ind w:firstLine="720"/>
        <w:jc w:val="both"/>
        <w:rPr>
          <w:szCs w:val="28"/>
        </w:rPr>
      </w:pPr>
      <w:r w:rsidRPr="00696BB1">
        <w:rPr>
          <w:szCs w:val="28"/>
        </w:rPr>
        <w:t xml:space="preserve"> Особое место в овладении данным курсом отводится работе по формированию самоконтроля и самопроверки.</w:t>
      </w:r>
    </w:p>
    <w:p w:rsidR="00832FE0" w:rsidRPr="00696BB1" w:rsidRDefault="00832FE0" w:rsidP="00F84093">
      <w:pPr>
        <w:ind w:firstLine="720"/>
        <w:jc w:val="both"/>
        <w:rPr>
          <w:szCs w:val="28"/>
        </w:rPr>
      </w:pPr>
    </w:p>
    <w:p w:rsidR="00832FE0" w:rsidRPr="00696BB1" w:rsidRDefault="00832FE0" w:rsidP="00F84093">
      <w:pPr>
        <w:ind w:firstLine="720"/>
        <w:jc w:val="both"/>
        <w:rPr>
          <w:b/>
          <w:szCs w:val="28"/>
        </w:rPr>
      </w:pPr>
    </w:p>
    <w:p w:rsidR="00832FE0" w:rsidRPr="00696BB1" w:rsidRDefault="00832FE0" w:rsidP="00F84093">
      <w:pPr>
        <w:jc w:val="center"/>
        <w:rPr>
          <w:b/>
          <w:bCs/>
          <w:szCs w:val="28"/>
        </w:rPr>
      </w:pPr>
      <w:r w:rsidRPr="00696BB1">
        <w:rPr>
          <w:b/>
          <w:bCs/>
          <w:szCs w:val="28"/>
        </w:rPr>
        <w:t>Требования к уровню подготовки учащихся</w:t>
      </w:r>
    </w:p>
    <w:p w:rsidR="00832FE0" w:rsidRPr="00696BB1" w:rsidRDefault="00832FE0" w:rsidP="00F84093">
      <w:pPr>
        <w:ind w:firstLine="709"/>
        <w:jc w:val="both"/>
        <w:rPr>
          <w:szCs w:val="28"/>
        </w:rPr>
      </w:pPr>
      <w:r w:rsidRPr="00696BB1">
        <w:rPr>
          <w:szCs w:val="28"/>
        </w:rPr>
        <w:t>Учащиеся должны иметь представление о речевом этикете и особенностях речевого поведения в различных ситуациях     общения.</w:t>
      </w:r>
    </w:p>
    <w:p w:rsidR="00832FE0" w:rsidRPr="00696BB1" w:rsidRDefault="00832FE0" w:rsidP="00F84093">
      <w:pPr>
        <w:ind w:firstLine="709"/>
        <w:jc w:val="both"/>
        <w:rPr>
          <w:szCs w:val="28"/>
        </w:rPr>
      </w:pPr>
      <w:r w:rsidRPr="00696BB1">
        <w:rPr>
          <w:szCs w:val="28"/>
        </w:rPr>
        <w:t>К концу изучение курса «Обучение грамоте (письмо)» учащиеся должны знать:</w:t>
      </w:r>
    </w:p>
    <w:p w:rsidR="00832FE0" w:rsidRPr="00696BB1" w:rsidRDefault="00832FE0" w:rsidP="00F84093">
      <w:pPr>
        <w:numPr>
          <w:ilvl w:val="0"/>
          <w:numId w:val="12"/>
        </w:numPr>
        <w:ind w:left="0" w:firstLine="709"/>
        <w:jc w:val="both"/>
        <w:rPr>
          <w:szCs w:val="28"/>
        </w:rPr>
      </w:pPr>
      <w:r w:rsidRPr="00696BB1">
        <w:rPr>
          <w:szCs w:val="28"/>
        </w:rPr>
        <w:t>все буквы русского алфавита;</w:t>
      </w:r>
    </w:p>
    <w:p w:rsidR="00832FE0" w:rsidRPr="00696BB1" w:rsidRDefault="00832FE0" w:rsidP="00F84093">
      <w:pPr>
        <w:ind w:firstLine="709"/>
        <w:jc w:val="both"/>
        <w:rPr>
          <w:szCs w:val="28"/>
        </w:rPr>
      </w:pPr>
      <w:r w:rsidRPr="00696BB1">
        <w:rPr>
          <w:szCs w:val="28"/>
        </w:rPr>
        <w:t>Учащиеся должны уметь:</w:t>
      </w:r>
    </w:p>
    <w:p w:rsidR="00832FE0" w:rsidRPr="00696BB1" w:rsidRDefault="00832FE0" w:rsidP="00F84093">
      <w:pPr>
        <w:numPr>
          <w:ilvl w:val="0"/>
          <w:numId w:val="12"/>
        </w:numPr>
        <w:jc w:val="both"/>
        <w:rPr>
          <w:szCs w:val="28"/>
        </w:rPr>
      </w:pPr>
      <w:r w:rsidRPr="00696BB1">
        <w:rPr>
          <w:szCs w:val="28"/>
        </w:rPr>
        <w:t>пользоваться простейшими формулами речевого этикета при встрече, прощании, обращении друг к другу и взрослым;</w:t>
      </w:r>
    </w:p>
    <w:p w:rsidR="00832FE0" w:rsidRPr="00696BB1" w:rsidRDefault="00832FE0" w:rsidP="00F84093">
      <w:pPr>
        <w:numPr>
          <w:ilvl w:val="0"/>
          <w:numId w:val="12"/>
        </w:numPr>
        <w:jc w:val="both"/>
        <w:rPr>
          <w:szCs w:val="28"/>
        </w:rPr>
      </w:pPr>
      <w:r w:rsidRPr="00696BB1">
        <w:rPr>
          <w:szCs w:val="28"/>
        </w:rPr>
        <w:t>выслушивать собеседника, проявляя к нему внимание и уважение, поддерживать разговор репликами и вопросами;</w:t>
      </w:r>
    </w:p>
    <w:p w:rsidR="00832FE0" w:rsidRPr="00696BB1" w:rsidRDefault="00832FE0" w:rsidP="00F84093">
      <w:pPr>
        <w:numPr>
          <w:ilvl w:val="0"/>
          <w:numId w:val="12"/>
        </w:numPr>
        <w:jc w:val="both"/>
        <w:rPr>
          <w:szCs w:val="28"/>
        </w:rPr>
      </w:pPr>
      <w:r w:rsidRPr="00696BB1">
        <w:rPr>
          <w:szCs w:val="28"/>
        </w:rPr>
        <w:t>проводить звуковой анализ слов;</w:t>
      </w:r>
    </w:p>
    <w:p w:rsidR="00832FE0" w:rsidRPr="00696BB1" w:rsidRDefault="00832FE0" w:rsidP="00F84093">
      <w:pPr>
        <w:numPr>
          <w:ilvl w:val="0"/>
          <w:numId w:val="12"/>
        </w:numPr>
        <w:jc w:val="both"/>
        <w:rPr>
          <w:szCs w:val="28"/>
        </w:rPr>
      </w:pPr>
      <w:r w:rsidRPr="00696BB1">
        <w:rPr>
          <w:szCs w:val="28"/>
        </w:rPr>
        <w:t>различать гласные и согласные звуки и буквы, звонкие и глухие согласные, мягкие и твёрдые звуки в слове, обозначать мягкость согласных с помощью букв</w:t>
      </w:r>
    </w:p>
    <w:p w:rsidR="00832FE0" w:rsidRPr="00696BB1" w:rsidRDefault="00832FE0" w:rsidP="00F84093">
      <w:pPr>
        <w:numPr>
          <w:ilvl w:val="0"/>
          <w:numId w:val="12"/>
        </w:numPr>
        <w:jc w:val="both"/>
        <w:rPr>
          <w:szCs w:val="28"/>
        </w:rPr>
      </w:pPr>
      <w:r w:rsidRPr="00696BB1">
        <w:rPr>
          <w:szCs w:val="28"/>
        </w:rPr>
        <w:t>(е, ё, и, ю, я) и мягкого знака, определять ударный слог в слове;</w:t>
      </w:r>
    </w:p>
    <w:p w:rsidR="00832FE0" w:rsidRPr="00696BB1" w:rsidRDefault="00832FE0" w:rsidP="00F84093">
      <w:pPr>
        <w:numPr>
          <w:ilvl w:val="0"/>
          <w:numId w:val="12"/>
        </w:numPr>
        <w:jc w:val="both"/>
        <w:rPr>
          <w:szCs w:val="28"/>
        </w:rPr>
      </w:pPr>
      <w:r w:rsidRPr="00696BB1">
        <w:rPr>
          <w:szCs w:val="28"/>
        </w:rPr>
        <w:t xml:space="preserve">списывать с печатного и письменного текстов, не искажая начертания строчных и заглавных букв и правильно соединяя буквы в словах; </w:t>
      </w:r>
    </w:p>
    <w:p w:rsidR="00832FE0" w:rsidRPr="00696BB1" w:rsidRDefault="00832FE0" w:rsidP="00F84093">
      <w:pPr>
        <w:numPr>
          <w:ilvl w:val="0"/>
          <w:numId w:val="12"/>
        </w:numPr>
        <w:jc w:val="both"/>
        <w:rPr>
          <w:szCs w:val="28"/>
        </w:rPr>
      </w:pPr>
      <w:r w:rsidRPr="00696BB1">
        <w:rPr>
          <w:szCs w:val="28"/>
        </w:rPr>
        <w:t>употреблять большую букву в начале и точку в конце предложения;</w:t>
      </w:r>
    </w:p>
    <w:p w:rsidR="00832FE0" w:rsidRPr="00696BB1" w:rsidRDefault="00832FE0" w:rsidP="00F84093">
      <w:pPr>
        <w:numPr>
          <w:ilvl w:val="0"/>
          <w:numId w:val="12"/>
        </w:numPr>
        <w:jc w:val="both"/>
        <w:rPr>
          <w:szCs w:val="28"/>
        </w:rPr>
      </w:pPr>
      <w:r w:rsidRPr="00696BB1">
        <w:rPr>
          <w:szCs w:val="28"/>
        </w:rPr>
        <w:t>основные отличия звуков от букв (звуки слышим и произносим, буквы видим и пишем);</w:t>
      </w:r>
    </w:p>
    <w:p w:rsidR="00832FE0" w:rsidRPr="00696BB1" w:rsidRDefault="00832FE0" w:rsidP="00F84093">
      <w:pPr>
        <w:numPr>
          <w:ilvl w:val="0"/>
          <w:numId w:val="12"/>
        </w:numPr>
        <w:jc w:val="both"/>
        <w:rPr>
          <w:szCs w:val="28"/>
        </w:rPr>
      </w:pPr>
      <w:r w:rsidRPr="00696BB1">
        <w:rPr>
          <w:szCs w:val="28"/>
        </w:rPr>
        <w:t>признаки гласных и согласных звуков.</w:t>
      </w:r>
    </w:p>
    <w:p w:rsidR="00832FE0" w:rsidRPr="00696BB1" w:rsidRDefault="00832FE0" w:rsidP="00E55762">
      <w:pPr>
        <w:jc w:val="both"/>
        <w:rPr>
          <w:szCs w:val="28"/>
        </w:rPr>
      </w:pPr>
    </w:p>
    <w:p w:rsidR="00832FE0" w:rsidRPr="00696BB1" w:rsidRDefault="00832FE0" w:rsidP="00E55762">
      <w:pPr>
        <w:jc w:val="both"/>
        <w:rPr>
          <w:szCs w:val="28"/>
        </w:rPr>
      </w:pPr>
    </w:p>
    <w:p w:rsidR="00832FE0" w:rsidRPr="00696BB1" w:rsidRDefault="00832FE0" w:rsidP="00F84093">
      <w:pPr>
        <w:widowControl w:val="0"/>
        <w:ind w:firstLine="720"/>
        <w:jc w:val="center"/>
        <w:rPr>
          <w:b/>
          <w:szCs w:val="28"/>
        </w:rPr>
      </w:pPr>
      <w:r w:rsidRPr="00696BB1">
        <w:rPr>
          <w:b/>
          <w:szCs w:val="28"/>
        </w:rPr>
        <w:t>Планируемые результаты освоения предмета</w:t>
      </w:r>
    </w:p>
    <w:p w:rsidR="00832FE0" w:rsidRPr="00696BB1" w:rsidRDefault="00832FE0" w:rsidP="00F84093">
      <w:pPr>
        <w:ind w:firstLine="709"/>
        <w:jc w:val="both"/>
        <w:rPr>
          <w:szCs w:val="28"/>
        </w:rPr>
      </w:pPr>
      <w:r w:rsidRPr="00696BB1">
        <w:rPr>
          <w:szCs w:val="28"/>
        </w:rPr>
        <w:t>Личностные результаты.</w:t>
      </w:r>
    </w:p>
    <w:p w:rsidR="00832FE0" w:rsidRPr="00696BB1" w:rsidRDefault="00832FE0" w:rsidP="00F84093">
      <w:pPr>
        <w:ind w:firstLine="709"/>
        <w:jc w:val="both"/>
        <w:rPr>
          <w:iCs/>
          <w:szCs w:val="28"/>
        </w:rPr>
      </w:pPr>
      <w:r w:rsidRPr="00696BB1">
        <w:rPr>
          <w:szCs w:val="28"/>
        </w:rPr>
        <w:t xml:space="preserve">1. Формирование </w:t>
      </w:r>
      <w:r w:rsidRPr="00696BB1">
        <w:rPr>
          <w:iCs/>
          <w:szCs w:val="28"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832FE0" w:rsidRPr="00696BB1" w:rsidRDefault="00832FE0" w:rsidP="00F84093">
      <w:pPr>
        <w:ind w:firstLine="709"/>
        <w:jc w:val="both"/>
        <w:rPr>
          <w:iCs/>
          <w:szCs w:val="28"/>
        </w:rPr>
      </w:pPr>
      <w:r w:rsidRPr="00696BB1">
        <w:rPr>
          <w:szCs w:val="28"/>
        </w:rPr>
        <w:t xml:space="preserve">2. Формирование </w:t>
      </w:r>
      <w:r w:rsidRPr="00696BB1">
        <w:rPr>
          <w:iCs/>
          <w:szCs w:val="28"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832FE0" w:rsidRPr="00696BB1" w:rsidRDefault="00832FE0" w:rsidP="00F84093">
      <w:pPr>
        <w:tabs>
          <w:tab w:val="left" w:pos="993"/>
          <w:tab w:val="num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696BB1">
        <w:rPr>
          <w:szCs w:val="28"/>
        </w:rPr>
        <w:t>3. Формирование уважительного отношения к иному мнению, истории и культуре других народов.</w:t>
      </w:r>
    </w:p>
    <w:p w:rsidR="00832FE0" w:rsidRPr="00696BB1" w:rsidRDefault="00832FE0" w:rsidP="00F84093">
      <w:pPr>
        <w:ind w:firstLine="709"/>
        <w:jc w:val="both"/>
        <w:rPr>
          <w:iCs/>
          <w:szCs w:val="28"/>
        </w:rPr>
      </w:pPr>
      <w:r w:rsidRPr="00696BB1">
        <w:rPr>
          <w:szCs w:val="28"/>
        </w:rPr>
        <w:t>4. Овладение н</w:t>
      </w:r>
      <w:r w:rsidRPr="00696BB1">
        <w:rPr>
          <w:iCs/>
          <w:szCs w:val="28"/>
        </w:rPr>
        <w:t>ачальными навыками адаптации в динамично изменяющемся и развивающемся мире.</w:t>
      </w:r>
    </w:p>
    <w:p w:rsidR="00832FE0" w:rsidRPr="00696BB1" w:rsidRDefault="00832FE0" w:rsidP="00F84093">
      <w:pPr>
        <w:ind w:firstLine="709"/>
        <w:jc w:val="both"/>
        <w:rPr>
          <w:iCs/>
          <w:szCs w:val="28"/>
        </w:rPr>
      </w:pPr>
      <w:r w:rsidRPr="00696BB1">
        <w:rPr>
          <w:szCs w:val="28"/>
        </w:rPr>
        <w:t xml:space="preserve">5. </w:t>
      </w:r>
      <w:r w:rsidRPr="00696BB1">
        <w:rPr>
          <w:iCs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832FE0" w:rsidRPr="00696BB1" w:rsidRDefault="00832FE0" w:rsidP="00F84093">
      <w:pPr>
        <w:ind w:firstLine="709"/>
        <w:jc w:val="both"/>
        <w:rPr>
          <w:iCs/>
          <w:szCs w:val="28"/>
        </w:rPr>
      </w:pPr>
      <w:r w:rsidRPr="00696BB1">
        <w:rPr>
          <w:szCs w:val="28"/>
        </w:rPr>
        <w:t>6. Развитие самостоятельности</w:t>
      </w:r>
      <w:r w:rsidRPr="00696BB1">
        <w:rPr>
          <w:iCs/>
          <w:szCs w:val="28"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832FE0" w:rsidRPr="00696BB1" w:rsidRDefault="00832FE0" w:rsidP="00F84093">
      <w:pPr>
        <w:ind w:firstLine="709"/>
        <w:jc w:val="both"/>
        <w:rPr>
          <w:iCs/>
          <w:szCs w:val="28"/>
        </w:rPr>
      </w:pPr>
      <w:r w:rsidRPr="00696BB1">
        <w:rPr>
          <w:szCs w:val="28"/>
        </w:rPr>
        <w:t>7. Формирование э</w:t>
      </w:r>
      <w:r w:rsidRPr="00696BB1">
        <w:rPr>
          <w:iCs/>
          <w:szCs w:val="28"/>
        </w:rPr>
        <w:t>стетических потребностей, ценностей и чувств.</w:t>
      </w:r>
    </w:p>
    <w:p w:rsidR="00832FE0" w:rsidRPr="00696BB1" w:rsidRDefault="00832FE0" w:rsidP="00F84093">
      <w:pPr>
        <w:ind w:firstLine="709"/>
        <w:jc w:val="both"/>
        <w:rPr>
          <w:szCs w:val="28"/>
        </w:rPr>
      </w:pPr>
      <w:r w:rsidRPr="00696BB1">
        <w:rPr>
          <w:szCs w:val="28"/>
        </w:rPr>
        <w:t>8. Развитие э</w:t>
      </w:r>
      <w:r w:rsidRPr="00696BB1">
        <w:rPr>
          <w:iCs/>
          <w:szCs w:val="28"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832FE0" w:rsidRPr="00696BB1" w:rsidRDefault="00832FE0" w:rsidP="00F84093">
      <w:pPr>
        <w:ind w:firstLine="709"/>
        <w:jc w:val="both"/>
        <w:rPr>
          <w:iCs/>
          <w:szCs w:val="28"/>
        </w:rPr>
      </w:pPr>
      <w:r w:rsidRPr="00696BB1">
        <w:rPr>
          <w:szCs w:val="28"/>
        </w:rPr>
        <w:t xml:space="preserve">9. </w:t>
      </w:r>
      <w:r w:rsidRPr="00696BB1">
        <w:rPr>
          <w:iCs/>
          <w:szCs w:val="28"/>
        </w:rPr>
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832FE0" w:rsidRDefault="00832FE0" w:rsidP="00F84093">
      <w:pPr>
        <w:ind w:firstLine="709"/>
        <w:jc w:val="both"/>
        <w:rPr>
          <w:iCs/>
          <w:szCs w:val="28"/>
        </w:rPr>
      </w:pPr>
      <w:r w:rsidRPr="00696BB1">
        <w:rPr>
          <w:szCs w:val="28"/>
        </w:rPr>
        <w:t xml:space="preserve">10. </w:t>
      </w:r>
      <w:r w:rsidRPr="00696BB1">
        <w:rPr>
          <w:iCs/>
          <w:szCs w:val="28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832FE0" w:rsidRDefault="00832FE0" w:rsidP="00F84093">
      <w:pPr>
        <w:ind w:firstLine="709"/>
        <w:jc w:val="both"/>
        <w:rPr>
          <w:iCs/>
          <w:szCs w:val="28"/>
        </w:rPr>
      </w:pPr>
    </w:p>
    <w:p w:rsidR="00832FE0" w:rsidRPr="00696BB1" w:rsidRDefault="00832FE0" w:rsidP="00F84093">
      <w:pPr>
        <w:ind w:firstLine="709"/>
        <w:jc w:val="both"/>
        <w:rPr>
          <w:iCs/>
          <w:szCs w:val="28"/>
        </w:rPr>
      </w:pPr>
    </w:p>
    <w:p w:rsidR="00832FE0" w:rsidRPr="00696BB1" w:rsidRDefault="00832FE0" w:rsidP="00F8409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696BB1">
        <w:rPr>
          <w:szCs w:val="28"/>
        </w:rPr>
        <w:t>Метапредметные результаты.</w:t>
      </w:r>
    </w:p>
    <w:p w:rsidR="00832FE0" w:rsidRPr="00696BB1" w:rsidRDefault="00832FE0" w:rsidP="00F8409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696BB1">
        <w:rPr>
          <w:szCs w:val="28"/>
        </w:rPr>
        <w:t>1. Умение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832FE0" w:rsidRPr="00696BB1" w:rsidRDefault="00832FE0" w:rsidP="00F8409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696BB1">
        <w:rPr>
          <w:szCs w:val="28"/>
        </w:rPr>
        <w:t xml:space="preserve">2. Способность принимать и сохранять цели и задачи учебной деятельности, находить средства её осуществления. </w:t>
      </w:r>
    </w:p>
    <w:p w:rsidR="00832FE0" w:rsidRPr="00696BB1" w:rsidRDefault="00832FE0" w:rsidP="00F8409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696BB1">
        <w:rPr>
          <w:szCs w:val="28"/>
        </w:rPr>
        <w:t>3. Умение включаться в обсуждение проблем творческого и поискового характера, усваивать способы их решения.</w:t>
      </w:r>
    </w:p>
    <w:p w:rsidR="00832FE0" w:rsidRPr="00696BB1" w:rsidRDefault="00832FE0" w:rsidP="00F8409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696BB1">
        <w:rPr>
          <w:szCs w:val="28"/>
        </w:rPr>
        <w:t xml:space="preserve">4. Умение понимать причины успеха/неуспеха учебной деятельности и способность конструктивно действовать даже в ситуациях неуспеха. </w:t>
      </w:r>
    </w:p>
    <w:p w:rsidR="00832FE0" w:rsidRPr="00696BB1" w:rsidRDefault="00832FE0" w:rsidP="00F8409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696BB1">
        <w:rPr>
          <w:szCs w:val="28"/>
        </w:rPr>
        <w:t xml:space="preserve">5. Освоение начальных форм самонаблюдения в процессе познавательной деятельности. </w:t>
      </w:r>
    </w:p>
    <w:p w:rsidR="00832FE0" w:rsidRPr="00696BB1" w:rsidRDefault="00832FE0" w:rsidP="00F8409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696BB1">
        <w:rPr>
          <w:szCs w:val="28"/>
        </w:rPr>
        <w:t>6. Умение создавать и использовать знаково-символические модели для решения учебных и практических задач.</w:t>
      </w:r>
    </w:p>
    <w:p w:rsidR="00832FE0" w:rsidRPr="00696BB1" w:rsidRDefault="00832FE0" w:rsidP="00F84093">
      <w:pPr>
        <w:shd w:val="clear" w:color="auto" w:fill="FFFFFF"/>
        <w:tabs>
          <w:tab w:val="left" w:pos="851"/>
        </w:tabs>
        <w:ind w:firstLine="709"/>
        <w:jc w:val="both"/>
        <w:rPr>
          <w:szCs w:val="28"/>
        </w:rPr>
      </w:pPr>
      <w:r w:rsidRPr="00696BB1">
        <w:rPr>
          <w:szCs w:val="28"/>
        </w:rPr>
        <w:t xml:space="preserve">7. Овладение навыками смыслового чтения текстов различных стилей и жанров в соответствии с целями и задачами. Осознанное выстраивание речевого высказывания в соответствии с задачами коммуникации, составление текстов в устной и письменной форме. </w:t>
      </w:r>
    </w:p>
    <w:p w:rsidR="00832FE0" w:rsidRPr="00696BB1" w:rsidRDefault="00832FE0" w:rsidP="00F84093">
      <w:pPr>
        <w:shd w:val="clear" w:color="auto" w:fill="FFFFFF"/>
        <w:tabs>
          <w:tab w:val="left" w:pos="851"/>
        </w:tabs>
        <w:ind w:firstLine="709"/>
        <w:jc w:val="both"/>
        <w:rPr>
          <w:szCs w:val="28"/>
        </w:rPr>
      </w:pPr>
      <w:r w:rsidRPr="00696BB1">
        <w:rPr>
          <w:szCs w:val="28"/>
        </w:rPr>
        <w:t>8. Овладение следующими логическими действиями:</w:t>
      </w:r>
    </w:p>
    <w:p w:rsidR="00832FE0" w:rsidRPr="00696BB1" w:rsidRDefault="00832FE0" w:rsidP="00F84093">
      <w:pPr>
        <w:numPr>
          <w:ilvl w:val="0"/>
          <w:numId w:val="13"/>
        </w:numPr>
        <w:shd w:val="clear" w:color="auto" w:fill="FFFFFF"/>
        <w:tabs>
          <w:tab w:val="left" w:pos="851"/>
        </w:tabs>
        <w:ind w:left="0" w:firstLine="709"/>
        <w:jc w:val="both"/>
        <w:rPr>
          <w:szCs w:val="28"/>
        </w:rPr>
      </w:pPr>
      <w:r w:rsidRPr="00696BB1">
        <w:rPr>
          <w:szCs w:val="28"/>
        </w:rPr>
        <w:t>сравнение;</w:t>
      </w:r>
    </w:p>
    <w:p w:rsidR="00832FE0" w:rsidRPr="00696BB1" w:rsidRDefault="00832FE0" w:rsidP="00F84093">
      <w:pPr>
        <w:numPr>
          <w:ilvl w:val="0"/>
          <w:numId w:val="13"/>
        </w:numPr>
        <w:shd w:val="clear" w:color="auto" w:fill="FFFFFF"/>
        <w:tabs>
          <w:tab w:val="left" w:pos="851"/>
        </w:tabs>
        <w:ind w:left="0" w:firstLine="709"/>
        <w:jc w:val="both"/>
        <w:rPr>
          <w:szCs w:val="28"/>
        </w:rPr>
      </w:pPr>
      <w:r w:rsidRPr="00696BB1">
        <w:rPr>
          <w:szCs w:val="28"/>
        </w:rPr>
        <w:t>анализ;</w:t>
      </w:r>
    </w:p>
    <w:p w:rsidR="00832FE0" w:rsidRPr="00696BB1" w:rsidRDefault="00832FE0" w:rsidP="00F84093">
      <w:pPr>
        <w:numPr>
          <w:ilvl w:val="0"/>
          <w:numId w:val="13"/>
        </w:numPr>
        <w:shd w:val="clear" w:color="auto" w:fill="FFFFFF"/>
        <w:tabs>
          <w:tab w:val="left" w:pos="851"/>
        </w:tabs>
        <w:ind w:left="0" w:firstLine="709"/>
        <w:jc w:val="both"/>
        <w:rPr>
          <w:szCs w:val="28"/>
        </w:rPr>
      </w:pPr>
      <w:r w:rsidRPr="00696BB1">
        <w:rPr>
          <w:szCs w:val="28"/>
        </w:rPr>
        <w:t>синтез;</w:t>
      </w:r>
    </w:p>
    <w:p w:rsidR="00832FE0" w:rsidRPr="00696BB1" w:rsidRDefault="00832FE0" w:rsidP="00F84093">
      <w:pPr>
        <w:numPr>
          <w:ilvl w:val="0"/>
          <w:numId w:val="13"/>
        </w:numPr>
        <w:shd w:val="clear" w:color="auto" w:fill="FFFFFF"/>
        <w:tabs>
          <w:tab w:val="left" w:pos="851"/>
        </w:tabs>
        <w:ind w:left="0" w:firstLine="709"/>
        <w:jc w:val="both"/>
        <w:rPr>
          <w:szCs w:val="28"/>
        </w:rPr>
      </w:pPr>
      <w:r w:rsidRPr="00696BB1">
        <w:rPr>
          <w:szCs w:val="28"/>
        </w:rPr>
        <w:t>классификация и обобщение по родовидовым признакам;</w:t>
      </w:r>
    </w:p>
    <w:p w:rsidR="00832FE0" w:rsidRPr="00696BB1" w:rsidRDefault="00832FE0" w:rsidP="00F84093">
      <w:pPr>
        <w:numPr>
          <w:ilvl w:val="0"/>
          <w:numId w:val="13"/>
        </w:numPr>
        <w:shd w:val="clear" w:color="auto" w:fill="FFFFFF"/>
        <w:tabs>
          <w:tab w:val="left" w:pos="851"/>
        </w:tabs>
        <w:ind w:left="0" w:firstLine="709"/>
        <w:jc w:val="both"/>
        <w:rPr>
          <w:szCs w:val="28"/>
        </w:rPr>
      </w:pPr>
      <w:r w:rsidRPr="00696BB1">
        <w:rPr>
          <w:szCs w:val="28"/>
        </w:rPr>
        <w:t>установление аналогий и причинно-следственных связей;</w:t>
      </w:r>
    </w:p>
    <w:p w:rsidR="00832FE0" w:rsidRPr="00696BB1" w:rsidRDefault="00832FE0" w:rsidP="00F84093">
      <w:pPr>
        <w:numPr>
          <w:ilvl w:val="0"/>
          <w:numId w:val="13"/>
        </w:numPr>
        <w:shd w:val="clear" w:color="auto" w:fill="FFFFFF"/>
        <w:tabs>
          <w:tab w:val="left" w:pos="851"/>
        </w:tabs>
        <w:ind w:left="0" w:firstLine="709"/>
        <w:jc w:val="both"/>
        <w:rPr>
          <w:szCs w:val="28"/>
        </w:rPr>
      </w:pPr>
      <w:r w:rsidRPr="00696BB1">
        <w:rPr>
          <w:szCs w:val="28"/>
        </w:rPr>
        <w:t>построение рассуждений;</w:t>
      </w:r>
    </w:p>
    <w:p w:rsidR="00832FE0" w:rsidRPr="00696BB1" w:rsidRDefault="00832FE0" w:rsidP="00F84093">
      <w:pPr>
        <w:numPr>
          <w:ilvl w:val="0"/>
          <w:numId w:val="13"/>
        </w:numPr>
        <w:shd w:val="clear" w:color="auto" w:fill="FFFFFF"/>
        <w:tabs>
          <w:tab w:val="left" w:pos="851"/>
        </w:tabs>
        <w:ind w:left="0" w:firstLine="709"/>
        <w:jc w:val="both"/>
        <w:rPr>
          <w:szCs w:val="28"/>
        </w:rPr>
      </w:pPr>
      <w:r w:rsidRPr="00696BB1">
        <w:rPr>
          <w:szCs w:val="28"/>
        </w:rPr>
        <w:t xml:space="preserve">отнесение к известным понятиям. </w:t>
      </w:r>
    </w:p>
    <w:p w:rsidR="00832FE0" w:rsidRPr="00696BB1" w:rsidRDefault="00832FE0" w:rsidP="00F84093">
      <w:pPr>
        <w:shd w:val="clear" w:color="auto" w:fill="FFFFFF"/>
        <w:tabs>
          <w:tab w:val="left" w:pos="851"/>
        </w:tabs>
        <w:ind w:firstLine="709"/>
        <w:jc w:val="both"/>
        <w:rPr>
          <w:szCs w:val="28"/>
        </w:rPr>
      </w:pPr>
      <w:r w:rsidRPr="00696BB1">
        <w:rPr>
          <w:szCs w:val="28"/>
        </w:rPr>
        <w:t>9. Готовность слушать собеседника и вести диалог, признавать возможность существования различных точек зрения и права каждого иметь свою. Умение излагать своё мнение и аргументировать свою точку зрения и оценку событий. Умение активно использовать диалог и монолог как речевые средства для решения коммуникативных и познавательных задач.</w:t>
      </w:r>
    </w:p>
    <w:p w:rsidR="00832FE0" w:rsidRPr="00696BB1" w:rsidRDefault="00832FE0" w:rsidP="00F84093">
      <w:pPr>
        <w:shd w:val="clear" w:color="auto" w:fill="FFFFFF"/>
        <w:tabs>
          <w:tab w:val="left" w:pos="851"/>
        </w:tabs>
        <w:ind w:firstLine="709"/>
        <w:jc w:val="both"/>
        <w:rPr>
          <w:szCs w:val="28"/>
        </w:rPr>
      </w:pPr>
      <w:r w:rsidRPr="00696BB1">
        <w:rPr>
          <w:szCs w:val="28"/>
        </w:rPr>
        <w:t xml:space="preserve">10. Определение общей цели совместной деятельности и путей её достижения; умение договариваться о распределении функций и ролей, осуществлять взаимный контроль, адекватно оценивать собственное поведение. </w:t>
      </w:r>
    </w:p>
    <w:p w:rsidR="00832FE0" w:rsidRPr="00696BB1" w:rsidRDefault="00832FE0" w:rsidP="00F84093">
      <w:pPr>
        <w:shd w:val="clear" w:color="auto" w:fill="FFFFFF"/>
        <w:tabs>
          <w:tab w:val="left" w:pos="851"/>
        </w:tabs>
        <w:ind w:firstLine="709"/>
        <w:jc w:val="both"/>
        <w:rPr>
          <w:szCs w:val="28"/>
        </w:rPr>
      </w:pPr>
      <w:r w:rsidRPr="00696BB1">
        <w:rPr>
          <w:szCs w:val="28"/>
        </w:rPr>
        <w:t>11. Готовность конструктивно разрешать конфликты с учётом интересов сторон и сотрудничества.</w:t>
      </w:r>
    </w:p>
    <w:p w:rsidR="00832FE0" w:rsidRDefault="00832FE0" w:rsidP="00F84093">
      <w:pPr>
        <w:shd w:val="clear" w:color="auto" w:fill="FFFFFF"/>
        <w:tabs>
          <w:tab w:val="left" w:pos="851"/>
        </w:tabs>
        <w:ind w:firstLine="709"/>
        <w:jc w:val="both"/>
        <w:rPr>
          <w:szCs w:val="28"/>
        </w:rPr>
      </w:pPr>
      <w:r w:rsidRPr="00696BB1">
        <w:rPr>
          <w:szCs w:val="28"/>
        </w:rPr>
        <w:t>12. Овладение базовыми межпредметными понятиями, отражающими существенные связи и отношения между объектами или процессами.</w:t>
      </w:r>
    </w:p>
    <w:p w:rsidR="00832FE0" w:rsidRPr="00696BB1" w:rsidRDefault="00832FE0" w:rsidP="00F84093">
      <w:pPr>
        <w:shd w:val="clear" w:color="auto" w:fill="FFFFFF"/>
        <w:tabs>
          <w:tab w:val="left" w:pos="851"/>
        </w:tabs>
        <w:ind w:firstLine="709"/>
        <w:jc w:val="both"/>
        <w:rPr>
          <w:szCs w:val="28"/>
        </w:rPr>
      </w:pPr>
    </w:p>
    <w:p w:rsidR="00832FE0" w:rsidRPr="00696BB1" w:rsidRDefault="00832FE0" w:rsidP="00F84093">
      <w:pPr>
        <w:ind w:firstLine="709"/>
        <w:jc w:val="both"/>
        <w:rPr>
          <w:szCs w:val="28"/>
        </w:rPr>
      </w:pPr>
      <w:r w:rsidRPr="00696BB1">
        <w:rPr>
          <w:szCs w:val="28"/>
        </w:rPr>
        <w:t>Предметные результаты.</w:t>
      </w:r>
    </w:p>
    <w:p w:rsidR="00832FE0" w:rsidRPr="00696BB1" w:rsidRDefault="00832FE0" w:rsidP="00F84093">
      <w:pPr>
        <w:ind w:firstLine="709"/>
        <w:jc w:val="both"/>
      </w:pPr>
      <w:r w:rsidRPr="00696BB1">
        <w:rPr>
          <w:szCs w:val="28"/>
        </w:rPr>
        <w:t>У обучающихся формируется представление о звуковом анализе слов</w:t>
      </w:r>
      <w:r w:rsidRPr="00696BB1">
        <w:t>:</w:t>
      </w:r>
    </w:p>
    <w:p w:rsidR="00832FE0" w:rsidRPr="00696BB1" w:rsidRDefault="00832FE0" w:rsidP="00F84093">
      <w:pPr>
        <w:ind w:firstLine="709"/>
        <w:jc w:val="both"/>
        <w:rPr>
          <w:color w:val="000000"/>
          <w:spacing w:val="3"/>
          <w:szCs w:val="28"/>
        </w:rPr>
      </w:pPr>
      <w:r w:rsidRPr="00696BB1">
        <w:rPr>
          <w:color w:val="000000"/>
          <w:szCs w:val="28"/>
        </w:rPr>
        <w:t>-называть звуки, из которых состоит слово (гласные - ударный, безудар</w:t>
      </w:r>
      <w:r w:rsidRPr="00696BB1">
        <w:rPr>
          <w:color w:val="000000"/>
          <w:szCs w:val="28"/>
        </w:rPr>
        <w:softHyphen/>
        <w:t>ные;  согласные - звонкие, глухие, парные и непарные, твердые, мягкие, пар</w:t>
      </w:r>
      <w:r w:rsidRPr="00696BB1">
        <w:rPr>
          <w:color w:val="000000"/>
          <w:szCs w:val="28"/>
        </w:rPr>
        <w:softHyphen/>
      </w:r>
      <w:r w:rsidRPr="00696BB1">
        <w:rPr>
          <w:color w:val="000000"/>
          <w:spacing w:val="4"/>
          <w:szCs w:val="28"/>
        </w:rPr>
        <w:t xml:space="preserve">ные и   непарные);  не смешивать понятия «звук» и «буква»; делить слово на </w:t>
      </w:r>
      <w:r w:rsidRPr="00696BB1">
        <w:rPr>
          <w:color w:val="000000"/>
          <w:spacing w:val="3"/>
          <w:szCs w:val="28"/>
        </w:rPr>
        <w:t>слоги,  ставить    ударение;</w:t>
      </w:r>
    </w:p>
    <w:p w:rsidR="00832FE0" w:rsidRPr="00696BB1" w:rsidRDefault="00832FE0" w:rsidP="00F84093">
      <w:pPr>
        <w:widowControl w:val="0"/>
        <w:numPr>
          <w:ilvl w:val="0"/>
          <w:numId w:val="14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ind w:left="1429" w:hanging="360"/>
        <w:jc w:val="both"/>
        <w:rPr>
          <w:color w:val="000000"/>
          <w:szCs w:val="28"/>
        </w:rPr>
      </w:pPr>
      <w:r w:rsidRPr="00696BB1">
        <w:rPr>
          <w:color w:val="000000"/>
          <w:spacing w:val="3"/>
          <w:szCs w:val="28"/>
        </w:rPr>
        <w:t>определять роль гласных букв, стоящих после букв, обозначающих согласные звуки,    парные по мягкости (обозначение гласного звука и указание на твердость или мягкость согласного звука);</w:t>
      </w:r>
    </w:p>
    <w:p w:rsidR="00832FE0" w:rsidRPr="00696BB1" w:rsidRDefault="00832FE0" w:rsidP="00F84093">
      <w:pPr>
        <w:widowControl w:val="0"/>
        <w:numPr>
          <w:ilvl w:val="0"/>
          <w:numId w:val="14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ind w:left="1429" w:hanging="360"/>
        <w:jc w:val="both"/>
        <w:rPr>
          <w:color w:val="000000"/>
          <w:szCs w:val="28"/>
        </w:rPr>
      </w:pPr>
      <w:r w:rsidRPr="00696BB1">
        <w:rPr>
          <w:color w:val="000000"/>
          <w:spacing w:val="3"/>
          <w:szCs w:val="28"/>
        </w:rPr>
        <w:t>обозначать мягкость согласных звуков на письме;</w:t>
      </w:r>
    </w:p>
    <w:p w:rsidR="00832FE0" w:rsidRPr="00696BB1" w:rsidRDefault="00832FE0" w:rsidP="00F84093">
      <w:pPr>
        <w:widowControl w:val="0"/>
        <w:numPr>
          <w:ilvl w:val="0"/>
          <w:numId w:val="14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ind w:left="1429" w:hanging="360"/>
        <w:jc w:val="both"/>
        <w:rPr>
          <w:color w:val="000000"/>
          <w:szCs w:val="28"/>
        </w:rPr>
      </w:pPr>
      <w:r w:rsidRPr="00696BB1">
        <w:rPr>
          <w:color w:val="000000"/>
          <w:spacing w:val="3"/>
          <w:szCs w:val="28"/>
        </w:rPr>
        <w:t>определять количество букв и звуков в слове;</w:t>
      </w:r>
    </w:p>
    <w:p w:rsidR="00832FE0" w:rsidRPr="00696BB1" w:rsidRDefault="00832FE0" w:rsidP="00F84093">
      <w:pPr>
        <w:shd w:val="clear" w:color="auto" w:fill="FFFFFF"/>
        <w:ind w:firstLine="709"/>
        <w:jc w:val="both"/>
        <w:rPr>
          <w:color w:val="000000"/>
          <w:szCs w:val="28"/>
        </w:rPr>
      </w:pPr>
      <w:r w:rsidRPr="00696BB1">
        <w:rPr>
          <w:color w:val="000000"/>
          <w:szCs w:val="28"/>
        </w:rPr>
        <w:t>- писать большую букву в начале предложения, в именах и фамилиях;</w:t>
      </w:r>
    </w:p>
    <w:p w:rsidR="00832FE0" w:rsidRPr="00696BB1" w:rsidRDefault="00832FE0" w:rsidP="00F84093">
      <w:pPr>
        <w:widowControl w:val="0"/>
        <w:numPr>
          <w:ilvl w:val="0"/>
          <w:numId w:val="14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ind w:left="1429" w:hanging="360"/>
        <w:jc w:val="both"/>
        <w:rPr>
          <w:color w:val="000000"/>
          <w:szCs w:val="28"/>
        </w:rPr>
      </w:pPr>
      <w:r w:rsidRPr="00696BB1">
        <w:rPr>
          <w:color w:val="000000"/>
          <w:spacing w:val="4"/>
          <w:szCs w:val="28"/>
        </w:rPr>
        <w:t>ставить пунктуационные знаки конца предложения;</w:t>
      </w:r>
    </w:p>
    <w:p w:rsidR="00832FE0" w:rsidRPr="00357C35" w:rsidRDefault="00832FE0" w:rsidP="00696BB1">
      <w:pPr>
        <w:widowControl w:val="0"/>
        <w:numPr>
          <w:ilvl w:val="0"/>
          <w:numId w:val="14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ind w:left="1429" w:hanging="360"/>
        <w:jc w:val="both"/>
        <w:rPr>
          <w:color w:val="000000"/>
          <w:szCs w:val="28"/>
        </w:rPr>
      </w:pPr>
      <w:r w:rsidRPr="00696BB1">
        <w:rPr>
          <w:color w:val="000000"/>
          <w:szCs w:val="28"/>
        </w:rPr>
        <w:t xml:space="preserve">списывать с печатного образца и писать под диктовку слова и небольшие </w:t>
      </w:r>
      <w:r w:rsidRPr="00696BB1">
        <w:rPr>
          <w:color w:val="000000"/>
          <w:spacing w:val="5"/>
          <w:szCs w:val="28"/>
        </w:rPr>
        <w:t>предложения, используя правильные начертания букв, соединения</w:t>
      </w:r>
      <w:r>
        <w:rPr>
          <w:color w:val="000000"/>
          <w:spacing w:val="5"/>
          <w:szCs w:val="28"/>
        </w:rPr>
        <w:t>.</w:t>
      </w:r>
    </w:p>
    <w:p w:rsidR="00832FE0" w:rsidRDefault="00832FE0" w:rsidP="00357C35">
      <w:pPr>
        <w:widowControl w:val="0"/>
        <w:shd w:val="clear" w:color="auto" w:fill="FFFFFF"/>
        <w:tabs>
          <w:tab w:val="left" w:pos="468"/>
        </w:tabs>
        <w:autoSpaceDE w:val="0"/>
        <w:autoSpaceDN w:val="0"/>
        <w:adjustRightInd w:val="0"/>
        <w:jc w:val="both"/>
        <w:rPr>
          <w:color w:val="000000"/>
          <w:spacing w:val="5"/>
          <w:szCs w:val="28"/>
        </w:rPr>
      </w:pPr>
      <w:r>
        <w:rPr>
          <w:color w:val="000000"/>
          <w:spacing w:val="5"/>
          <w:szCs w:val="28"/>
        </w:rPr>
        <w:t xml:space="preserve">  </w:t>
      </w:r>
    </w:p>
    <w:p w:rsidR="00832FE0" w:rsidRDefault="00832FE0" w:rsidP="00357C35">
      <w:pPr>
        <w:widowControl w:val="0"/>
        <w:shd w:val="clear" w:color="auto" w:fill="FFFFFF"/>
        <w:tabs>
          <w:tab w:val="left" w:pos="468"/>
        </w:tabs>
        <w:autoSpaceDE w:val="0"/>
        <w:autoSpaceDN w:val="0"/>
        <w:adjustRightInd w:val="0"/>
        <w:jc w:val="both"/>
        <w:rPr>
          <w:color w:val="000000"/>
          <w:spacing w:val="5"/>
          <w:szCs w:val="28"/>
        </w:rPr>
      </w:pPr>
    </w:p>
    <w:p w:rsidR="00832FE0" w:rsidRPr="00F12876" w:rsidRDefault="00832FE0" w:rsidP="00357C35">
      <w:pPr>
        <w:widowControl w:val="0"/>
        <w:shd w:val="clear" w:color="auto" w:fill="FFFFFF"/>
        <w:tabs>
          <w:tab w:val="left" w:pos="468"/>
        </w:tabs>
        <w:autoSpaceDE w:val="0"/>
        <w:autoSpaceDN w:val="0"/>
        <w:adjustRightInd w:val="0"/>
        <w:jc w:val="both"/>
        <w:rPr>
          <w:b/>
          <w:color w:val="000000"/>
          <w:spacing w:val="5"/>
          <w:szCs w:val="28"/>
        </w:rPr>
      </w:pPr>
      <w:r>
        <w:rPr>
          <w:color w:val="000000"/>
          <w:spacing w:val="5"/>
          <w:szCs w:val="28"/>
        </w:rPr>
        <w:t xml:space="preserve">            </w:t>
      </w:r>
      <w:r w:rsidRPr="00F12876">
        <w:rPr>
          <w:b/>
          <w:color w:val="000000"/>
          <w:spacing w:val="5"/>
          <w:szCs w:val="28"/>
        </w:rPr>
        <w:t>Ресурсное обеспечение программы</w:t>
      </w:r>
    </w:p>
    <w:p w:rsidR="00832FE0" w:rsidRPr="00F12876" w:rsidRDefault="00832FE0" w:rsidP="00357C35">
      <w:pPr>
        <w:widowControl w:val="0"/>
        <w:shd w:val="clear" w:color="auto" w:fill="FFFFFF"/>
        <w:tabs>
          <w:tab w:val="left" w:pos="468"/>
        </w:tabs>
        <w:autoSpaceDE w:val="0"/>
        <w:autoSpaceDN w:val="0"/>
        <w:adjustRightInd w:val="0"/>
        <w:jc w:val="both"/>
        <w:rPr>
          <w:color w:val="000000"/>
          <w:spacing w:val="5"/>
          <w:szCs w:val="28"/>
        </w:rPr>
      </w:pPr>
    </w:p>
    <w:p w:rsidR="00832FE0" w:rsidRPr="00F12876" w:rsidRDefault="00832FE0" w:rsidP="00F12876">
      <w:pPr>
        <w:numPr>
          <w:ilvl w:val="0"/>
          <w:numId w:val="7"/>
        </w:numPr>
        <w:ind w:left="0" w:firstLine="709"/>
        <w:jc w:val="both"/>
        <w:rPr>
          <w:szCs w:val="28"/>
        </w:rPr>
      </w:pPr>
      <w:r w:rsidRPr="00F12876">
        <w:rPr>
          <w:szCs w:val="28"/>
        </w:rPr>
        <w:t>Пропись №1 «Рисуй, думай, рассказывай», Климанова Л. Ф., Романина В. И., Борейко</w:t>
      </w:r>
      <w:r>
        <w:rPr>
          <w:szCs w:val="28"/>
        </w:rPr>
        <w:t xml:space="preserve"> Л. Н. /М.: «Просвещение» , 2020</w:t>
      </w:r>
      <w:r w:rsidRPr="00F12876">
        <w:rPr>
          <w:szCs w:val="28"/>
        </w:rPr>
        <w:t xml:space="preserve"> год.</w:t>
      </w:r>
    </w:p>
    <w:p w:rsidR="00832FE0" w:rsidRPr="00F12876" w:rsidRDefault="00832FE0" w:rsidP="00F12876">
      <w:pPr>
        <w:numPr>
          <w:ilvl w:val="0"/>
          <w:numId w:val="7"/>
        </w:numPr>
        <w:ind w:left="0" w:firstLine="709"/>
        <w:jc w:val="both"/>
        <w:rPr>
          <w:szCs w:val="28"/>
        </w:rPr>
      </w:pPr>
      <w:r w:rsidRPr="00F12876">
        <w:rPr>
          <w:szCs w:val="28"/>
        </w:rPr>
        <w:t>Пропись №2 «Мой алфавит»,  Климанова</w:t>
      </w:r>
      <w:r>
        <w:rPr>
          <w:szCs w:val="28"/>
        </w:rPr>
        <w:t xml:space="preserve"> Л. Ф. /М.: «Просвещение» , 2020</w:t>
      </w:r>
      <w:r w:rsidRPr="00F12876">
        <w:rPr>
          <w:szCs w:val="28"/>
        </w:rPr>
        <w:t>год.</w:t>
      </w:r>
    </w:p>
    <w:p w:rsidR="00832FE0" w:rsidRPr="00F12876" w:rsidRDefault="00832FE0" w:rsidP="00F12876">
      <w:pPr>
        <w:numPr>
          <w:ilvl w:val="0"/>
          <w:numId w:val="7"/>
        </w:numPr>
        <w:ind w:left="0" w:firstLine="709"/>
        <w:jc w:val="both"/>
        <w:rPr>
          <w:szCs w:val="28"/>
        </w:rPr>
      </w:pPr>
      <w:r w:rsidRPr="00F12876">
        <w:rPr>
          <w:szCs w:val="28"/>
        </w:rPr>
        <w:t xml:space="preserve">Пропись №3 «Мой алфавит», Климанова </w:t>
      </w:r>
      <w:r>
        <w:rPr>
          <w:szCs w:val="28"/>
        </w:rPr>
        <w:t>Л. Ф . /М.: «Просвещение» , 2020</w:t>
      </w:r>
      <w:r w:rsidRPr="00F12876">
        <w:rPr>
          <w:szCs w:val="28"/>
        </w:rPr>
        <w:t xml:space="preserve"> год.</w:t>
      </w:r>
    </w:p>
    <w:p w:rsidR="00832FE0" w:rsidRPr="00F12876" w:rsidRDefault="00832FE0" w:rsidP="00F12876">
      <w:pPr>
        <w:numPr>
          <w:ilvl w:val="0"/>
          <w:numId w:val="7"/>
        </w:numPr>
        <w:ind w:left="0" w:firstLine="709"/>
        <w:jc w:val="both"/>
        <w:rPr>
          <w:szCs w:val="28"/>
        </w:rPr>
      </w:pPr>
      <w:r w:rsidRPr="00F12876">
        <w:rPr>
          <w:szCs w:val="28"/>
        </w:rPr>
        <w:t>Пропись №4  «Пишу кра</w:t>
      </w:r>
      <w:r>
        <w:rPr>
          <w:szCs w:val="28"/>
        </w:rPr>
        <w:t>сиво»,  Климанова Л.Ф., А.В.Абрамов /М.:«Просвещение», 2020</w:t>
      </w:r>
      <w:r w:rsidRPr="00F12876">
        <w:rPr>
          <w:szCs w:val="28"/>
        </w:rPr>
        <w:t xml:space="preserve"> год.</w:t>
      </w:r>
    </w:p>
    <w:p w:rsidR="00832FE0" w:rsidRPr="00F12876" w:rsidRDefault="00832FE0" w:rsidP="00357C35">
      <w:pPr>
        <w:widowControl w:val="0"/>
        <w:shd w:val="clear" w:color="auto" w:fill="FFFFFF"/>
        <w:tabs>
          <w:tab w:val="left" w:pos="468"/>
        </w:tabs>
        <w:autoSpaceDE w:val="0"/>
        <w:autoSpaceDN w:val="0"/>
        <w:adjustRightInd w:val="0"/>
        <w:jc w:val="both"/>
        <w:rPr>
          <w:color w:val="000000"/>
          <w:spacing w:val="5"/>
          <w:szCs w:val="28"/>
        </w:rPr>
      </w:pPr>
    </w:p>
    <w:p w:rsidR="00832FE0" w:rsidRPr="00F12876" w:rsidRDefault="00832FE0" w:rsidP="00357C35">
      <w:pPr>
        <w:widowControl w:val="0"/>
        <w:shd w:val="clear" w:color="auto" w:fill="FFFFFF"/>
        <w:tabs>
          <w:tab w:val="left" w:pos="468"/>
        </w:tabs>
        <w:autoSpaceDE w:val="0"/>
        <w:autoSpaceDN w:val="0"/>
        <w:adjustRightInd w:val="0"/>
        <w:jc w:val="both"/>
        <w:rPr>
          <w:color w:val="000000"/>
          <w:spacing w:val="5"/>
          <w:szCs w:val="28"/>
        </w:rPr>
      </w:pPr>
    </w:p>
    <w:p w:rsidR="00832FE0" w:rsidRDefault="00832FE0" w:rsidP="00357C35">
      <w:pPr>
        <w:widowControl w:val="0"/>
        <w:shd w:val="clear" w:color="auto" w:fill="FFFFFF"/>
        <w:tabs>
          <w:tab w:val="left" w:pos="468"/>
        </w:tabs>
        <w:autoSpaceDE w:val="0"/>
        <w:autoSpaceDN w:val="0"/>
        <w:adjustRightInd w:val="0"/>
        <w:jc w:val="both"/>
        <w:rPr>
          <w:color w:val="000000"/>
          <w:spacing w:val="5"/>
          <w:szCs w:val="28"/>
        </w:rPr>
      </w:pPr>
    </w:p>
    <w:p w:rsidR="00832FE0" w:rsidRDefault="00832FE0" w:rsidP="00357C35">
      <w:pPr>
        <w:widowControl w:val="0"/>
        <w:shd w:val="clear" w:color="auto" w:fill="FFFFFF"/>
        <w:tabs>
          <w:tab w:val="left" w:pos="468"/>
        </w:tabs>
        <w:autoSpaceDE w:val="0"/>
        <w:autoSpaceDN w:val="0"/>
        <w:adjustRightInd w:val="0"/>
        <w:jc w:val="both"/>
        <w:rPr>
          <w:color w:val="000000"/>
          <w:spacing w:val="5"/>
          <w:szCs w:val="28"/>
        </w:rPr>
      </w:pPr>
    </w:p>
    <w:p w:rsidR="00832FE0" w:rsidRDefault="00832FE0" w:rsidP="00357C35">
      <w:pPr>
        <w:widowControl w:val="0"/>
        <w:shd w:val="clear" w:color="auto" w:fill="FFFFFF"/>
        <w:tabs>
          <w:tab w:val="left" w:pos="468"/>
        </w:tabs>
        <w:autoSpaceDE w:val="0"/>
        <w:autoSpaceDN w:val="0"/>
        <w:adjustRightInd w:val="0"/>
        <w:jc w:val="both"/>
        <w:rPr>
          <w:color w:val="000000"/>
          <w:spacing w:val="5"/>
          <w:szCs w:val="28"/>
        </w:rPr>
      </w:pPr>
    </w:p>
    <w:p w:rsidR="00832FE0" w:rsidRDefault="00832FE0" w:rsidP="00357C35">
      <w:pPr>
        <w:widowControl w:val="0"/>
        <w:shd w:val="clear" w:color="auto" w:fill="FFFFFF"/>
        <w:tabs>
          <w:tab w:val="left" w:pos="468"/>
        </w:tabs>
        <w:autoSpaceDE w:val="0"/>
        <w:autoSpaceDN w:val="0"/>
        <w:adjustRightInd w:val="0"/>
        <w:jc w:val="both"/>
        <w:rPr>
          <w:color w:val="000000"/>
          <w:spacing w:val="5"/>
          <w:szCs w:val="28"/>
        </w:rPr>
      </w:pPr>
    </w:p>
    <w:p w:rsidR="00832FE0" w:rsidRDefault="00832FE0" w:rsidP="00357C35">
      <w:pPr>
        <w:widowControl w:val="0"/>
        <w:shd w:val="clear" w:color="auto" w:fill="FFFFFF"/>
        <w:tabs>
          <w:tab w:val="left" w:pos="468"/>
        </w:tabs>
        <w:autoSpaceDE w:val="0"/>
        <w:autoSpaceDN w:val="0"/>
        <w:adjustRightInd w:val="0"/>
        <w:jc w:val="both"/>
        <w:rPr>
          <w:color w:val="000000"/>
          <w:spacing w:val="5"/>
          <w:szCs w:val="28"/>
        </w:rPr>
      </w:pPr>
    </w:p>
    <w:p w:rsidR="00832FE0" w:rsidRDefault="00832FE0" w:rsidP="00357C35">
      <w:pPr>
        <w:widowControl w:val="0"/>
        <w:shd w:val="clear" w:color="auto" w:fill="FFFFFF"/>
        <w:tabs>
          <w:tab w:val="left" w:pos="468"/>
        </w:tabs>
        <w:autoSpaceDE w:val="0"/>
        <w:autoSpaceDN w:val="0"/>
        <w:adjustRightInd w:val="0"/>
        <w:jc w:val="both"/>
        <w:rPr>
          <w:color w:val="000000"/>
          <w:spacing w:val="5"/>
          <w:szCs w:val="28"/>
        </w:rPr>
      </w:pPr>
    </w:p>
    <w:p w:rsidR="00832FE0" w:rsidRDefault="00832FE0" w:rsidP="00357C35">
      <w:pPr>
        <w:widowControl w:val="0"/>
        <w:shd w:val="clear" w:color="auto" w:fill="FFFFFF"/>
        <w:tabs>
          <w:tab w:val="left" w:pos="468"/>
        </w:tabs>
        <w:autoSpaceDE w:val="0"/>
        <w:autoSpaceDN w:val="0"/>
        <w:adjustRightInd w:val="0"/>
        <w:jc w:val="both"/>
        <w:rPr>
          <w:color w:val="000000"/>
          <w:spacing w:val="5"/>
          <w:szCs w:val="28"/>
        </w:rPr>
      </w:pPr>
    </w:p>
    <w:p w:rsidR="00832FE0" w:rsidRDefault="00832FE0" w:rsidP="00357C35">
      <w:pPr>
        <w:widowControl w:val="0"/>
        <w:shd w:val="clear" w:color="auto" w:fill="FFFFFF"/>
        <w:tabs>
          <w:tab w:val="left" w:pos="468"/>
        </w:tabs>
        <w:autoSpaceDE w:val="0"/>
        <w:autoSpaceDN w:val="0"/>
        <w:adjustRightInd w:val="0"/>
        <w:jc w:val="both"/>
        <w:rPr>
          <w:color w:val="000000"/>
          <w:spacing w:val="5"/>
          <w:szCs w:val="28"/>
        </w:rPr>
      </w:pPr>
    </w:p>
    <w:p w:rsidR="00832FE0" w:rsidRDefault="00832FE0" w:rsidP="00357C35">
      <w:pPr>
        <w:widowControl w:val="0"/>
        <w:shd w:val="clear" w:color="auto" w:fill="FFFFFF"/>
        <w:tabs>
          <w:tab w:val="left" w:pos="468"/>
        </w:tabs>
        <w:autoSpaceDE w:val="0"/>
        <w:autoSpaceDN w:val="0"/>
        <w:adjustRightInd w:val="0"/>
        <w:jc w:val="both"/>
        <w:rPr>
          <w:color w:val="000000"/>
          <w:spacing w:val="5"/>
          <w:szCs w:val="28"/>
        </w:rPr>
      </w:pPr>
    </w:p>
    <w:p w:rsidR="00832FE0" w:rsidRDefault="00832FE0" w:rsidP="00357C35">
      <w:pPr>
        <w:widowControl w:val="0"/>
        <w:shd w:val="clear" w:color="auto" w:fill="FFFFFF"/>
        <w:tabs>
          <w:tab w:val="left" w:pos="468"/>
        </w:tabs>
        <w:autoSpaceDE w:val="0"/>
        <w:autoSpaceDN w:val="0"/>
        <w:adjustRightInd w:val="0"/>
        <w:jc w:val="both"/>
        <w:rPr>
          <w:color w:val="000000"/>
          <w:spacing w:val="5"/>
          <w:szCs w:val="28"/>
        </w:rPr>
      </w:pPr>
    </w:p>
    <w:p w:rsidR="00832FE0" w:rsidRDefault="00832FE0" w:rsidP="00357C35">
      <w:pPr>
        <w:widowControl w:val="0"/>
        <w:shd w:val="clear" w:color="auto" w:fill="FFFFFF"/>
        <w:tabs>
          <w:tab w:val="left" w:pos="468"/>
        </w:tabs>
        <w:autoSpaceDE w:val="0"/>
        <w:autoSpaceDN w:val="0"/>
        <w:adjustRightInd w:val="0"/>
        <w:jc w:val="both"/>
        <w:rPr>
          <w:color w:val="000000"/>
          <w:spacing w:val="5"/>
          <w:szCs w:val="28"/>
        </w:rPr>
      </w:pPr>
    </w:p>
    <w:p w:rsidR="00832FE0" w:rsidRDefault="00832FE0" w:rsidP="00357C35">
      <w:pPr>
        <w:widowControl w:val="0"/>
        <w:shd w:val="clear" w:color="auto" w:fill="FFFFFF"/>
        <w:tabs>
          <w:tab w:val="left" w:pos="468"/>
        </w:tabs>
        <w:autoSpaceDE w:val="0"/>
        <w:autoSpaceDN w:val="0"/>
        <w:adjustRightInd w:val="0"/>
        <w:jc w:val="both"/>
        <w:rPr>
          <w:color w:val="000000"/>
          <w:spacing w:val="5"/>
          <w:szCs w:val="28"/>
        </w:rPr>
      </w:pPr>
    </w:p>
    <w:p w:rsidR="00832FE0" w:rsidRDefault="00832FE0" w:rsidP="00357C35">
      <w:pPr>
        <w:widowControl w:val="0"/>
        <w:shd w:val="clear" w:color="auto" w:fill="FFFFFF"/>
        <w:tabs>
          <w:tab w:val="left" w:pos="468"/>
        </w:tabs>
        <w:autoSpaceDE w:val="0"/>
        <w:autoSpaceDN w:val="0"/>
        <w:adjustRightInd w:val="0"/>
        <w:jc w:val="both"/>
        <w:rPr>
          <w:color w:val="000000"/>
          <w:spacing w:val="5"/>
          <w:szCs w:val="28"/>
        </w:rPr>
      </w:pPr>
    </w:p>
    <w:p w:rsidR="00832FE0" w:rsidRDefault="00832FE0" w:rsidP="00357C35">
      <w:pPr>
        <w:widowControl w:val="0"/>
        <w:shd w:val="clear" w:color="auto" w:fill="FFFFFF"/>
        <w:tabs>
          <w:tab w:val="left" w:pos="468"/>
        </w:tabs>
        <w:autoSpaceDE w:val="0"/>
        <w:autoSpaceDN w:val="0"/>
        <w:adjustRightInd w:val="0"/>
        <w:jc w:val="both"/>
        <w:rPr>
          <w:color w:val="000000"/>
          <w:spacing w:val="5"/>
          <w:szCs w:val="28"/>
        </w:rPr>
      </w:pPr>
    </w:p>
    <w:p w:rsidR="00832FE0" w:rsidRDefault="00832FE0" w:rsidP="00357C35">
      <w:pPr>
        <w:widowControl w:val="0"/>
        <w:shd w:val="clear" w:color="auto" w:fill="FFFFFF"/>
        <w:tabs>
          <w:tab w:val="left" w:pos="468"/>
        </w:tabs>
        <w:autoSpaceDE w:val="0"/>
        <w:autoSpaceDN w:val="0"/>
        <w:adjustRightInd w:val="0"/>
        <w:jc w:val="both"/>
        <w:rPr>
          <w:color w:val="000000"/>
          <w:spacing w:val="5"/>
          <w:szCs w:val="28"/>
        </w:rPr>
      </w:pPr>
    </w:p>
    <w:p w:rsidR="00832FE0" w:rsidRDefault="00832FE0" w:rsidP="00357C35">
      <w:pPr>
        <w:widowControl w:val="0"/>
        <w:shd w:val="clear" w:color="auto" w:fill="FFFFFF"/>
        <w:tabs>
          <w:tab w:val="left" w:pos="468"/>
        </w:tabs>
        <w:autoSpaceDE w:val="0"/>
        <w:autoSpaceDN w:val="0"/>
        <w:adjustRightInd w:val="0"/>
        <w:jc w:val="both"/>
        <w:rPr>
          <w:color w:val="000000"/>
          <w:spacing w:val="5"/>
          <w:szCs w:val="28"/>
        </w:rPr>
      </w:pPr>
    </w:p>
    <w:p w:rsidR="00832FE0" w:rsidRPr="00357C35" w:rsidRDefault="00832FE0" w:rsidP="00357C35">
      <w:pPr>
        <w:pStyle w:val="ParagraphStyle"/>
        <w:spacing w:before="240" w:after="240" w:line="264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5"/>
          <w:szCs w:val="28"/>
          <w:lang w:eastAsia="ru-RU"/>
        </w:rPr>
        <w:t xml:space="preserve">                                                 </w:t>
      </w:r>
      <w:r w:rsidRPr="00357C35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по обучению письму       1 класс</w:t>
      </w:r>
    </w:p>
    <w:p w:rsidR="00832FE0" w:rsidRDefault="00832FE0" w:rsidP="00357C35">
      <w:pPr>
        <w:widowControl w:val="0"/>
        <w:shd w:val="clear" w:color="auto" w:fill="FFFFFF"/>
        <w:tabs>
          <w:tab w:val="left" w:pos="468"/>
        </w:tabs>
        <w:autoSpaceDE w:val="0"/>
        <w:autoSpaceDN w:val="0"/>
        <w:adjustRightInd w:val="0"/>
        <w:jc w:val="both"/>
        <w:rPr>
          <w:color w:val="000000"/>
          <w:spacing w:val="5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3"/>
        <w:gridCol w:w="1128"/>
        <w:gridCol w:w="1347"/>
        <w:gridCol w:w="9360"/>
        <w:gridCol w:w="2328"/>
      </w:tblGrid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5"/>
                <w:szCs w:val="28"/>
              </w:rPr>
            </w:pPr>
            <w:r w:rsidRPr="006F0B7A">
              <w:rPr>
                <w:b/>
                <w:color w:val="000000"/>
                <w:spacing w:val="5"/>
                <w:szCs w:val="28"/>
              </w:rPr>
              <w:t>№ урока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5"/>
                <w:szCs w:val="28"/>
              </w:rPr>
            </w:pPr>
            <w:r w:rsidRPr="006F0B7A">
              <w:rPr>
                <w:b/>
                <w:color w:val="000000"/>
                <w:spacing w:val="5"/>
                <w:szCs w:val="28"/>
              </w:rPr>
              <w:t>№урока в теме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5"/>
                <w:szCs w:val="28"/>
              </w:rPr>
            </w:pPr>
            <w:r w:rsidRPr="006F0B7A">
              <w:rPr>
                <w:b/>
                <w:color w:val="000000"/>
                <w:spacing w:val="5"/>
                <w:szCs w:val="28"/>
              </w:rPr>
              <w:t xml:space="preserve">      дата</w:t>
            </w: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5"/>
                <w:szCs w:val="28"/>
              </w:rPr>
            </w:pPr>
            <w:r w:rsidRPr="006F0B7A">
              <w:rPr>
                <w:b/>
                <w:color w:val="000000"/>
                <w:spacing w:val="5"/>
                <w:szCs w:val="28"/>
              </w:rPr>
              <w:t xml:space="preserve">                                     Тема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5"/>
                <w:szCs w:val="28"/>
              </w:rPr>
            </w:pPr>
            <w:r w:rsidRPr="006F0B7A">
              <w:rPr>
                <w:b/>
                <w:color w:val="000000"/>
                <w:spacing w:val="5"/>
                <w:szCs w:val="28"/>
              </w:rPr>
              <w:t xml:space="preserve"> Виды и формы       контроля</w:t>
            </w: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 xml:space="preserve">                </w:t>
            </w:r>
            <w:r w:rsidRPr="006F0B7A">
              <w:rPr>
                <w:b/>
                <w:color w:val="000000"/>
                <w:spacing w:val="5"/>
                <w:szCs w:val="28"/>
              </w:rPr>
              <w:t>Тетрадь №1 «Рисуй, думай, рассказывай» - 29ч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sz w:val="22"/>
                <w:szCs w:val="22"/>
              </w:rPr>
              <w:t>Подготовка к письму: ориентировка на рабочей строке, обведение по образцу (с. 3-5)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</w:rPr>
              <w:t>«На уроке»: раскрашивание, обведение фигуры по контуру (стр.6-7)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3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3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</w:rPr>
              <w:t>«Большие и маленькие»: сравнение, обведение, раскрашивание (с. 8–9)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4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4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>«Сравни». Обведение предметов по линиям  (с. 10–11)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5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5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>«Направление» Обозначение на письме указательных жестов стрелкой (стр.12-13)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6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6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>«Чем похожи?» Логические и ассоциативные упражнения  (с. 14–15)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7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7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>«Найди пару» Логические и ассоциативные упражнения  (стр.16-18)</w:t>
            </w:r>
          </w:p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8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8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 xml:space="preserve"> «Целое и часть». Написание линий, различных по величине  (с. 19-21)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9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9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>«Целое и часть». Знакомство с симметрией  (стр.22-23)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10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10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 xml:space="preserve"> «Овал»: обведение, раскрашивание, «оживление» овалов  (с. 24–25)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11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11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 xml:space="preserve"> «Веселые превращения». Обведение и штриховка. Написание элементов букв по стрелкам </w:t>
            </w:r>
          </w:p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>(с. 26–28)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12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12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 xml:space="preserve"> «В магазине одежды». Штриховка, обведение. Элементы печатных букв  (с. 29-31)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13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13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>«Контуры и силуэты». Штриховка, обведение непрерываемых линий  (с. 32–33)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14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14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 xml:space="preserve"> «Морские </w:t>
            </w:r>
            <w:r w:rsidRPr="006F0B7A"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путешествия».</w:t>
            </w: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 xml:space="preserve"> Штриховка, безотрывные линии, звуковая ориентировка в слове. </w:t>
            </w:r>
          </w:p>
          <w:p w:rsidR="00832FE0" w:rsidRPr="006F0B7A" w:rsidRDefault="00832FE0" w:rsidP="006F0B7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>(с. 34–35)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15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15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 xml:space="preserve"> «Мы рисуем». Обведение, штриховка, преобразование овалов в предметы  (с. 36–37)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16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16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>«Под грибом». Письмо элементов печатных букв  (с. 38–39)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17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17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>«Мы – спортсмены» Установление соответствий  (с. 40–41)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18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18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>«Сравни и подумай». Штриховка, обведение. (с. 42–43)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19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19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>«Рассмотри и расскажи». Раскрашивание, штриховка, обведение  (с. 44–45)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20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20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 xml:space="preserve"> «Распиши посуду». Печатание элементов букв. Раскрашивание  (с. 46–47)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21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21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>«Расшитые полотенца». Написание прямых линий по пунктирам  (с. 48–49)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22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22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>«Прогулка в парк». Печатание элементов букв  (с. 50–51)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23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23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>«Подбери пару» (с. 52-53)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24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24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>«Сравни и подумай». Письмо элементов письменных букв. Обведение образцов  (с. 54–55)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25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25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>«Догадайся». Письмо элементов письменных букв (строчных и заглавных)  (с. 56–57)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26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26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>«Ремонтная мастерская». Письмо элементов письменных букв  (с. 58–59)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27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27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>«Проверь себя»  (с. 60-61)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28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28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>«Проверь себя». Письмо элементов письменных букв и безотрывных линий  (с.62-63)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29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29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>Отработка написания элементов письменных букв и безотрывных линий.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jc w:val="center"/>
              <w:rPr>
                <w:b/>
                <w:sz w:val="28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 xml:space="preserve"> </w:t>
            </w:r>
            <w:r w:rsidRPr="006F0B7A">
              <w:rPr>
                <w:b/>
                <w:sz w:val="28"/>
                <w:szCs w:val="28"/>
              </w:rPr>
              <w:t>Пропись «Мой алфавит» часть 1 – 31ч</w:t>
            </w:r>
          </w:p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30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AD748A">
            <w:pPr>
              <w:contextualSpacing/>
              <w:rPr>
                <w:bCs/>
              </w:rPr>
            </w:pPr>
            <w:r w:rsidRPr="006F0B7A">
              <w:rPr>
                <w:bCs/>
              </w:rPr>
              <w:t>Алфавит. Элементы букв  (с.3-5)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31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AD748A">
            <w:pPr>
              <w:contextualSpacing/>
              <w:rPr>
                <w:bCs/>
              </w:rPr>
            </w:pPr>
            <w:r w:rsidRPr="006F0B7A">
              <w:rPr>
                <w:bCs/>
              </w:rPr>
              <w:t>Звуковой анализ слов со звуками [а], Буквы Аа  (с.6-7)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32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3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AD748A">
            <w:pPr>
              <w:contextualSpacing/>
            </w:pPr>
            <w:r w:rsidRPr="006F0B7A">
              <w:rPr>
                <w:bCs/>
              </w:rPr>
              <w:t>Звуковой анализ слов со звуками [о], Буквы Оо,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33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4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AD748A">
            <w:pPr>
              <w:contextualSpacing/>
            </w:pPr>
            <w:r w:rsidRPr="006F0B7A">
              <w:rPr>
                <w:bCs/>
              </w:rPr>
              <w:t>Звук (у), буква Уу.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34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5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AD748A">
            <w:pPr>
              <w:contextualSpacing/>
              <w:rPr>
                <w:bCs/>
              </w:rPr>
            </w:pPr>
            <w:r w:rsidRPr="006F0B7A">
              <w:rPr>
                <w:bCs/>
              </w:rPr>
              <w:t xml:space="preserve">Звук [и], буквы Ии. 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35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6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AD748A">
            <w:pPr>
              <w:contextualSpacing/>
              <w:rPr>
                <w:bCs/>
              </w:rPr>
            </w:pPr>
            <w:r w:rsidRPr="006F0B7A">
              <w:rPr>
                <w:bCs/>
              </w:rPr>
              <w:t>Звук [ы], буква ы.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36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7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873388" w:rsidRDefault="00832FE0" w:rsidP="00AD748A">
            <w:pPr>
              <w:contextualSpacing/>
            </w:pPr>
            <w:r>
              <w:t xml:space="preserve">Звук </w:t>
            </w:r>
            <w:r w:rsidRPr="00873388">
              <w:t>[</w:t>
            </w:r>
            <w:r>
              <w:t>э</w:t>
            </w:r>
            <w:r w:rsidRPr="00873388">
              <w:t>]</w:t>
            </w:r>
            <w:r>
              <w:t>, б</w:t>
            </w:r>
            <w:r w:rsidRPr="004E180C">
              <w:t>уква Э</w:t>
            </w:r>
            <w:r>
              <w:t>,э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37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8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Default="00832FE0" w:rsidP="00AD748A">
            <w:pPr>
              <w:contextualSpacing/>
            </w:pPr>
            <w:r>
              <w:t>Повторение изученного. Буквенная мозаика.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38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9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Default="00832FE0" w:rsidP="00AD748A">
            <w:pPr>
              <w:contextualSpacing/>
            </w:pPr>
            <w:r>
              <w:t>Звуки [м] [м'] , буквы   Мм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39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10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AD748A">
            <w:pPr>
              <w:contextualSpacing/>
            </w:pPr>
            <w:r w:rsidRPr="006F0B7A">
              <w:rPr>
                <w:bCs/>
              </w:rPr>
              <w:t xml:space="preserve">Звуки [с] [с`], буквы Сс. 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40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11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AD748A">
            <w:pPr>
              <w:contextualSpacing/>
            </w:pPr>
            <w:r>
              <w:t>Повторение. Письмо изученных букв.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41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12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>
              <w:t xml:space="preserve">Звуки </w:t>
            </w:r>
            <w:r w:rsidRPr="00873388">
              <w:t>[</w:t>
            </w:r>
            <w:r>
              <w:t>н</w:t>
            </w:r>
            <w:r w:rsidRPr="00873388">
              <w:t>]</w:t>
            </w:r>
            <w:r>
              <w:t xml:space="preserve"> </w:t>
            </w:r>
            <w:r w:rsidRPr="00873388">
              <w:t>[</w:t>
            </w:r>
            <w:r>
              <w:t>н</w:t>
            </w:r>
            <w:r w:rsidRPr="00873388">
              <w:t>’]</w:t>
            </w:r>
            <w:r>
              <w:t>, буквы Нн. Письмо слогов, слов и предложений.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42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13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AD748A">
            <w:pPr>
              <w:contextualSpacing/>
            </w:pPr>
            <w:r>
              <w:t>Звуки [л] [л`].  Буквы</w:t>
            </w:r>
            <w:r w:rsidRPr="004E180C">
              <w:t xml:space="preserve"> Л</w:t>
            </w:r>
            <w:r>
              <w:t>л.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43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14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AD748A">
            <w:pPr>
              <w:contextualSpacing/>
            </w:pPr>
            <w:r w:rsidRPr="004E180C">
              <w:t xml:space="preserve">Закрепление </w:t>
            </w:r>
            <w:r>
              <w:t xml:space="preserve">написания </w:t>
            </w:r>
            <w:r w:rsidRPr="004E180C">
              <w:t xml:space="preserve">изученных букв. 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44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15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AD748A">
            <w:pPr>
              <w:contextualSpacing/>
            </w:pPr>
            <w:r>
              <w:t>Звуки [т] [т`].  Буквы</w:t>
            </w:r>
            <w:r w:rsidRPr="004E180C">
              <w:t xml:space="preserve"> Тт. 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45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16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4E180C">
              <w:t xml:space="preserve">Закрепление </w:t>
            </w:r>
            <w:r>
              <w:t xml:space="preserve">написания </w:t>
            </w:r>
            <w:r w:rsidRPr="004E180C">
              <w:t xml:space="preserve">изученных букв. </w:t>
            </w:r>
            <w:r>
              <w:t>Составление и запись предложений.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46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17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655E49">
            <w:pPr>
              <w:contextualSpacing/>
            </w:pPr>
            <w:r>
              <w:t xml:space="preserve">Звуки [к]  [к`].  Буквы Кк. 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47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18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655E49">
            <w:pPr>
              <w:contextualSpacing/>
            </w:pPr>
            <w:r>
              <w:t xml:space="preserve">Повторение. </w:t>
            </w:r>
            <w:r w:rsidRPr="004E180C">
              <w:t>Письмо изученных строчных и заглавных букв</w:t>
            </w:r>
            <w:r>
              <w:t>, слогов, слов.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48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19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655E49">
            <w:pPr>
              <w:contextualSpacing/>
            </w:pPr>
            <w:r w:rsidRPr="006F0B7A">
              <w:rPr>
                <w:bCs/>
              </w:rPr>
              <w:t>Запись слов и предложений с изученными буквами.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49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20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655E49">
            <w:pPr>
              <w:contextualSpacing/>
            </w:pPr>
            <w:r>
              <w:t>Звуки [р] [р`].  Буквы Рр.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50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21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bCs/>
              </w:rPr>
              <w:t>Запись слов и предложений с изученными буквами.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51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22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>
              <w:t>Звуки [в] [в`].  Буквы Вв.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52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23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655E49">
            <w:pPr>
              <w:contextualSpacing/>
            </w:pPr>
            <w:r>
              <w:t>Звуки [п] [п`].  Буквы Пп.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53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24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655E49">
            <w:pPr>
              <w:contextualSpacing/>
            </w:pPr>
            <w:r>
              <w:t>Звуки [г] [г`].  Буквы Гг.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54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25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655E49">
            <w:pPr>
              <w:contextualSpacing/>
            </w:pPr>
            <w:r>
              <w:t xml:space="preserve">Написание слов и предложений с изученными буквами. 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55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26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Закрепление. Написание слов и предложений с изученными буквами.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56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27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A966E5">
            <w:pPr>
              <w:contextualSpacing/>
            </w:pPr>
            <w:r>
              <w:t>Буквы Е</w:t>
            </w:r>
            <w:r w:rsidRPr="004E180C">
              <w:t xml:space="preserve">е </w:t>
            </w:r>
            <w:r>
              <w:t>(</w:t>
            </w:r>
            <w:r w:rsidRPr="004E180C">
              <w:t>строчная и заглавная</w:t>
            </w:r>
            <w:r>
              <w:t>)</w:t>
            </w:r>
            <w:r w:rsidRPr="004E180C">
              <w:t xml:space="preserve">. 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57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28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A966E5">
            <w:pPr>
              <w:contextualSpacing/>
            </w:pPr>
            <w:r>
              <w:t>Буквы Ё</w:t>
            </w:r>
            <w:r w:rsidRPr="004E180C">
              <w:t xml:space="preserve">ё </w:t>
            </w:r>
            <w:r>
              <w:t>(</w:t>
            </w:r>
            <w:r w:rsidRPr="004E180C">
              <w:t>строчная и заглавная</w:t>
            </w:r>
            <w:r>
              <w:t>)</w:t>
            </w:r>
            <w:r w:rsidRPr="004E180C">
              <w:t xml:space="preserve">. 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58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29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A966E5">
            <w:pPr>
              <w:contextualSpacing/>
            </w:pPr>
            <w:r>
              <w:t>Заглавные Е, Ё. Закрепление изученного.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59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30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Закрепление. Написание слов и предложений с изученными буквами.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60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31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Закрепление изученного.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jc w:val="center"/>
              <w:rPr>
                <w:b/>
                <w:sz w:val="28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 xml:space="preserve">  </w:t>
            </w:r>
            <w:r w:rsidRPr="006F0B7A">
              <w:rPr>
                <w:b/>
                <w:sz w:val="28"/>
                <w:szCs w:val="28"/>
              </w:rPr>
              <w:t>Пропись «Мой алфавит» часть 2 – 38ч</w:t>
            </w:r>
          </w:p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61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7D2551" w:rsidRDefault="00832FE0" w:rsidP="00A966E5">
            <w:pPr>
              <w:contextualSpacing/>
            </w:pPr>
            <w:r>
              <w:t>Звуки [б] [б`].  Буквы Бб.</w:t>
            </w:r>
            <w:r w:rsidRPr="004E180C">
              <w:t xml:space="preserve"> 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62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A966E5">
            <w:pPr>
              <w:contextualSpacing/>
            </w:pPr>
            <w:r>
              <w:t>Звуки [з] [з`].  Буквы Зз.</w:t>
            </w:r>
            <w:r w:rsidRPr="004E180C">
              <w:t xml:space="preserve"> </w:t>
            </w:r>
            <w:r>
              <w:t>Письмо слов и предложений.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63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3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A966E5" w:rsidRDefault="00832FE0" w:rsidP="00A966E5">
            <w:pPr>
              <w:contextualSpacing/>
            </w:pPr>
            <w:r w:rsidRPr="004E180C">
              <w:t>Упражнения в написании слов с изученными буквами.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64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4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A966E5">
            <w:pPr>
              <w:contextualSpacing/>
            </w:pPr>
            <w:r w:rsidRPr="004E180C">
              <w:t>Упражнения в написании слов с изученными буквами.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65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5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A966E5">
            <w:r>
              <w:t xml:space="preserve">Закрепление. </w:t>
            </w:r>
            <w:r w:rsidRPr="004E180C">
              <w:t>Списывание</w:t>
            </w:r>
            <w:r>
              <w:t xml:space="preserve"> с печатного текста.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66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6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A966E5">
            <w:pPr>
              <w:contextualSpacing/>
            </w:pPr>
            <w:r>
              <w:t>Звуки [д]  [д`].  Буквы Дд.</w:t>
            </w:r>
            <w:r w:rsidRPr="004E180C">
              <w:t xml:space="preserve"> </w:t>
            </w:r>
            <w:r>
              <w:t>Письмо слов.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67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7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A966E5">
            <w:pPr>
              <w:contextualSpacing/>
            </w:pPr>
            <w:r>
              <w:t>Звук [ж] .  Буквы Жж.</w:t>
            </w:r>
            <w:r w:rsidRPr="004E180C">
              <w:t xml:space="preserve"> </w:t>
            </w:r>
            <w:r>
              <w:t>Запись слов и предложений.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68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8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A966E5">
            <w:pPr>
              <w:contextualSpacing/>
            </w:pPr>
            <w:r w:rsidRPr="006F0B7A">
              <w:rPr>
                <w:bCs/>
              </w:rPr>
              <w:t>Закрепление</w:t>
            </w:r>
            <w:r w:rsidRPr="004E180C">
              <w:t xml:space="preserve"> </w:t>
            </w:r>
            <w:r>
              <w:t xml:space="preserve">написания </w:t>
            </w:r>
            <w:r w:rsidRPr="004E180C">
              <w:t>изученных букв. Буквенная мозаика.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69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9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A966E5">
            <w:pPr>
              <w:contextualSpacing/>
            </w:pPr>
            <w:r w:rsidRPr="004E180C">
              <w:t>Контрольное списывание.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70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10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Закрепление изученного.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71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11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AF78E9">
            <w:pPr>
              <w:contextualSpacing/>
            </w:pPr>
            <w:r w:rsidRPr="006F0B7A">
              <w:rPr>
                <w:bCs/>
              </w:rPr>
              <w:t>Буква Я.</w:t>
            </w:r>
            <w:r>
              <w:t>Запись слов с йотированной гласной я.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72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12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AF78E9">
            <w:pPr>
              <w:contextualSpacing/>
            </w:pPr>
            <w:r w:rsidRPr="006F0B7A">
              <w:rPr>
                <w:bCs/>
              </w:rPr>
              <w:t>Буква Я после согласных. Запись слов, предложений.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73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13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AF78E9">
            <w:pPr>
              <w:contextualSpacing/>
            </w:pPr>
            <w:r w:rsidRPr="006F0B7A">
              <w:rPr>
                <w:bCs/>
              </w:rPr>
              <w:t>Буквы а — я, о — ё, ы — и. Запись слов, предложений.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74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14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Закрепление изученного.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75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15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Закрепление изученного.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76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16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8F2EE4" w:rsidRDefault="00832FE0" w:rsidP="008F2EE4">
            <w:pPr>
              <w:contextualSpacing/>
            </w:pPr>
            <w:r>
              <w:t>Звуки [х]  [х`].  Буквы Хх.</w:t>
            </w:r>
            <w:r w:rsidRPr="004E180C">
              <w:t xml:space="preserve"> 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rPr>
          <w:trHeight w:val="278"/>
        </w:trPr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77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17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8F2EE4">
            <w:pPr>
              <w:contextualSpacing/>
            </w:pPr>
            <w:r w:rsidRPr="004E180C">
              <w:t xml:space="preserve">Мягкий знак. Запись слов с «ь».  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78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18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8F2EE4">
            <w:pPr>
              <w:contextualSpacing/>
            </w:pPr>
            <w:r w:rsidRPr="006F0B7A">
              <w:rPr>
                <w:color w:val="000000"/>
                <w:spacing w:val="5"/>
                <w:szCs w:val="28"/>
              </w:rPr>
              <w:t>Закрепление изученного.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79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19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8F2EE4">
            <w:pPr>
              <w:contextualSpacing/>
            </w:pPr>
            <w:r>
              <w:t>Буква й.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80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20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132C4F">
            <w:pPr>
              <w:contextualSpacing/>
            </w:pPr>
            <w:r w:rsidRPr="004E180C">
              <w:t>Списывание слов и предложений</w:t>
            </w:r>
            <w:r>
              <w:t>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81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21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132C4F">
            <w:pPr>
              <w:contextualSpacing/>
            </w:pPr>
            <w:r w:rsidRPr="006F0B7A">
              <w:rPr>
                <w:bCs/>
              </w:rPr>
              <w:t>Буквы Юю</w:t>
            </w:r>
            <w:r w:rsidRPr="004E180C">
              <w:t xml:space="preserve">. 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82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22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132C4F">
            <w:pPr>
              <w:contextualSpacing/>
            </w:pPr>
            <w:r>
              <w:t>Б</w:t>
            </w:r>
            <w:r w:rsidRPr="004E180C">
              <w:t>укв</w:t>
            </w:r>
            <w:r>
              <w:t>а</w:t>
            </w:r>
            <w:r w:rsidRPr="004E180C">
              <w:t xml:space="preserve"> ю </w:t>
            </w:r>
            <w:r>
              <w:t>после согласных. Запись слов, предложений.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83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23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132C4F">
            <w:pPr>
              <w:contextualSpacing/>
            </w:pPr>
            <w:r>
              <w:t>Письмо слогов и слов, имеющих мягкие и твердые согл. звуки. Буквенная мозаика.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84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24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132C4F">
            <w:pPr>
              <w:contextualSpacing/>
            </w:pPr>
            <w:r w:rsidRPr="006F0B7A">
              <w:rPr>
                <w:bCs/>
              </w:rPr>
              <w:t>Закрепление пройденного.</w:t>
            </w:r>
            <w:r w:rsidRPr="004E180C">
              <w:t xml:space="preserve"> Буквы е, ё и ю, я как показатели мягкости предшествующего согласного звука.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85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25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132C4F">
            <w:pPr>
              <w:contextualSpacing/>
            </w:pPr>
            <w:r>
              <w:t>Самостоятельная работа. Списывание слов и предложений по памяти.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86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26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132C4F">
            <w:pPr>
              <w:contextualSpacing/>
            </w:pPr>
            <w:r>
              <w:t>Звук [ш].  Буквы Шш.</w:t>
            </w:r>
            <w:r w:rsidRPr="004E180C">
              <w:t xml:space="preserve"> 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87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27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132C4F">
            <w:pPr>
              <w:contextualSpacing/>
              <w:rPr>
                <w:bCs/>
              </w:rPr>
            </w:pPr>
            <w:r w:rsidRPr="004E180C">
              <w:t xml:space="preserve">Правописание сочетаний жи — ши. 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88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28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132C4F">
            <w:pPr>
              <w:contextualSpacing/>
            </w:pPr>
            <w:r>
              <w:t>Звук [ч].  Буквы Чч.</w:t>
            </w:r>
            <w:r w:rsidRPr="004E180C">
              <w:t xml:space="preserve"> 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89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29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132C4F">
            <w:pPr>
              <w:contextualSpacing/>
            </w:pPr>
            <w:r w:rsidRPr="006F0B7A">
              <w:rPr>
                <w:bCs/>
              </w:rPr>
              <w:t>Закрепление пройденного.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90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30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392B54">
            <w:pPr>
              <w:contextualSpacing/>
            </w:pPr>
            <w:r>
              <w:t>Письмо предложений с изученными буквами.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91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31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392B54">
            <w:pPr>
              <w:contextualSpacing/>
            </w:pPr>
            <w:r>
              <w:t>Звук [щ].  Буквы Щщ.</w:t>
            </w:r>
            <w:r w:rsidRPr="004E180C">
              <w:t xml:space="preserve"> 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92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32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392B54">
            <w:pPr>
              <w:contextualSpacing/>
            </w:pPr>
            <w:r>
              <w:t>Письмо слов и предложений с изученными буквами.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93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33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392B54">
            <w:pPr>
              <w:contextualSpacing/>
            </w:pPr>
            <w:r>
              <w:t>Звук [ц].  Буквы Цц.</w:t>
            </w:r>
            <w:r w:rsidRPr="004E180C">
              <w:t xml:space="preserve"> 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94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34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392B54">
            <w:pPr>
              <w:contextualSpacing/>
            </w:pPr>
            <w:r>
              <w:t>Звук [ф] [ф'] .  Буквы Фф.</w:t>
            </w:r>
            <w:r w:rsidRPr="004E180C">
              <w:t xml:space="preserve"> 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95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35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392B54">
            <w:pPr>
              <w:contextualSpacing/>
            </w:pPr>
            <w:r w:rsidRPr="006F0B7A">
              <w:rPr>
                <w:bCs/>
              </w:rPr>
              <w:t>Повторение изученных букв.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96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36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392B54">
            <w:pPr>
              <w:contextualSpacing/>
            </w:pPr>
            <w:r>
              <w:t>Буква Ъ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97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37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392B54">
            <w:pPr>
              <w:contextualSpacing/>
            </w:pPr>
            <w:r>
              <w:t>Разделительные Ь и Ъ знаки.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98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38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4E180C" w:rsidRDefault="00832FE0" w:rsidP="00392B54">
            <w:pPr>
              <w:contextualSpacing/>
            </w:pPr>
            <w:r w:rsidRPr="004E180C">
              <w:t>Упражнения в написании слов с изученными буквами.</w:t>
            </w:r>
            <w:r>
              <w:t xml:space="preserve"> 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392B54">
            <w:pPr>
              <w:contextualSpacing/>
              <w:rPr>
                <w:b/>
              </w:rPr>
            </w:pPr>
            <w:r w:rsidRPr="006F0B7A">
              <w:rPr>
                <w:b/>
              </w:rPr>
              <w:t xml:space="preserve">                                             «Пиши красиво» - 19ч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99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sz w:val="22"/>
                <w:szCs w:val="22"/>
              </w:rPr>
              <w:t>Алфавит. Повторение изученных букв (с.5-7)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100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2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</w:rPr>
              <w:t>Упражнения в написании слов и предложений с изученными буквами (с.8-10)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101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3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Написание слов с элементом – прямая линия с закруглением вверху и внизу (с.11-14)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102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4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Написание слов с элементом «петля» (с.15-17)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103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5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Написание слов с элементом «петля» (с.18-19)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104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6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Написание слов с элементом «овал» (с.20-22)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105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7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777151">
              <w:t xml:space="preserve">Упражнения </w:t>
            </w:r>
            <w:r>
              <w:t xml:space="preserve">в написании слов и предложений </w:t>
            </w:r>
            <w:r w:rsidRPr="00777151">
              <w:t>с изученными буквами</w:t>
            </w:r>
            <w:r>
              <w:t xml:space="preserve"> (с.23-25)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106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8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Написание слов и предложений с буквами Ее (с.26-28)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107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9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Написание слов и предложений с буквами ь,ъ,ы (с.29-31)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108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10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Отработка написания заглавных букв с элементом – длинная наклонная линия с закруглением (с.32-34)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109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11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Отработка написания заглавных букв с элементом – длинная наклонная линия с закруглением (с.35-37)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110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12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777151">
              <w:t xml:space="preserve">Упражнения </w:t>
            </w:r>
            <w:r>
              <w:t xml:space="preserve">в написании слов и предложений </w:t>
            </w:r>
            <w:r w:rsidRPr="00777151">
              <w:t>с изученными буквами</w:t>
            </w:r>
            <w:r>
              <w:t xml:space="preserve"> (с.38-39)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111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13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Отработка написания заглавных букв с элементом «петля» (с.40-43)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112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14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Отработка написания заглавных букв с элементом «петля» (с.44-46)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113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15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Отработка навыка в составлении и записи предложений (с.47-49)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114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16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Письмо слов с буквами, обозначающими мягкость предшествующего согласного (с.50-53)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115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17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Письмо слов и предложений с буквосочетаниями жи-ши (с.54-55)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116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18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Письмо слов и предложений с разделительными Ь иЪ (с.56-58)</w:t>
            </w: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  <w:tr w:rsidR="00832FE0" w:rsidTr="006F0B7A">
        <w:tc>
          <w:tcPr>
            <w:tcW w:w="873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117</w:t>
            </w:r>
          </w:p>
        </w:tc>
        <w:tc>
          <w:tcPr>
            <w:tcW w:w="11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  <w:r w:rsidRPr="006F0B7A">
              <w:rPr>
                <w:color w:val="000000"/>
                <w:spacing w:val="5"/>
                <w:szCs w:val="28"/>
              </w:rPr>
              <w:t>19</w:t>
            </w:r>
          </w:p>
        </w:tc>
        <w:tc>
          <w:tcPr>
            <w:tcW w:w="1347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9360" w:type="dxa"/>
          </w:tcPr>
          <w:p w:rsidR="00832FE0" w:rsidRPr="006F0B7A" w:rsidRDefault="00832FE0" w:rsidP="006F0B7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0B7A">
              <w:rPr>
                <w:rFonts w:ascii="Times New Roman" w:hAnsi="Times New Roman" w:cs="Times New Roman"/>
                <w:sz w:val="22"/>
                <w:szCs w:val="22"/>
              </w:rPr>
              <w:t>Оформление предложений в тексте. Заглавная буква в именах собственных (с.59-62)</w:t>
            </w:r>
          </w:p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  <w:tc>
          <w:tcPr>
            <w:tcW w:w="2328" w:type="dxa"/>
          </w:tcPr>
          <w:p w:rsidR="00832FE0" w:rsidRPr="006F0B7A" w:rsidRDefault="00832FE0" w:rsidP="006F0B7A">
            <w:pPr>
              <w:widowControl w:val="0"/>
              <w:tabs>
                <w:tab w:val="left" w:pos="468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  <w:szCs w:val="28"/>
              </w:rPr>
            </w:pPr>
          </w:p>
        </w:tc>
      </w:tr>
    </w:tbl>
    <w:p w:rsidR="00832FE0" w:rsidRPr="00696BB1" w:rsidRDefault="00832FE0" w:rsidP="00357C35">
      <w:pPr>
        <w:widowControl w:val="0"/>
        <w:shd w:val="clear" w:color="auto" w:fill="FFFFFF"/>
        <w:tabs>
          <w:tab w:val="left" w:pos="468"/>
        </w:tabs>
        <w:autoSpaceDE w:val="0"/>
        <w:autoSpaceDN w:val="0"/>
        <w:adjustRightInd w:val="0"/>
        <w:jc w:val="both"/>
        <w:rPr>
          <w:color w:val="000000"/>
          <w:szCs w:val="28"/>
        </w:rPr>
        <w:sectPr w:rsidR="00832FE0" w:rsidRPr="00696BB1" w:rsidSect="0096573E">
          <w:pgSz w:w="16838" w:h="11906" w:orient="landscape" w:code="9"/>
          <w:pgMar w:top="1134" w:right="567" w:bottom="1134" w:left="567" w:header="709" w:footer="709" w:gutter="0"/>
          <w:cols w:space="708"/>
          <w:titlePg/>
          <w:docGrid w:linePitch="360"/>
        </w:sectPr>
      </w:pPr>
    </w:p>
    <w:p w:rsidR="00832FE0" w:rsidRDefault="00832FE0" w:rsidP="009F3949">
      <w:pPr>
        <w:jc w:val="center"/>
        <w:rPr>
          <w:b/>
        </w:rPr>
      </w:pPr>
      <w:r w:rsidRPr="00430144">
        <w:rPr>
          <w:b/>
        </w:rPr>
        <w:t>Место курса «Русский язык» в учебном плане</w:t>
      </w:r>
    </w:p>
    <w:p w:rsidR="00832FE0" w:rsidRPr="00430144" w:rsidRDefault="00832FE0" w:rsidP="009F3949">
      <w:pPr>
        <w:jc w:val="center"/>
        <w:rPr>
          <w:b/>
        </w:rPr>
      </w:pPr>
    </w:p>
    <w:p w:rsidR="00832FE0" w:rsidRPr="00677322" w:rsidRDefault="00832FE0" w:rsidP="009F3949">
      <w:pPr>
        <w:ind w:firstLine="240"/>
        <w:jc w:val="both"/>
        <w:rPr>
          <w:b/>
          <w:i/>
        </w:rPr>
      </w:pPr>
      <w:r w:rsidRPr="00430144">
        <w:rPr>
          <w:b/>
        </w:rPr>
        <w:t>В 1 классе</w:t>
      </w:r>
      <w:r w:rsidRPr="00430144">
        <w:t xml:space="preserve"> — </w:t>
      </w:r>
      <w:r w:rsidRPr="00430144">
        <w:rPr>
          <w:b/>
        </w:rPr>
        <w:t>165 ч</w:t>
      </w:r>
      <w:r w:rsidRPr="00430144">
        <w:t xml:space="preserve"> (5 ч в неделю, 33 учебные недели): из них </w:t>
      </w:r>
      <w:r>
        <w:rPr>
          <w:b/>
        </w:rPr>
        <w:t>117</w:t>
      </w:r>
      <w:r w:rsidRPr="00430144">
        <w:rPr>
          <w:b/>
        </w:rPr>
        <w:t xml:space="preserve"> ч</w:t>
      </w:r>
      <w:r w:rsidRPr="00430144">
        <w:t xml:space="preserve"> (23 учебные недели) отводится урокам обучения письму в период обучения грамоте</w:t>
      </w:r>
      <w:r>
        <w:t xml:space="preserve"> </w:t>
      </w:r>
      <w:r w:rsidRPr="00430144">
        <w:t xml:space="preserve">и </w:t>
      </w:r>
      <w:r>
        <w:rPr>
          <w:b/>
        </w:rPr>
        <w:t>48</w:t>
      </w:r>
      <w:r w:rsidRPr="00430144">
        <w:rPr>
          <w:b/>
        </w:rPr>
        <w:t xml:space="preserve"> ч </w:t>
      </w:r>
      <w:r w:rsidRPr="00430144">
        <w:t>(10 учебных недель) —урокам русского языка.</w:t>
      </w:r>
    </w:p>
    <w:p w:rsidR="00832FE0" w:rsidRDefault="00832FE0" w:rsidP="009F3949"/>
    <w:p w:rsidR="00832FE0" w:rsidRPr="00CF5EF5" w:rsidRDefault="00832FE0" w:rsidP="009F3949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CF5EF5">
        <w:rPr>
          <w:color w:val="000000"/>
        </w:rPr>
        <w:t xml:space="preserve">Рабочая программа по русскому языку разработана на основе </w:t>
      </w:r>
      <w:r w:rsidRPr="004574D9">
        <w:t xml:space="preserve">Федерального государственного образовательного стандарта начального общего образования, </w:t>
      </w:r>
      <w:r>
        <w:t xml:space="preserve">национальной образовательной инициативы </w:t>
      </w:r>
      <w:r w:rsidRPr="004574D9">
        <w:t xml:space="preserve">Концепции духовно-нравственного развития и воспитания личности гражданина России, </w:t>
      </w:r>
      <w:r w:rsidRPr="004625A4">
        <w:t>Фундаментального ядра содержания общего образования, планируемых результатов начального общего образования,</w:t>
      </w:r>
      <w:r w:rsidRPr="00CF5EF5">
        <w:rPr>
          <w:color w:val="000000"/>
        </w:rPr>
        <w:t xml:space="preserve"> Примерной образовательной программы начального общего образования, авторских программ В. Г. Горецкого «Обучение грамоте» и В. П. Канакиной «Русский язык»,  </w:t>
      </w:r>
    </w:p>
    <w:p w:rsidR="00832FE0" w:rsidRPr="004574D9" w:rsidRDefault="00832FE0" w:rsidP="00D878F5">
      <w:pPr>
        <w:pStyle w:val="u-2-msonormal"/>
        <w:spacing w:before="0" w:beforeAutospacing="0" w:after="0" w:afterAutospacing="0"/>
        <w:ind w:firstLine="720"/>
        <w:jc w:val="both"/>
        <w:textAlignment w:val="center"/>
      </w:pPr>
      <w:r w:rsidRPr="004574D9"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832FE0" w:rsidRPr="004574D9" w:rsidRDefault="00832FE0" w:rsidP="00D878F5">
      <w:pPr>
        <w:pStyle w:val="u-2-msonormal"/>
        <w:spacing w:before="0" w:beforeAutospacing="0" w:after="0" w:afterAutospacing="0"/>
        <w:ind w:firstLine="720"/>
        <w:jc w:val="both"/>
        <w:textAlignment w:val="center"/>
      </w:pPr>
      <w:r w:rsidRPr="004574D9">
        <w:t xml:space="preserve"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«Дитя входит в духовную жизнь окружающих его людей единственно через посредство отечественного языка, и, наоборот, мир, окружающий дитя, отражается в нём своей духовной стороной только через посредство той же среды – отечественного языка» (К. Д. Ушинский). </w:t>
      </w:r>
    </w:p>
    <w:p w:rsidR="00832FE0" w:rsidRDefault="00832FE0" w:rsidP="00D878F5">
      <w:pPr>
        <w:pStyle w:val="u-2-msonormal"/>
        <w:spacing w:before="0" w:beforeAutospacing="0" w:after="0" w:afterAutospacing="0"/>
        <w:ind w:firstLine="720"/>
        <w:jc w:val="both"/>
        <w:textAlignment w:val="center"/>
      </w:pPr>
      <w:r w:rsidRPr="004574D9">
        <w:t>Изучение русского языка в начальных классах –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832FE0" w:rsidRPr="004574D9" w:rsidRDefault="00832FE0" w:rsidP="00B84C7B">
      <w:pPr>
        <w:pStyle w:val="u-2-msonormal"/>
        <w:spacing w:before="0" w:beforeAutospacing="0" w:after="0" w:afterAutospacing="0"/>
        <w:ind w:firstLine="708"/>
        <w:jc w:val="both"/>
        <w:textAlignment w:val="center"/>
      </w:pPr>
      <w:r w:rsidRPr="004574D9">
        <w:rPr>
          <w:b/>
        </w:rPr>
        <w:t xml:space="preserve">Целями </w:t>
      </w:r>
      <w:r w:rsidRPr="004574D9">
        <w:t>изучения предмета «Русский язык» в начальной школе являются:</w:t>
      </w:r>
    </w:p>
    <w:p w:rsidR="00832FE0" w:rsidRPr="004574D9" w:rsidRDefault="00832FE0" w:rsidP="00D878F5">
      <w:pPr>
        <w:pStyle w:val="u-2-msonormal"/>
        <w:spacing w:before="0" w:beforeAutospacing="0" w:after="0" w:afterAutospacing="0"/>
        <w:ind w:firstLine="720"/>
        <w:jc w:val="both"/>
        <w:textAlignment w:val="center"/>
      </w:pPr>
      <w:r w:rsidRPr="004574D9"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832FE0" w:rsidRPr="004574D9" w:rsidRDefault="00832FE0" w:rsidP="00D878F5">
      <w:pPr>
        <w:ind w:firstLine="720"/>
        <w:jc w:val="both"/>
      </w:pPr>
      <w:r w:rsidRPr="004574D9"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832FE0" w:rsidRPr="004574D9" w:rsidRDefault="00832FE0" w:rsidP="00D878F5">
      <w:pPr>
        <w:ind w:firstLine="720"/>
        <w:jc w:val="both"/>
      </w:pPr>
    </w:p>
    <w:p w:rsidR="00832FE0" w:rsidRDefault="00832FE0" w:rsidP="00B84C7B">
      <w:pPr>
        <w:ind w:firstLine="708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574D9">
        <w:rPr>
          <w:b/>
        </w:rPr>
        <w:t>Общая характеристика курса</w:t>
      </w:r>
    </w:p>
    <w:p w:rsidR="00832FE0" w:rsidRPr="004574D9" w:rsidRDefault="00832FE0" w:rsidP="00D878F5">
      <w:pPr>
        <w:ind w:firstLine="720"/>
        <w:jc w:val="center"/>
      </w:pPr>
    </w:p>
    <w:p w:rsidR="00832FE0" w:rsidRPr="004574D9" w:rsidRDefault="00832FE0" w:rsidP="00D878F5">
      <w:pPr>
        <w:ind w:firstLine="720"/>
        <w:jc w:val="both"/>
      </w:pPr>
      <w:r w:rsidRPr="004574D9">
        <w:t xml:space="preserve">Программа направлена на реализацию средствами предмета «Русский язык» основных задач образовательной области «Филология»: </w:t>
      </w:r>
    </w:p>
    <w:p w:rsidR="00832FE0" w:rsidRPr="004574D9" w:rsidRDefault="00832FE0" w:rsidP="00D878F5">
      <w:pPr>
        <w:numPr>
          <w:ilvl w:val="0"/>
          <w:numId w:val="28"/>
        </w:numPr>
        <w:tabs>
          <w:tab w:val="clear" w:pos="1440"/>
          <w:tab w:val="num" w:pos="360"/>
        </w:tabs>
        <w:ind w:left="360"/>
        <w:jc w:val="both"/>
      </w:pPr>
      <w:r w:rsidRPr="004574D9"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832FE0" w:rsidRPr="004574D9" w:rsidRDefault="00832FE0" w:rsidP="00D878F5">
      <w:pPr>
        <w:numPr>
          <w:ilvl w:val="0"/>
          <w:numId w:val="28"/>
        </w:numPr>
        <w:tabs>
          <w:tab w:val="clear" w:pos="1440"/>
          <w:tab w:val="num" w:pos="360"/>
        </w:tabs>
        <w:ind w:left="360"/>
        <w:jc w:val="both"/>
      </w:pPr>
      <w:r w:rsidRPr="004574D9">
        <w:t xml:space="preserve">развитие диалогической и монологической устной и письменной речи; </w:t>
      </w:r>
    </w:p>
    <w:p w:rsidR="00832FE0" w:rsidRPr="004574D9" w:rsidRDefault="00832FE0" w:rsidP="00D878F5">
      <w:pPr>
        <w:numPr>
          <w:ilvl w:val="0"/>
          <w:numId w:val="28"/>
        </w:numPr>
        <w:tabs>
          <w:tab w:val="clear" w:pos="1440"/>
          <w:tab w:val="num" w:pos="360"/>
        </w:tabs>
        <w:ind w:left="360"/>
        <w:jc w:val="both"/>
      </w:pPr>
      <w:r w:rsidRPr="004574D9">
        <w:t>развитие коммуника</w:t>
      </w:r>
      <w:r w:rsidRPr="004574D9">
        <w:softHyphen/>
        <w:t>тивных умений;</w:t>
      </w:r>
    </w:p>
    <w:p w:rsidR="00832FE0" w:rsidRPr="004574D9" w:rsidRDefault="00832FE0" w:rsidP="00D878F5">
      <w:pPr>
        <w:numPr>
          <w:ilvl w:val="0"/>
          <w:numId w:val="28"/>
        </w:numPr>
        <w:tabs>
          <w:tab w:val="clear" w:pos="1440"/>
          <w:tab w:val="num" w:pos="360"/>
        </w:tabs>
        <w:ind w:left="360"/>
        <w:jc w:val="both"/>
      </w:pPr>
      <w:r w:rsidRPr="004574D9">
        <w:t xml:space="preserve">развитие нравственных и эстетических чувств; </w:t>
      </w:r>
    </w:p>
    <w:p w:rsidR="00832FE0" w:rsidRPr="004574D9" w:rsidRDefault="00832FE0" w:rsidP="00D878F5">
      <w:pPr>
        <w:numPr>
          <w:ilvl w:val="0"/>
          <w:numId w:val="28"/>
        </w:numPr>
        <w:tabs>
          <w:tab w:val="clear" w:pos="1440"/>
          <w:tab w:val="num" w:pos="360"/>
        </w:tabs>
        <w:ind w:left="360"/>
        <w:jc w:val="both"/>
      </w:pPr>
      <w:r w:rsidRPr="004574D9">
        <w:t>развитие способностей к творческой деятель</w:t>
      </w:r>
      <w:r w:rsidRPr="004574D9">
        <w:softHyphen/>
        <w:t>ности.</w:t>
      </w:r>
    </w:p>
    <w:p w:rsidR="00832FE0" w:rsidRPr="004574D9" w:rsidRDefault="00832FE0" w:rsidP="00D878F5">
      <w:pPr>
        <w:ind w:firstLine="720"/>
        <w:jc w:val="both"/>
      </w:pPr>
      <w:r w:rsidRPr="004574D9">
        <w:t xml:space="preserve">Программа определяет ряд практических </w:t>
      </w:r>
      <w:r w:rsidRPr="004574D9">
        <w:rPr>
          <w:b/>
        </w:rPr>
        <w:t>задач</w:t>
      </w:r>
      <w:r w:rsidRPr="004574D9">
        <w:t>, решение которых обеспечит достижение основных целей изучения предмета:</w:t>
      </w:r>
    </w:p>
    <w:p w:rsidR="00832FE0" w:rsidRPr="004574D9" w:rsidRDefault="00832FE0" w:rsidP="00D878F5">
      <w:pPr>
        <w:ind w:firstLine="720"/>
        <w:jc w:val="both"/>
      </w:pPr>
      <w:r w:rsidRPr="004574D9"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832FE0" w:rsidRPr="004574D9" w:rsidRDefault="00832FE0" w:rsidP="00D878F5">
      <w:pPr>
        <w:ind w:firstLine="720"/>
        <w:jc w:val="both"/>
      </w:pPr>
      <w:r w:rsidRPr="004574D9">
        <w:t>• формирование у младших школьников первоначальных представлений о системе и структуре русского языка: лексике, фонетике, графике, орфоэпии, морфемике (состав слова), морфологии и синтаксисе;</w:t>
      </w:r>
    </w:p>
    <w:p w:rsidR="00832FE0" w:rsidRPr="004574D9" w:rsidRDefault="00832FE0" w:rsidP="00D878F5">
      <w:pPr>
        <w:ind w:firstLine="720"/>
        <w:jc w:val="both"/>
      </w:pPr>
      <w:r w:rsidRPr="004574D9"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832FE0" w:rsidRDefault="00832FE0" w:rsidP="00D878F5">
      <w:pPr>
        <w:ind w:firstLine="720"/>
        <w:jc w:val="both"/>
      </w:pPr>
      <w:r w:rsidRPr="004574D9"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832FE0" w:rsidRPr="004574D9" w:rsidRDefault="00832FE0" w:rsidP="00D878F5">
      <w:pPr>
        <w:shd w:val="clear" w:color="auto" w:fill="FFFFFF"/>
        <w:autoSpaceDE w:val="0"/>
        <w:autoSpaceDN w:val="0"/>
        <w:adjustRightInd w:val="0"/>
      </w:pPr>
    </w:p>
    <w:p w:rsidR="00832FE0" w:rsidRPr="004574D9" w:rsidRDefault="00832FE0" w:rsidP="009F3949">
      <w:pPr>
        <w:jc w:val="both"/>
      </w:pPr>
      <w:r>
        <w:t xml:space="preserve">            </w:t>
      </w:r>
      <w:r w:rsidRPr="00CC21BA">
        <w:rPr>
          <w:b/>
        </w:rPr>
        <w:t xml:space="preserve">Систематический курс </w:t>
      </w:r>
      <w:r w:rsidRPr="004574D9">
        <w:t>русского языка представлен в программе следующими содержательными линиями:</w:t>
      </w:r>
    </w:p>
    <w:p w:rsidR="00832FE0" w:rsidRPr="004574D9" w:rsidRDefault="00832FE0" w:rsidP="00D878F5">
      <w:pPr>
        <w:ind w:firstLine="720"/>
        <w:jc w:val="both"/>
      </w:pPr>
      <w:r w:rsidRPr="004574D9">
        <w:t xml:space="preserve">• система языка (основы лингвистических знаний): лексика, фонетика и орфоэпия, графика, состав слова (морфемика), грамматика (морфология и синтаксис); </w:t>
      </w:r>
    </w:p>
    <w:p w:rsidR="00832FE0" w:rsidRPr="004574D9" w:rsidRDefault="00832FE0" w:rsidP="00D878F5">
      <w:pPr>
        <w:ind w:firstLine="720"/>
        <w:jc w:val="both"/>
      </w:pPr>
      <w:r w:rsidRPr="004574D9">
        <w:t xml:space="preserve">• орфография и пунктуация; </w:t>
      </w:r>
    </w:p>
    <w:p w:rsidR="00832FE0" w:rsidRPr="004574D9" w:rsidRDefault="00832FE0" w:rsidP="00D878F5">
      <w:pPr>
        <w:ind w:firstLine="720"/>
        <w:jc w:val="both"/>
      </w:pPr>
      <w:r w:rsidRPr="004574D9">
        <w:t xml:space="preserve">• развитие речи. </w:t>
      </w:r>
    </w:p>
    <w:p w:rsidR="00832FE0" w:rsidRPr="004574D9" w:rsidRDefault="00832FE0" w:rsidP="00D878F5">
      <w:pPr>
        <w:ind w:firstLine="720"/>
        <w:jc w:val="both"/>
      </w:pPr>
      <w:r w:rsidRPr="004574D9"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832FE0" w:rsidRPr="004574D9" w:rsidRDefault="00832FE0" w:rsidP="00D878F5">
      <w:pPr>
        <w:ind w:firstLine="720"/>
        <w:jc w:val="both"/>
      </w:pPr>
      <w:r w:rsidRPr="004574D9">
        <w:t>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832FE0" w:rsidRPr="004574D9" w:rsidRDefault="00832FE0" w:rsidP="00B84C7B">
      <w:pPr>
        <w:ind w:firstLine="708"/>
        <w:jc w:val="both"/>
      </w:pPr>
      <w:r w:rsidRPr="004574D9">
        <w:t xml:space="preserve"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 </w:t>
      </w:r>
    </w:p>
    <w:p w:rsidR="00832FE0" w:rsidRDefault="00832FE0" w:rsidP="00D878F5">
      <w:pPr>
        <w:ind w:firstLine="720"/>
        <w:jc w:val="both"/>
      </w:pPr>
      <w:r w:rsidRPr="004574D9">
        <w:t xml:space="preserve"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– его лексикой, фразеологией, фонетикой и графикой, богатейшей словообразовательной системой, его грамматикой, разнообразием синтаксических структур – формируется собственная языковая способность ученика, осуществляется становление личности. </w:t>
      </w:r>
    </w:p>
    <w:p w:rsidR="00832FE0" w:rsidRDefault="00832FE0" w:rsidP="00D878F5">
      <w:pPr>
        <w:ind w:firstLine="720"/>
        <w:jc w:val="both"/>
      </w:pPr>
    </w:p>
    <w:p w:rsidR="00832FE0" w:rsidRDefault="00832FE0" w:rsidP="00D878F5">
      <w:pPr>
        <w:ind w:firstLine="720"/>
        <w:jc w:val="both"/>
      </w:pPr>
    </w:p>
    <w:p w:rsidR="00832FE0" w:rsidRPr="004574D9" w:rsidRDefault="00832FE0" w:rsidP="00D878F5">
      <w:pPr>
        <w:ind w:firstLine="720"/>
        <w:jc w:val="both"/>
      </w:pPr>
    </w:p>
    <w:p w:rsidR="00832FE0" w:rsidRPr="004574D9" w:rsidRDefault="00832FE0" w:rsidP="00D878F5">
      <w:pPr>
        <w:ind w:firstLine="720"/>
        <w:jc w:val="both"/>
      </w:pPr>
      <w:r w:rsidRPr="004574D9">
        <w:t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Работа над текстом предусматривает формирование речевых умений и овладение речеведческими сведениями и знаниями по 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 с оценкой и самооценкой выполненной учеником творческой работы.</w:t>
      </w:r>
    </w:p>
    <w:p w:rsidR="00832FE0" w:rsidRPr="004574D9" w:rsidRDefault="00832FE0" w:rsidP="00D878F5">
      <w:pPr>
        <w:ind w:firstLine="720"/>
        <w:jc w:val="both"/>
      </w:pPr>
      <w:r w:rsidRPr="004574D9"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832FE0" w:rsidRPr="004574D9" w:rsidRDefault="00832FE0" w:rsidP="00D878F5">
      <w:pPr>
        <w:ind w:firstLine="720"/>
        <w:jc w:val="both"/>
      </w:pPr>
      <w:r w:rsidRPr="004574D9">
        <w:t xml:space="preserve">Программа предусматривает формирование у младших школьников представлений о лексике русского языка. 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 осознанию необходимости пополнять и обогащать собственный словарный запас как показатель интеллектуального и речевого развития личности. </w:t>
      </w:r>
    </w:p>
    <w:p w:rsidR="00832FE0" w:rsidRPr="004574D9" w:rsidRDefault="00832FE0" w:rsidP="00D878F5">
      <w:pPr>
        <w:ind w:firstLine="720"/>
        <w:jc w:val="both"/>
      </w:pPr>
      <w:r w:rsidRPr="004574D9">
        <w:t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аудирования, говорения, чтения и письма.</w:t>
      </w:r>
    </w:p>
    <w:p w:rsidR="00832FE0" w:rsidRPr="004574D9" w:rsidRDefault="00832FE0" w:rsidP="00D878F5">
      <w:pPr>
        <w:ind w:firstLine="720"/>
        <w:jc w:val="both"/>
      </w:pPr>
      <w:r w:rsidRPr="004574D9">
        <w:t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общеучебных, логических и познавательных (символико-моделирующих) универсальных действий с языковыми единицами.</w:t>
      </w:r>
    </w:p>
    <w:p w:rsidR="00832FE0" w:rsidRPr="004574D9" w:rsidRDefault="00832FE0" w:rsidP="00D878F5">
      <w:pPr>
        <w:ind w:firstLine="720"/>
        <w:jc w:val="both"/>
      </w:pPr>
      <w:r w:rsidRPr="004574D9">
        <w:t>Программа предусматривает изучение орфографии и пунктуации на основе формирования универсальных учебных действий. Сформированность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832FE0" w:rsidRDefault="00832FE0" w:rsidP="00D878F5">
      <w:pPr>
        <w:shd w:val="clear" w:color="auto" w:fill="FFFFFF"/>
        <w:autoSpaceDE w:val="0"/>
        <w:autoSpaceDN w:val="0"/>
        <w:adjustRightInd w:val="0"/>
        <w:ind w:firstLine="720"/>
        <w:jc w:val="both"/>
      </w:pPr>
    </w:p>
    <w:p w:rsidR="00832FE0" w:rsidRDefault="00832FE0" w:rsidP="00D878F5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4574D9">
        <w:t>Содержание программы является основой для овладения учащимися приёмами активного анализа и синтеза (приме</w:t>
      </w:r>
      <w:r w:rsidRPr="004574D9">
        <w:softHyphen/>
        <w:t>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</w:t>
      </w:r>
      <w:r w:rsidRPr="004574D9">
        <w:softHyphen/>
        <w:t>вому развитию. На этой основе развивается потребность в постижении языка и речи как предмета изучения, выработке осмысленного от</w:t>
      </w:r>
      <w:r w:rsidRPr="004574D9">
        <w:softHyphen/>
        <w:t>ношения к употреблению в речи основных единиц языка.</w:t>
      </w:r>
    </w:p>
    <w:p w:rsidR="00832FE0" w:rsidRDefault="00832FE0" w:rsidP="00D878F5">
      <w:pPr>
        <w:shd w:val="clear" w:color="auto" w:fill="FFFFFF"/>
        <w:autoSpaceDE w:val="0"/>
        <w:autoSpaceDN w:val="0"/>
        <w:adjustRightInd w:val="0"/>
        <w:ind w:firstLine="720"/>
        <w:jc w:val="both"/>
      </w:pPr>
    </w:p>
    <w:p w:rsidR="00832FE0" w:rsidRDefault="00832FE0" w:rsidP="00D878F5">
      <w:pPr>
        <w:shd w:val="clear" w:color="auto" w:fill="FFFFFF"/>
        <w:autoSpaceDE w:val="0"/>
        <w:autoSpaceDN w:val="0"/>
        <w:adjustRightInd w:val="0"/>
        <w:ind w:firstLine="720"/>
        <w:jc w:val="both"/>
      </w:pPr>
    </w:p>
    <w:p w:rsidR="00832FE0" w:rsidRDefault="00832FE0" w:rsidP="00D878F5">
      <w:pPr>
        <w:shd w:val="clear" w:color="auto" w:fill="FFFFFF"/>
        <w:autoSpaceDE w:val="0"/>
        <w:autoSpaceDN w:val="0"/>
        <w:adjustRightInd w:val="0"/>
        <w:ind w:firstLine="720"/>
        <w:jc w:val="both"/>
      </w:pPr>
    </w:p>
    <w:p w:rsidR="00832FE0" w:rsidRPr="004574D9" w:rsidRDefault="00832FE0" w:rsidP="00D878F5">
      <w:pPr>
        <w:shd w:val="clear" w:color="auto" w:fill="FFFFFF"/>
        <w:autoSpaceDE w:val="0"/>
        <w:autoSpaceDN w:val="0"/>
        <w:adjustRightInd w:val="0"/>
        <w:ind w:firstLine="720"/>
        <w:jc w:val="both"/>
      </w:pPr>
    </w:p>
    <w:p w:rsidR="00832FE0" w:rsidRPr="004574D9" w:rsidRDefault="00832FE0" w:rsidP="00D878F5">
      <w:pPr>
        <w:ind w:firstLine="720"/>
        <w:jc w:val="both"/>
      </w:pPr>
      <w:r w:rsidRPr="004574D9">
        <w:t xml:space="preserve"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 </w:t>
      </w:r>
    </w:p>
    <w:p w:rsidR="00832FE0" w:rsidRPr="004574D9" w:rsidRDefault="00832FE0" w:rsidP="00D878F5">
      <w:pPr>
        <w:shd w:val="clear" w:color="auto" w:fill="FFFFFF"/>
        <w:ind w:left="36" w:right="17" w:firstLine="720"/>
        <w:jc w:val="both"/>
      </w:pPr>
      <w:r w:rsidRPr="004574D9">
        <w:t xml:space="preserve"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действия, вести поиск и систематизировать нужную информацию. </w:t>
      </w:r>
    </w:p>
    <w:p w:rsidR="00832FE0" w:rsidRDefault="00832FE0" w:rsidP="00D878F5">
      <w:pPr>
        <w:jc w:val="center"/>
        <w:rPr>
          <w:b/>
        </w:rPr>
      </w:pPr>
    </w:p>
    <w:p w:rsidR="00832FE0" w:rsidRDefault="00832FE0" w:rsidP="00D878F5">
      <w:pPr>
        <w:ind w:firstLine="540"/>
        <w:jc w:val="both"/>
      </w:pPr>
    </w:p>
    <w:p w:rsidR="00832FE0" w:rsidRPr="00FD6515" w:rsidRDefault="00832FE0" w:rsidP="00D878F5">
      <w:pPr>
        <w:jc w:val="center"/>
        <w:rPr>
          <w:b/>
        </w:rPr>
      </w:pPr>
      <w:r w:rsidRPr="00FD6515">
        <w:rPr>
          <w:b/>
        </w:rPr>
        <w:t>Результаты изучения курса</w:t>
      </w:r>
    </w:p>
    <w:p w:rsidR="00832FE0" w:rsidRPr="00FD6515" w:rsidRDefault="00832FE0" w:rsidP="00D878F5">
      <w:pPr>
        <w:ind w:firstLine="540"/>
        <w:jc w:val="both"/>
      </w:pPr>
      <w:r w:rsidRPr="00FD6515">
        <w:t>Программа обеспечивает достижение выпускниками начальной школы определенных личностных, метапредметных и предметных результатов.</w:t>
      </w:r>
    </w:p>
    <w:p w:rsidR="00832FE0" w:rsidRPr="00FD6515" w:rsidRDefault="00832FE0" w:rsidP="00D878F5">
      <w:pPr>
        <w:ind w:firstLine="540"/>
        <w:jc w:val="both"/>
        <w:rPr>
          <w:b/>
        </w:rPr>
      </w:pPr>
      <w:r w:rsidRPr="00FD6515">
        <w:rPr>
          <w:b/>
        </w:rPr>
        <w:t>Личностные результаты</w:t>
      </w:r>
    </w:p>
    <w:p w:rsidR="00832FE0" w:rsidRPr="00FD6515" w:rsidRDefault="00832FE0" w:rsidP="00D878F5">
      <w:pPr>
        <w:ind w:firstLine="540"/>
        <w:jc w:val="both"/>
        <w:rPr>
          <w:iCs/>
        </w:rPr>
      </w:pPr>
      <w:r w:rsidRPr="00FD6515">
        <w:t xml:space="preserve">1. Формирование </w:t>
      </w:r>
      <w:r w:rsidRPr="00FD6515">
        <w:rPr>
          <w:iCs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832FE0" w:rsidRPr="00FD6515" w:rsidRDefault="00832FE0" w:rsidP="00D878F5">
      <w:pPr>
        <w:ind w:firstLine="540"/>
        <w:jc w:val="both"/>
        <w:rPr>
          <w:iCs/>
        </w:rPr>
      </w:pPr>
      <w:r w:rsidRPr="00FD6515">
        <w:t xml:space="preserve">2. Формирование </w:t>
      </w:r>
      <w:r w:rsidRPr="00FD6515">
        <w:rPr>
          <w:iCs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832FE0" w:rsidRPr="00FD6515" w:rsidRDefault="00832FE0" w:rsidP="00D878F5">
      <w:pPr>
        <w:tabs>
          <w:tab w:val="left" w:pos="993"/>
          <w:tab w:val="num" w:pos="1134"/>
        </w:tabs>
        <w:autoSpaceDE w:val="0"/>
        <w:autoSpaceDN w:val="0"/>
        <w:adjustRightInd w:val="0"/>
        <w:ind w:firstLine="540"/>
        <w:jc w:val="both"/>
      </w:pPr>
      <w:r w:rsidRPr="00FD6515">
        <w:t>3. Формирование уважительного отношения к иному мнению, истории и культуре других народов.</w:t>
      </w:r>
    </w:p>
    <w:p w:rsidR="00832FE0" w:rsidRPr="00FD6515" w:rsidRDefault="00832FE0" w:rsidP="00D878F5">
      <w:pPr>
        <w:ind w:firstLine="540"/>
        <w:jc w:val="both"/>
        <w:rPr>
          <w:iCs/>
        </w:rPr>
      </w:pPr>
      <w:r w:rsidRPr="00FD6515">
        <w:t>4. Овладение н</w:t>
      </w:r>
      <w:r w:rsidRPr="00FD6515">
        <w:rPr>
          <w:iCs/>
        </w:rPr>
        <w:t>ачальными навыками адаптации в динамично изменяющемся и развивающемся мире.</w:t>
      </w:r>
    </w:p>
    <w:p w:rsidR="00832FE0" w:rsidRPr="00FD6515" w:rsidRDefault="00832FE0" w:rsidP="00D878F5">
      <w:pPr>
        <w:ind w:firstLine="540"/>
        <w:jc w:val="both"/>
        <w:rPr>
          <w:iCs/>
        </w:rPr>
      </w:pPr>
      <w:r w:rsidRPr="00FD6515">
        <w:t xml:space="preserve">5. </w:t>
      </w:r>
      <w:r w:rsidRPr="00FD6515">
        <w:rPr>
          <w:iCs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832FE0" w:rsidRPr="00FD6515" w:rsidRDefault="00832FE0" w:rsidP="00D878F5">
      <w:pPr>
        <w:ind w:firstLine="540"/>
        <w:jc w:val="both"/>
        <w:rPr>
          <w:iCs/>
        </w:rPr>
      </w:pPr>
      <w:r w:rsidRPr="00FD6515">
        <w:t>6. Развитие самостоятельности</w:t>
      </w:r>
      <w:r w:rsidRPr="00FD6515">
        <w:rPr>
          <w:iCs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832FE0" w:rsidRPr="00FD6515" w:rsidRDefault="00832FE0" w:rsidP="00D878F5">
      <w:pPr>
        <w:ind w:firstLine="540"/>
        <w:jc w:val="both"/>
        <w:rPr>
          <w:iCs/>
        </w:rPr>
      </w:pPr>
      <w:r w:rsidRPr="00FD6515">
        <w:t>7. Формирование э</w:t>
      </w:r>
      <w:r w:rsidRPr="00FD6515">
        <w:rPr>
          <w:iCs/>
        </w:rPr>
        <w:t>стетических потребностей, ценностей и чувств.</w:t>
      </w:r>
    </w:p>
    <w:p w:rsidR="00832FE0" w:rsidRPr="00FD6515" w:rsidRDefault="00832FE0" w:rsidP="00D878F5">
      <w:pPr>
        <w:ind w:firstLine="540"/>
        <w:jc w:val="both"/>
      </w:pPr>
      <w:r w:rsidRPr="00FD6515">
        <w:t>8. Развитие э</w:t>
      </w:r>
      <w:r w:rsidRPr="00FD6515">
        <w:rPr>
          <w:iCs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832FE0" w:rsidRPr="00FD6515" w:rsidRDefault="00832FE0" w:rsidP="00D878F5">
      <w:pPr>
        <w:ind w:firstLine="540"/>
        <w:jc w:val="both"/>
        <w:rPr>
          <w:iCs/>
        </w:rPr>
      </w:pPr>
      <w:r w:rsidRPr="00FD6515">
        <w:t xml:space="preserve">9. </w:t>
      </w:r>
      <w:r w:rsidRPr="00FD6515">
        <w:rPr>
          <w:iCs/>
        </w:rPr>
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832FE0" w:rsidRPr="00FD6515" w:rsidRDefault="00832FE0" w:rsidP="00D878F5">
      <w:pPr>
        <w:ind w:firstLine="540"/>
        <w:jc w:val="both"/>
        <w:rPr>
          <w:iCs/>
        </w:rPr>
      </w:pPr>
      <w:r w:rsidRPr="00FD6515">
        <w:t xml:space="preserve">10. </w:t>
      </w:r>
      <w:r w:rsidRPr="00FD6515">
        <w:rPr>
          <w:iCs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832FE0" w:rsidRDefault="00832FE0" w:rsidP="00D878F5">
      <w:pPr>
        <w:ind w:firstLine="600"/>
        <w:jc w:val="both"/>
        <w:rPr>
          <w:b/>
        </w:rPr>
      </w:pPr>
    </w:p>
    <w:p w:rsidR="00832FE0" w:rsidRDefault="00832FE0" w:rsidP="00D878F5">
      <w:pPr>
        <w:ind w:firstLine="600"/>
        <w:jc w:val="both"/>
        <w:rPr>
          <w:b/>
        </w:rPr>
      </w:pPr>
    </w:p>
    <w:p w:rsidR="00832FE0" w:rsidRPr="00FD6515" w:rsidRDefault="00832FE0" w:rsidP="00D878F5">
      <w:pPr>
        <w:ind w:firstLine="600"/>
        <w:jc w:val="both"/>
        <w:rPr>
          <w:b/>
        </w:rPr>
      </w:pPr>
      <w:r w:rsidRPr="00FD6515">
        <w:rPr>
          <w:b/>
        </w:rPr>
        <w:t>Метапредметные</w:t>
      </w:r>
      <w:r>
        <w:rPr>
          <w:b/>
        </w:rPr>
        <w:t xml:space="preserve"> </w:t>
      </w:r>
      <w:r w:rsidRPr="00FD6515">
        <w:rPr>
          <w:b/>
        </w:rPr>
        <w:t>результаты</w:t>
      </w:r>
    </w:p>
    <w:p w:rsidR="00832FE0" w:rsidRPr="00FD6515" w:rsidRDefault="00832FE0" w:rsidP="00D878F5">
      <w:pPr>
        <w:ind w:firstLine="540"/>
        <w:jc w:val="both"/>
      </w:pPr>
      <w:r w:rsidRPr="00FD6515">
        <w:t>1.</w:t>
      </w:r>
      <w:r w:rsidRPr="00FD6515">
        <w:rPr>
          <w:lang w:val="en-US"/>
        </w:rPr>
        <w:t> </w:t>
      </w:r>
      <w:r w:rsidRPr="00FD6515">
        <w:t xml:space="preserve">Овладение </w:t>
      </w:r>
      <w:r w:rsidRPr="00FD6515">
        <w:rPr>
          <w:iCs/>
        </w:rPr>
        <w:t>способностью принимать и сохранять цели и задачи учебной деятельности, поиска средств её осуществления.</w:t>
      </w:r>
    </w:p>
    <w:p w:rsidR="00832FE0" w:rsidRPr="00FD6515" w:rsidRDefault="00832FE0" w:rsidP="00D878F5">
      <w:pPr>
        <w:ind w:firstLine="540"/>
        <w:jc w:val="both"/>
        <w:rPr>
          <w:iCs/>
        </w:rPr>
      </w:pPr>
      <w:r w:rsidRPr="00FD6515">
        <w:t>2. Формирование умения</w:t>
      </w:r>
      <w:r w:rsidRPr="00FD6515">
        <w:rPr>
          <w:iCs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832FE0" w:rsidRPr="00FD6515" w:rsidRDefault="00832FE0" w:rsidP="00D878F5">
      <w:pPr>
        <w:ind w:firstLine="540"/>
        <w:jc w:val="both"/>
        <w:rPr>
          <w:iCs/>
        </w:rPr>
      </w:pPr>
      <w:r w:rsidRPr="00FD6515">
        <w:t xml:space="preserve">3. </w:t>
      </w:r>
      <w:r w:rsidRPr="00FD6515">
        <w:rPr>
          <w:iCs/>
        </w:rPr>
        <w:t>Использование знаково-символических средств представления информации.</w:t>
      </w:r>
    </w:p>
    <w:p w:rsidR="00832FE0" w:rsidRPr="00FD6515" w:rsidRDefault="00832FE0" w:rsidP="00D878F5">
      <w:pPr>
        <w:ind w:firstLine="540"/>
        <w:jc w:val="both"/>
      </w:pPr>
      <w:r w:rsidRPr="00FD6515">
        <w:t>4. Активное использование речевых средств и средств для решения коммуникативных и познавательных задач.</w:t>
      </w:r>
    </w:p>
    <w:p w:rsidR="00832FE0" w:rsidRPr="00FD6515" w:rsidRDefault="00832FE0" w:rsidP="00D878F5">
      <w:pPr>
        <w:ind w:firstLine="540"/>
        <w:jc w:val="both"/>
      </w:pPr>
      <w:r w:rsidRPr="00FD6515">
        <w:t>5.</w:t>
      </w:r>
      <w:r w:rsidRPr="00FD6515">
        <w:rPr>
          <w:lang w:val="en-US"/>
        </w:rPr>
        <w:t> </w:t>
      </w:r>
      <w:r w:rsidRPr="00FD6515"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832FE0" w:rsidRPr="00FD6515" w:rsidRDefault="00832FE0" w:rsidP="00D878F5">
      <w:pPr>
        <w:ind w:firstLine="540"/>
        <w:jc w:val="both"/>
      </w:pPr>
      <w:r w:rsidRPr="00FD6515">
        <w:t>6.</w:t>
      </w:r>
      <w:r w:rsidRPr="00FD6515">
        <w:rPr>
          <w:lang w:val="en-US"/>
        </w:rPr>
        <w:t> </w:t>
      </w:r>
      <w:r w:rsidRPr="00FD6515"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832FE0" w:rsidRPr="00FD6515" w:rsidRDefault="00832FE0" w:rsidP="00D878F5">
      <w:pPr>
        <w:ind w:firstLine="540"/>
        <w:jc w:val="both"/>
      </w:pPr>
      <w:r w:rsidRPr="00FD6515">
        <w:t>7.</w:t>
      </w:r>
      <w:r w:rsidRPr="00FD6515">
        <w:rPr>
          <w:lang w:val="en-US"/>
        </w:rPr>
        <w:t> </w:t>
      </w:r>
      <w:r w:rsidRPr="00FD6515">
        <w:t>Овладение л</w:t>
      </w:r>
      <w:r w:rsidRPr="00FD6515">
        <w:rPr>
          <w:iCs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FD6515">
        <w:t>.</w:t>
      </w:r>
    </w:p>
    <w:p w:rsidR="00832FE0" w:rsidRPr="00FD6515" w:rsidRDefault="00832FE0" w:rsidP="00D878F5">
      <w:pPr>
        <w:ind w:firstLine="540"/>
        <w:jc w:val="both"/>
      </w:pPr>
      <w:r w:rsidRPr="00FD6515">
        <w:t>8.</w:t>
      </w:r>
      <w:r w:rsidRPr="00FD6515">
        <w:rPr>
          <w:lang w:val="en-US"/>
        </w:rPr>
        <w:t> </w:t>
      </w:r>
      <w:r w:rsidRPr="00FD6515"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832FE0" w:rsidRPr="00FD6515" w:rsidRDefault="00832FE0" w:rsidP="00D878F5">
      <w:pPr>
        <w:ind w:firstLine="540"/>
        <w:jc w:val="both"/>
      </w:pPr>
      <w:r w:rsidRPr="00FD6515">
        <w:t>9.</w:t>
      </w:r>
      <w:r w:rsidRPr="00FD6515">
        <w:rPr>
          <w:lang w:val="en-US"/>
        </w:rPr>
        <w:t> </w:t>
      </w:r>
      <w:r w:rsidRPr="00FD6515"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832FE0" w:rsidRPr="00FD6515" w:rsidRDefault="00832FE0" w:rsidP="00D878F5">
      <w:pPr>
        <w:ind w:firstLine="540"/>
        <w:jc w:val="both"/>
      </w:pPr>
      <w:r w:rsidRPr="00FD6515">
        <w:t>10. Готовность конструктивно разрешать конфликты посредством учёта интересов сторон и сотрудничества.</w:t>
      </w:r>
    </w:p>
    <w:p w:rsidR="00832FE0" w:rsidRPr="00FD6515" w:rsidRDefault="00832FE0" w:rsidP="00D878F5">
      <w:pPr>
        <w:ind w:firstLine="540"/>
        <w:jc w:val="both"/>
      </w:pPr>
      <w:r w:rsidRPr="00FD6515">
        <w:t>11.</w:t>
      </w:r>
      <w:r w:rsidRPr="00FD6515">
        <w:rPr>
          <w:lang w:val="en-US"/>
        </w:rPr>
        <w:t> </w:t>
      </w:r>
      <w:r w:rsidRPr="00FD6515"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832FE0" w:rsidRPr="00FD6515" w:rsidRDefault="00832FE0" w:rsidP="00D878F5">
      <w:pPr>
        <w:ind w:firstLine="540"/>
        <w:jc w:val="both"/>
      </w:pPr>
      <w:r w:rsidRPr="00FD6515">
        <w:t>12.</w:t>
      </w:r>
      <w:r w:rsidRPr="00FD6515">
        <w:rPr>
          <w:lang w:val="en-US"/>
        </w:rPr>
        <w:t> </w:t>
      </w:r>
      <w:r w:rsidRPr="00FD6515"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832FE0" w:rsidRPr="00FD6515" w:rsidRDefault="00832FE0" w:rsidP="00D878F5">
      <w:pPr>
        <w:ind w:firstLine="540"/>
        <w:jc w:val="both"/>
      </w:pPr>
      <w:r w:rsidRPr="00FD6515">
        <w:t>13.</w:t>
      </w:r>
      <w:r w:rsidRPr="00FD6515">
        <w:rPr>
          <w:lang w:val="en-US"/>
        </w:rPr>
        <w:t> </w:t>
      </w:r>
      <w:r w:rsidRPr="00FD6515"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832FE0" w:rsidRPr="00FD6515" w:rsidRDefault="00832FE0" w:rsidP="00D878F5">
      <w:pPr>
        <w:ind w:firstLine="540"/>
        <w:jc w:val="both"/>
      </w:pPr>
    </w:p>
    <w:p w:rsidR="00832FE0" w:rsidRPr="00FD6515" w:rsidRDefault="00832FE0" w:rsidP="00D878F5">
      <w:pPr>
        <w:ind w:firstLine="567"/>
        <w:jc w:val="both"/>
        <w:rPr>
          <w:b/>
        </w:rPr>
      </w:pPr>
      <w:r w:rsidRPr="00FD6515">
        <w:rPr>
          <w:b/>
        </w:rPr>
        <w:t>Предметные результаты</w:t>
      </w:r>
    </w:p>
    <w:p w:rsidR="00832FE0" w:rsidRPr="00FD6515" w:rsidRDefault="00832FE0" w:rsidP="00D878F5">
      <w:pPr>
        <w:ind w:firstLine="540"/>
        <w:jc w:val="both"/>
      </w:pPr>
      <w:r w:rsidRPr="00FD6515">
        <w:rPr>
          <w:bCs/>
          <w:iCs/>
        </w:rPr>
        <w:t>1.</w:t>
      </w:r>
      <w:r w:rsidRPr="00FD6515">
        <w:rPr>
          <w:bCs/>
          <w:iCs/>
          <w:lang w:val="en-US"/>
        </w:rPr>
        <w:t> </w:t>
      </w:r>
      <w:r w:rsidRPr="00FD6515"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832FE0" w:rsidRPr="00FD6515" w:rsidRDefault="00832FE0" w:rsidP="00D878F5">
      <w:pPr>
        <w:ind w:firstLine="540"/>
        <w:jc w:val="both"/>
      </w:pPr>
      <w:r w:rsidRPr="00FD6515"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832FE0" w:rsidRPr="00FD6515" w:rsidRDefault="00832FE0" w:rsidP="00D878F5">
      <w:pPr>
        <w:ind w:firstLine="540"/>
        <w:jc w:val="both"/>
      </w:pPr>
      <w:r w:rsidRPr="00FD6515">
        <w:t>3. 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832FE0" w:rsidRDefault="00832FE0" w:rsidP="00D878F5">
      <w:pPr>
        <w:ind w:firstLine="567"/>
        <w:jc w:val="both"/>
      </w:pPr>
      <w:r w:rsidRPr="00FD6515">
        <w:t>4.</w:t>
      </w:r>
      <w:r w:rsidRPr="00FD6515">
        <w:rPr>
          <w:lang w:val="en-US"/>
        </w:rPr>
        <w:t> </w:t>
      </w:r>
      <w:r w:rsidRPr="00FD6515"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832FE0" w:rsidRPr="00FD6515" w:rsidRDefault="00832FE0" w:rsidP="00D878F5">
      <w:pPr>
        <w:ind w:firstLine="567"/>
        <w:jc w:val="both"/>
      </w:pPr>
    </w:p>
    <w:p w:rsidR="00832FE0" w:rsidRPr="00FD6515" w:rsidRDefault="00832FE0" w:rsidP="00D878F5">
      <w:pPr>
        <w:ind w:firstLine="567"/>
        <w:jc w:val="both"/>
      </w:pPr>
      <w:r w:rsidRPr="00FD6515">
        <w:t>5.</w:t>
      </w:r>
      <w:r w:rsidRPr="00FD6515">
        <w:rPr>
          <w:lang w:val="en-US"/>
        </w:rPr>
        <w:t> </w:t>
      </w:r>
      <w:r w:rsidRPr="00FD6515"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832FE0" w:rsidRPr="00FD6515" w:rsidRDefault="00832FE0" w:rsidP="00D878F5">
      <w:pPr>
        <w:ind w:firstLine="567"/>
        <w:jc w:val="both"/>
      </w:pPr>
      <w:r w:rsidRPr="00FD6515"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832FE0" w:rsidRPr="00FD6515" w:rsidRDefault="00832FE0" w:rsidP="00D878F5">
      <w:pPr>
        <w:ind w:firstLine="600"/>
        <w:jc w:val="both"/>
      </w:pPr>
      <w:r w:rsidRPr="00FD6515"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832FE0" w:rsidRPr="00FD6515" w:rsidRDefault="00832FE0" w:rsidP="00D878F5">
      <w:pPr>
        <w:ind w:firstLine="600"/>
        <w:jc w:val="both"/>
      </w:pPr>
      <w:r w:rsidRPr="00FD6515">
        <w:t>8. Освоение первоначальных научных представлений о системе и структуре русского языка: фонетике и графике, лексике, словообразовании (морфемике), морфологии и синтаксисе; об основных единицах языка, их признаках и особенностях употребления в речи;</w:t>
      </w:r>
    </w:p>
    <w:p w:rsidR="00832FE0" w:rsidRPr="00FD6515" w:rsidRDefault="00832FE0" w:rsidP="00D878F5">
      <w:pPr>
        <w:ind w:firstLine="567"/>
        <w:jc w:val="both"/>
      </w:pPr>
      <w:r w:rsidRPr="00FD6515">
        <w:t>9.</w:t>
      </w:r>
      <w:r w:rsidRPr="00FD6515">
        <w:rPr>
          <w:lang w:val="en-US"/>
        </w:rPr>
        <w:t> </w:t>
      </w:r>
      <w:r w:rsidRPr="00FD6515"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832FE0" w:rsidRPr="004574D9" w:rsidRDefault="00832FE0" w:rsidP="00D878F5">
      <w:pPr>
        <w:ind w:firstLine="540"/>
        <w:jc w:val="both"/>
      </w:pPr>
    </w:p>
    <w:p w:rsidR="00832FE0" w:rsidRPr="009F3949" w:rsidRDefault="00832FE0" w:rsidP="00D878F5">
      <w:pPr>
        <w:shd w:val="clear" w:color="auto" w:fill="FFFFFF"/>
        <w:jc w:val="both"/>
      </w:pPr>
      <w:r w:rsidRPr="009F3949">
        <w:rPr>
          <w:b/>
          <w:bCs/>
          <w:i/>
          <w:iCs/>
          <w:color w:val="000000"/>
        </w:rPr>
        <w:t>Особенности организации контроля по русскому языку</w:t>
      </w:r>
    </w:p>
    <w:p w:rsidR="00832FE0" w:rsidRPr="009F3949" w:rsidRDefault="00832FE0" w:rsidP="00D878F5">
      <w:pPr>
        <w:pStyle w:val="BodyTextIndent"/>
        <w:tabs>
          <w:tab w:val="num" w:pos="0"/>
          <w:tab w:val="left" w:pos="5560"/>
        </w:tabs>
        <w:rPr>
          <w:rFonts w:ascii="Times New Roman" w:hAnsi="Times New Roman"/>
        </w:rPr>
      </w:pPr>
      <w:r w:rsidRPr="009F3949">
        <w:rPr>
          <w:rFonts w:ascii="Times New Roman" w:hAnsi="Times New Roman"/>
        </w:rPr>
        <w:t xml:space="preserve">Контроль за уровнем достижений учащихся по русскому языку проводится в </w:t>
      </w:r>
      <w:r w:rsidRPr="009F3949">
        <w:rPr>
          <w:rFonts w:ascii="Times New Roman" w:hAnsi="Times New Roman"/>
          <w:b/>
          <w:bCs/>
          <w:i/>
          <w:iCs/>
        </w:rPr>
        <w:t>форме письменных работ:</w:t>
      </w:r>
      <w:r w:rsidRPr="009F3949">
        <w:rPr>
          <w:rFonts w:ascii="Times New Roman" w:hAnsi="Times New Roman"/>
        </w:rPr>
        <w:t xml:space="preserve"> диктантов, грамматических заданий, контрольных списываний, изложений, тестовых заданий.</w:t>
      </w:r>
    </w:p>
    <w:p w:rsidR="00832FE0" w:rsidRPr="009F3949" w:rsidRDefault="00832FE0" w:rsidP="00D878F5">
      <w:pPr>
        <w:pStyle w:val="BodyTextIndent"/>
        <w:tabs>
          <w:tab w:val="num" w:pos="0"/>
          <w:tab w:val="left" w:pos="5560"/>
        </w:tabs>
        <w:rPr>
          <w:rFonts w:ascii="Times New Roman" w:hAnsi="Times New Roman"/>
        </w:rPr>
      </w:pPr>
      <w:r w:rsidRPr="009F3949">
        <w:rPr>
          <w:rFonts w:ascii="Times New Roman" w:hAnsi="Times New Roman"/>
          <w:b/>
          <w:bCs/>
          <w:i/>
          <w:iCs/>
        </w:rPr>
        <w:t>Диктант</w:t>
      </w:r>
      <w:r w:rsidRPr="009F3949">
        <w:rPr>
          <w:rFonts w:ascii="Times New Roman" w:hAnsi="Times New Roman"/>
        </w:rPr>
        <w:t xml:space="preserve"> служит средством проверки орфографических и пунктуационных умений и навыков.</w:t>
      </w:r>
    </w:p>
    <w:p w:rsidR="00832FE0" w:rsidRPr="009F3949" w:rsidRDefault="00832FE0" w:rsidP="009F3949">
      <w:pPr>
        <w:shd w:val="clear" w:color="auto" w:fill="FFFFFF"/>
        <w:jc w:val="both"/>
      </w:pPr>
      <w:r w:rsidRPr="009F3949">
        <w:rPr>
          <w:color w:val="000000"/>
        </w:rPr>
        <w:t xml:space="preserve">      Тексты диктантов подбираются средней труд</w:t>
      </w:r>
      <w:r w:rsidRPr="009F3949">
        <w:rPr>
          <w:color w:val="000000"/>
        </w:rPr>
        <w:softHyphen/>
        <w:t>ности с расчетом на возможность их выполне</w:t>
      </w:r>
      <w:r w:rsidRPr="009F3949">
        <w:rPr>
          <w:color w:val="000000"/>
        </w:rPr>
        <w:softHyphen/>
        <w:t>ния всеми детьми. Каждый текст включает достаточное количество изученных орфограмм (примерно 60% от общего числа всех слов дик</w:t>
      </w:r>
      <w:r w:rsidRPr="009F3949">
        <w:rPr>
          <w:color w:val="000000"/>
        </w:rPr>
        <w:softHyphen/>
        <w:t>танта). Текст не должен иметь слова на не изу</w:t>
      </w:r>
      <w:r w:rsidRPr="009F3949">
        <w:rPr>
          <w:color w:val="000000"/>
        </w:rPr>
        <w:softHyphen/>
        <w:t>ченные к данному моменту правила или такие слова заранее выписываются на доске. Неце</w:t>
      </w:r>
      <w:r w:rsidRPr="009F3949">
        <w:rPr>
          <w:color w:val="000000"/>
        </w:rPr>
        <w:softHyphen/>
        <w:t>лесообразно включать в диктанты и слова, правописание которых находится на стадии изучения.</w:t>
      </w:r>
    </w:p>
    <w:p w:rsidR="00832FE0" w:rsidRPr="009F3949" w:rsidRDefault="00832FE0" w:rsidP="00D878F5">
      <w:pPr>
        <w:pStyle w:val="BodyTextIndent"/>
        <w:tabs>
          <w:tab w:val="num" w:pos="0"/>
          <w:tab w:val="left" w:pos="5560"/>
        </w:tabs>
        <w:rPr>
          <w:rFonts w:ascii="Times New Roman" w:hAnsi="Times New Roman"/>
        </w:rPr>
      </w:pPr>
      <w:r w:rsidRPr="009F3949">
        <w:rPr>
          <w:rFonts w:ascii="Times New Roman" w:hAnsi="Times New Roman"/>
          <w:color w:val="000000"/>
        </w:rPr>
        <w:t xml:space="preserve">В качестве диктанта предлагаются связные тексты </w:t>
      </w:r>
      <w:r w:rsidRPr="009F3949">
        <w:rPr>
          <w:rFonts w:ascii="Times New Roman" w:hAnsi="Times New Roman"/>
        </w:rPr>
        <w:t xml:space="preserve">– </w:t>
      </w:r>
      <w:r w:rsidRPr="009F3949">
        <w:rPr>
          <w:rFonts w:ascii="Times New Roman" w:hAnsi="Times New Roman"/>
          <w:color w:val="000000"/>
        </w:rPr>
        <w:t>либо авторские, адаптированные к возможностям детей, либо составленные учи</w:t>
      </w:r>
      <w:r w:rsidRPr="009F3949">
        <w:rPr>
          <w:rFonts w:ascii="Times New Roman" w:hAnsi="Times New Roman"/>
          <w:color w:val="000000"/>
        </w:rPr>
        <w:softHyphen/>
        <w:t>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</w:t>
      </w:r>
      <w:r w:rsidRPr="009F3949">
        <w:rPr>
          <w:rFonts w:ascii="Times New Roman" w:hAnsi="Times New Roman"/>
          <w:color w:val="000000"/>
        </w:rPr>
        <w:softHyphen/>
        <w:t>туре, различны по цели высказывания и состо</w:t>
      </w:r>
      <w:r w:rsidRPr="009F3949">
        <w:rPr>
          <w:rFonts w:ascii="Times New Roman" w:hAnsi="Times New Roman"/>
          <w:color w:val="000000"/>
        </w:rPr>
        <w:softHyphen/>
        <w:t xml:space="preserve">ять из 2 </w:t>
      </w:r>
      <w:r w:rsidRPr="009F3949">
        <w:rPr>
          <w:rFonts w:ascii="Times New Roman" w:hAnsi="Times New Roman"/>
        </w:rPr>
        <w:t xml:space="preserve">– </w:t>
      </w:r>
      <w:r w:rsidRPr="009F3949">
        <w:rPr>
          <w:rFonts w:ascii="Times New Roman" w:hAnsi="Times New Roman"/>
          <w:color w:val="000000"/>
        </w:rPr>
        <w:t>8 слов с включением синтаксических категорий, которые изучаются в начальной школе.</w:t>
      </w:r>
    </w:p>
    <w:p w:rsidR="00832FE0" w:rsidRPr="009F3949" w:rsidRDefault="00832FE0" w:rsidP="00D878F5">
      <w:pPr>
        <w:pStyle w:val="BodyTextIndent"/>
        <w:tabs>
          <w:tab w:val="num" w:pos="0"/>
          <w:tab w:val="left" w:pos="5560"/>
        </w:tabs>
        <w:rPr>
          <w:rFonts w:ascii="Times New Roman" w:hAnsi="Times New Roman"/>
          <w:color w:val="000000"/>
        </w:rPr>
      </w:pPr>
      <w:r w:rsidRPr="009F3949">
        <w:rPr>
          <w:rFonts w:ascii="Times New Roman" w:hAnsi="Times New Roman"/>
          <w:b/>
          <w:bCs/>
          <w:i/>
          <w:iCs/>
        </w:rPr>
        <w:t>Контрольное списывание</w:t>
      </w:r>
      <w:r w:rsidRPr="009F3949">
        <w:rPr>
          <w:rFonts w:ascii="Times New Roman" w:hAnsi="Times New Roman"/>
        </w:rPr>
        <w:t>, как и диктант, –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</w:t>
      </w:r>
      <w:r w:rsidRPr="009F3949">
        <w:rPr>
          <w:rFonts w:ascii="Times New Roman" w:hAnsi="Times New Roman"/>
          <w:color w:val="000000"/>
        </w:rPr>
        <w:t>, находить границы пред</w:t>
      </w:r>
      <w:r w:rsidRPr="009F3949">
        <w:rPr>
          <w:rFonts w:ascii="Times New Roman" w:hAnsi="Times New Roman"/>
          <w:color w:val="000000"/>
        </w:rPr>
        <w:softHyphen/>
        <w:t>ложения, устанавливать части текста, выписы</w:t>
      </w:r>
      <w:r w:rsidRPr="009F3949">
        <w:rPr>
          <w:rFonts w:ascii="Times New Roman" w:hAnsi="Times New Roman"/>
          <w:color w:val="000000"/>
        </w:rPr>
        <w:softHyphen/>
        <w:t>вать ту или иную часть текста.</w:t>
      </w:r>
    </w:p>
    <w:p w:rsidR="00832FE0" w:rsidRDefault="00832FE0" w:rsidP="00D878F5">
      <w:pPr>
        <w:pStyle w:val="BodyTextIndent"/>
        <w:tabs>
          <w:tab w:val="num" w:pos="0"/>
          <w:tab w:val="left" w:pos="5560"/>
        </w:tabs>
        <w:rPr>
          <w:rFonts w:ascii="Times New Roman" w:hAnsi="Times New Roman"/>
          <w:color w:val="000000"/>
        </w:rPr>
      </w:pPr>
      <w:r w:rsidRPr="009F3949">
        <w:rPr>
          <w:rFonts w:ascii="Times New Roman" w:hAnsi="Times New Roman"/>
          <w:b/>
          <w:bCs/>
          <w:i/>
          <w:iCs/>
          <w:color w:val="000000"/>
        </w:rPr>
        <w:t>Тестовые задания</w:t>
      </w:r>
      <w:r w:rsidRPr="009F3949">
        <w:rPr>
          <w:rFonts w:ascii="Times New Roman" w:hAnsi="Times New Roman"/>
        </w:rPr>
        <w:t xml:space="preserve">– </w:t>
      </w:r>
      <w:r w:rsidRPr="009F3949">
        <w:rPr>
          <w:rFonts w:ascii="Times New Roman" w:hAnsi="Times New Roman"/>
          <w:color w:val="000000"/>
        </w:rPr>
        <w:t>динамичная форма про</w:t>
      </w:r>
      <w:r w:rsidRPr="009F3949">
        <w:rPr>
          <w:rFonts w:ascii="Times New Roman" w:hAnsi="Times New Roman"/>
          <w:color w:val="000000"/>
        </w:rPr>
        <w:softHyphen/>
        <w:t>верки, направленная на установление уровня сформированности умения использовать свои знания в нестандартных учебных ситуациях.</w:t>
      </w:r>
    </w:p>
    <w:p w:rsidR="00832FE0" w:rsidRDefault="00832FE0" w:rsidP="00D878F5">
      <w:pPr>
        <w:pStyle w:val="BodyTextIndent"/>
        <w:tabs>
          <w:tab w:val="num" w:pos="0"/>
          <w:tab w:val="left" w:pos="5560"/>
        </w:tabs>
        <w:rPr>
          <w:rFonts w:ascii="Times New Roman" w:hAnsi="Times New Roman"/>
          <w:color w:val="000000"/>
        </w:rPr>
      </w:pPr>
    </w:p>
    <w:p w:rsidR="00832FE0" w:rsidRDefault="00832FE0" w:rsidP="00F24599">
      <w:pPr>
        <w:widowControl w:val="0"/>
        <w:shd w:val="clear" w:color="auto" w:fill="FFFFFF"/>
        <w:tabs>
          <w:tab w:val="left" w:pos="468"/>
        </w:tabs>
        <w:autoSpaceDE w:val="0"/>
        <w:autoSpaceDN w:val="0"/>
        <w:adjustRightInd w:val="0"/>
        <w:jc w:val="both"/>
        <w:rPr>
          <w:b/>
          <w:color w:val="000000"/>
          <w:spacing w:val="5"/>
          <w:szCs w:val="28"/>
        </w:rPr>
      </w:pPr>
      <w:r>
        <w:rPr>
          <w:color w:val="000000"/>
          <w:spacing w:val="5"/>
          <w:szCs w:val="28"/>
        </w:rPr>
        <w:t xml:space="preserve">            </w:t>
      </w:r>
      <w:r w:rsidRPr="00F12876">
        <w:rPr>
          <w:b/>
          <w:color w:val="000000"/>
          <w:spacing w:val="5"/>
          <w:szCs w:val="28"/>
        </w:rPr>
        <w:t>Ресурсное обеспечение программы</w:t>
      </w:r>
    </w:p>
    <w:p w:rsidR="00832FE0" w:rsidRDefault="00832FE0" w:rsidP="00B84C7B">
      <w:pPr>
        <w:numPr>
          <w:ilvl w:val="0"/>
          <w:numId w:val="34"/>
        </w:numPr>
      </w:pPr>
      <w:r>
        <w:t>Л.Ф.Климанова . Русский язык. 1 класс. Учебник для общеобразовательных учреждений-М.: Просвещение, 2017</w:t>
      </w:r>
    </w:p>
    <w:p w:rsidR="00832FE0" w:rsidRDefault="00832FE0" w:rsidP="00F24599">
      <w:pPr>
        <w:numPr>
          <w:ilvl w:val="0"/>
          <w:numId w:val="34"/>
        </w:numPr>
      </w:pPr>
      <w:r>
        <w:t>С.Ю. Михайлова.  Проверочные  работы по русскому языку. 1 класс.  К учебнику Л.Ф.Климановой  «Русский язык. 1 класс» Издательство «Просвещение», 2020</w:t>
      </w:r>
    </w:p>
    <w:p w:rsidR="00832FE0" w:rsidRPr="00357C35" w:rsidRDefault="00832FE0" w:rsidP="001E0930">
      <w:pPr>
        <w:pStyle w:val="ParagraphStyle"/>
        <w:spacing w:before="240" w:after="240" w:line="264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</w:t>
      </w:r>
      <w:r w:rsidRPr="00357C35">
        <w:rPr>
          <w:rFonts w:ascii="Times New Roman" w:hAnsi="Times New Roman" w:cs="Times New Roman"/>
          <w:b/>
          <w:sz w:val="28"/>
          <w:szCs w:val="28"/>
        </w:rPr>
        <w:t>Календарно-тематическое</w:t>
      </w:r>
      <w:r>
        <w:rPr>
          <w:rFonts w:ascii="Times New Roman" w:hAnsi="Times New Roman" w:cs="Times New Roman"/>
          <w:b/>
          <w:sz w:val="28"/>
          <w:szCs w:val="28"/>
        </w:rPr>
        <w:t xml:space="preserve"> планирование по русскому языку</w:t>
      </w:r>
      <w:r w:rsidRPr="00357C35">
        <w:rPr>
          <w:rFonts w:ascii="Times New Roman" w:hAnsi="Times New Roman" w:cs="Times New Roman"/>
          <w:b/>
          <w:sz w:val="28"/>
          <w:szCs w:val="28"/>
        </w:rPr>
        <w:t xml:space="preserve">       1 класс</w:t>
      </w:r>
    </w:p>
    <w:p w:rsidR="00832FE0" w:rsidRPr="001E0930" w:rsidRDefault="00832FE0" w:rsidP="00B2745D">
      <w:pPr>
        <w:jc w:val="both"/>
        <w:rPr>
          <w:b/>
        </w:rPr>
      </w:pPr>
    </w:p>
    <w:tbl>
      <w:tblPr>
        <w:tblW w:w="15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8"/>
        <w:gridCol w:w="1200"/>
        <w:gridCol w:w="1200"/>
        <w:gridCol w:w="8040"/>
        <w:gridCol w:w="3960"/>
      </w:tblGrid>
      <w:tr w:rsidR="00832FE0" w:rsidRPr="001E0930" w:rsidTr="00B84C7B">
        <w:trPr>
          <w:trHeight w:val="130"/>
        </w:trPr>
        <w:tc>
          <w:tcPr>
            <w:tcW w:w="948" w:type="dxa"/>
          </w:tcPr>
          <w:p w:rsidR="00832FE0" w:rsidRPr="001E0930" w:rsidRDefault="00832FE0" w:rsidP="00B2745D">
            <w:pPr>
              <w:rPr>
                <w:b/>
              </w:rPr>
            </w:pPr>
            <w:r w:rsidRPr="001E0930">
              <w:rPr>
                <w:b/>
              </w:rPr>
              <w:t>№ урока</w:t>
            </w:r>
          </w:p>
        </w:tc>
        <w:tc>
          <w:tcPr>
            <w:tcW w:w="1200" w:type="dxa"/>
          </w:tcPr>
          <w:p w:rsidR="00832FE0" w:rsidRPr="001E0930" w:rsidRDefault="00832FE0" w:rsidP="00B2745D">
            <w:pPr>
              <w:rPr>
                <w:b/>
              </w:rPr>
            </w:pPr>
            <w:r>
              <w:rPr>
                <w:b/>
              </w:rPr>
              <w:t>№ урока в теме</w:t>
            </w:r>
          </w:p>
        </w:tc>
        <w:tc>
          <w:tcPr>
            <w:tcW w:w="1200" w:type="dxa"/>
          </w:tcPr>
          <w:p w:rsidR="00832FE0" w:rsidRPr="001E0930" w:rsidRDefault="00832FE0" w:rsidP="00B2745D">
            <w:pPr>
              <w:rPr>
                <w:b/>
              </w:rPr>
            </w:pPr>
            <w:r w:rsidRPr="001E0930">
              <w:rPr>
                <w:b/>
              </w:rPr>
              <w:t xml:space="preserve">     дата</w:t>
            </w:r>
          </w:p>
        </w:tc>
        <w:tc>
          <w:tcPr>
            <w:tcW w:w="8040" w:type="dxa"/>
          </w:tcPr>
          <w:p w:rsidR="00832FE0" w:rsidRPr="001E0930" w:rsidRDefault="00832FE0" w:rsidP="00B2745D">
            <w:pPr>
              <w:rPr>
                <w:b/>
              </w:rPr>
            </w:pPr>
            <w:r w:rsidRPr="001E0930">
              <w:rPr>
                <w:b/>
              </w:rPr>
              <w:t xml:space="preserve">                                                                            Тема урока</w:t>
            </w:r>
          </w:p>
        </w:tc>
        <w:tc>
          <w:tcPr>
            <w:tcW w:w="3960" w:type="dxa"/>
          </w:tcPr>
          <w:p w:rsidR="00832FE0" w:rsidRPr="001E0930" w:rsidRDefault="00832FE0" w:rsidP="00B2745D">
            <w:pPr>
              <w:rPr>
                <w:b/>
              </w:rPr>
            </w:pPr>
            <w:r w:rsidRPr="001E0930">
              <w:rPr>
                <w:b/>
              </w:rPr>
              <w:t>Виды и формы контроля</w:t>
            </w:r>
          </w:p>
        </w:tc>
      </w:tr>
      <w:tr w:rsidR="00832FE0" w:rsidRPr="001E0930" w:rsidTr="00B84C7B">
        <w:trPr>
          <w:trHeight w:val="130"/>
        </w:trPr>
        <w:tc>
          <w:tcPr>
            <w:tcW w:w="948" w:type="dxa"/>
          </w:tcPr>
          <w:p w:rsidR="00832FE0" w:rsidRPr="001E0930" w:rsidRDefault="00832FE0" w:rsidP="00B2745D">
            <w:pPr>
              <w:rPr>
                <w:b/>
              </w:rPr>
            </w:pPr>
          </w:p>
        </w:tc>
        <w:tc>
          <w:tcPr>
            <w:tcW w:w="1200" w:type="dxa"/>
          </w:tcPr>
          <w:p w:rsidR="00832FE0" w:rsidRDefault="00832FE0" w:rsidP="00B2745D">
            <w:pPr>
              <w:rPr>
                <w:b/>
              </w:rPr>
            </w:pPr>
          </w:p>
        </w:tc>
        <w:tc>
          <w:tcPr>
            <w:tcW w:w="1200" w:type="dxa"/>
          </w:tcPr>
          <w:p w:rsidR="00832FE0" w:rsidRPr="001E0930" w:rsidRDefault="00832FE0" w:rsidP="00B2745D">
            <w:pPr>
              <w:rPr>
                <w:b/>
              </w:rPr>
            </w:pPr>
          </w:p>
        </w:tc>
        <w:tc>
          <w:tcPr>
            <w:tcW w:w="8040" w:type="dxa"/>
          </w:tcPr>
          <w:p w:rsidR="00832FE0" w:rsidRPr="001E0930" w:rsidRDefault="00832FE0" w:rsidP="00B2745D">
            <w:pPr>
              <w:rPr>
                <w:b/>
              </w:rPr>
            </w:pPr>
            <w:r>
              <w:rPr>
                <w:b/>
              </w:rPr>
              <w:t xml:space="preserve">                                   Культура общения – 15ч</w:t>
            </w:r>
          </w:p>
        </w:tc>
        <w:tc>
          <w:tcPr>
            <w:tcW w:w="3960" w:type="dxa"/>
          </w:tcPr>
          <w:p w:rsidR="00832FE0" w:rsidRPr="001E0930" w:rsidRDefault="00832FE0" w:rsidP="00B2745D">
            <w:pPr>
              <w:rPr>
                <w:b/>
              </w:rPr>
            </w:pPr>
          </w:p>
        </w:tc>
      </w:tr>
      <w:tr w:rsidR="00832FE0" w:rsidRPr="0022797B" w:rsidTr="00B84C7B">
        <w:trPr>
          <w:trHeight w:val="369"/>
        </w:trPr>
        <w:tc>
          <w:tcPr>
            <w:tcW w:w="948" w:type="dxa"/>
          </w:tcPr>
          <w:p w:rsidR="00832FE0" w:rsidRPr="001E0930" w:rsidRDefault="00832FE0" w:rsidP="00B2745D">
            <w:r>
              <w:t>1</w:t>
            </w:r>
          </w:p>
        </w:tc>
        <w:tc>
          <w:tcPr>
            <w:tcW w:w="1200" w:type="dxa"/>
          </w:tcPr>
          <w:p w:rsidR="00832FE0" w:rsidRDefault="00832FE0" w:rsidP="00B2745D">
            <w:r>
              <w:t>1</w:t>
            </w:r>
          </w:p>
        </w:tc>
        <w:tc>
          <w:tcPr>
            <w:tcW w:w="1200" w:type="dxa"/>
          </w:tcPr>
          <w:p w:rsidR="00832FE0" w:rsidRDefault="00832FE0" w:rsidP="00B2745D"/>
        </w:tc>
        <w:tc>
          <w:tcPr>
            <w:tcW w:w="8040" w:type="dxa"/>
          </w:tcPr>
          <w:p w:rsidR="00832FE0" w:rsidRPr="00424E88" w:rsidRDefault="00832FE0" w:rsidP="00B2745D">
            <w:r>
              <w:t>Введение в учебный предмет. В мире общения.</w:t>
            </w:r>
          </w:p>
        </w:tc>
        <w:tc>
          <w:tcPr>
            <w:tcW w:w="3960" w:type="dxa"/>
          </w:tcPr>
          <w:p w:rsidR="00832FE0" w:rsidRPr="001E0930" w:rsidRDefault="00832FE0" w:rsidP="001E0930">
            <w:r>
              <w:t>фронтальный</w:t>
            </w:r>
          </w:p>
        </w:tc>
      </w:tr>
      <w:tr w:rsidR="00832FE0" w:rsidRPr="0022797B" w:rsidTr="00B84C7B">
        <w:trPr>
          <w:trHeight w:val="354"/>
        </w:trPr>
        <w:tc>
          <w:tcPr>
            <w:tcW w:w="948" w:type="dxa"/>
          </w:tcPr>
          <w:p w:rsidR="00832FE0" w:rsidRPr="009829D2" w:rsidRDefault="00832FE0" w:rsidP="00B2745D">
            <w:r>
              <w:t>2</w:t>
            </w:r>
          </w:p>
        </w:tc>
        <w:tc>
          <w:tcPr>
            <w:tcW w:w="1200" w:type="dxa"/>
          </w:tcPr>
          <w:p w:rsidR="00832FE0" w:rsidRDefault="00832FE0" w:rsidP="00B2745D">
            <w:r>
              <w:t>2</w:t>
            </w:r>
          </w:p>
        </w:tc>
        <w:tc>
          <w:tcPr>
            <w:tcW w:w="1200" w:type="dxa"/>
          </w:tcPr>
          <w:p w:rsidR="00832FE0" w:rsidRDefault="00832FE0" w:rsidP="00B2745D"/>
        </w:tc>
        <w:tc>
          <w:tcPr>
            <w:tcW w:w="8040" w:type="dxa"/>
          </w:tcPr>
          <w:p w:rsidR="00832FE0" w:rsidRPr="00424E88" w:rsidRDefault="00832FE0" w:rsidP="00B2745D">
            <w:r>
              <w:t>Формирование представлений о языке как средстве общения.</w:t>
            </w:r>
          </w:p>
        </w:tc>
        <w:tc>
          <w:tcPr>
            <w:tcW w:w="3960" w:type="dxa"/>
          </w:tcPr>
          <w:p w:rsidR="00832FE0" w:rsidRPr="0022797B" w:rsidRDefault="00832FE0" w:rsidP="00B2745D">
            <w:pPr>
              <w:jc w:val="both"/>
            </w:pPr>
            <w:r>
              <w:t>коллективный</w:t>
            </w:r>
          </w:p>
        </w:tc>
      </w:tr>
      <w:tr w:rsidR="00832FE0" w:rsidRPr="0022797B" w:rsidTr="00B84C7B">
        <w:trPr>
          <w:trHeight w:val="419"/>
        </w:trPr>
        <w:tc>
          <w:tcPr>
            <w:tcW w:w="948" w:type="dxa"/>
          </w:tcPr>
          <w:p w:rsidR="00832FE0" w:rsidRPr="00B84C7B" w:rsidRDefault="00832FE0" w:rsidP="00B84C7B">
            <w:r w:rsidRPr="0022797B">
              <w:t>3.</w:t>
            </w:r>
          </w:p>
        </w:tc>
        <w:tc>
          <w:tcPr>
            <w:tcW w:w="1200" w:type="dxa"/>
          </w:tcPr>
          <w:p w:rsidR="00832FE0" w:rsidRPr="001E0930" w:rsidRDefault="00832FE0" w:rsidP="001E0930">
            <w:r>
              <w:t>3</w:t>
            </w:r>
          </w:p>
        </w:tc>
        <w:tc>
          <w:tcPr>
            <w:tcW w:w="1200" w:type="dxa"/>
          </w:tcPr>
          <w:p w:rsidR="00832FE0" w:rsidRDefault="00832FE0" w:rsidP="00B2745D"/>
        </w:tc>
        <w:tc>
          <w:tcPr>
            <w:tcW w:w="8040" w:type="dxa"/>
          </w:tcPr>
          <w:p w:rsidR="00832FE0" w:rsidRPr="00424E88" w:rsidRDefault="00832FE0" w:rsidP="00B2745D">
            <w:r w:rsidRPr="00350829">
              <w:t>Слово и его значение.</w:t>
            </w:r>
          </w:p>
        </w:tc>
        <w:tc>
          <w:tcPr>
            <w:tcW w:w="3960" w:type="dxa"/>
          </w:tcPr>
          <w:p w:rsidR="00832FE0" w:rsidRPr="0022797B" w:rsidRDefault="00832FE0" w:rsidP="00B2745D">
            <w:pPr>
              <w:jc w:val="both"/>
            </w:pPr>
            <w:r>
              <w:t>Составление рассказа по картинке.</w:t>
            </w:r>
          </w:p>
        </w:tc>
      </w:tr>
      <w:tr w:rsidR="00832FE0" w:rsidRPr="0022797B" w:rsidTr="00B84C7B">
        <w:trPr>
          <w:trHeight w:val="360"/>
        </w:trPr>
        <w:tc>
          <w:tcPr>
            <w:tcW w:w="948" w:type="dxa"/>
          </w:tcPr>
          <w:p w:rsidR="00832FE0" w:rsidRPr="0022797B" w:rsidRDefault="00832FE0" w:rsidP="00B2745D">
            <w:r>
              <w:t>4</w:t>
            </w:r>
          </w:p>
        </w:tc>
        <w:tc>
          <w:tcPr>
            <w:tcW w:w="1200" w:type="dxa"/>
          </w:tcPr>
          <w:p w:rsidR="00832FE0" w:rsidRDefault="00832FE0" w:rsidP="00B2745D">
            <w:r>
              <w:t>4</w:t>
            </w:r>
          </w:p>
        </w:tc>
        <w:tc>
          <w:tcPr>
            <w:tcW w:w="1200" w:type="dxa"/>
          </w:tcPr>
          <w:p w:rsidR="00832FE0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>
              <w:t>Роль слова в общении.</w:t>
            </w:r>
          </w:p>
        </w:tc>
        <w:tc>
          <w:tcPr>
            <w:tcW w:w="3960" w:type="dxa"/>
          </w:tcPr>
          <w:p w:rsidR="00832FE0" w:rsidRPr="00B84C7B" w:rsidRDefault="00832FE0" w:rsidP="001E0930">
            <w:r w:rsidRPr="00B84C7B">
              <w:t>коллективный</w:t>
            </w:r>
          </w:p>
        </w:tc>
      </w:tr>
      <w:tr w:rsidR="00832FE0" w:rsidRPr="0022797B" w:rsidTr="00B84C7B">
        <w:trPr>
          <w:trHeight w:val="522"/>
        </w:trPr>
        <w:tc>
          <w:tcPr>
            <w:tcW w:w="948" w:type="dxa"/>
          </w:tcPr>
          <w:p w:rsidR="00832FE0" w:rsidRPr="008E15ED" w:rsidRDefault="00832FE0" w:rsidP="00B2745D">
            <w:r>
              <w:t>5</w:t>
            </w:r>
          </w:p>
        </w:tc>
        <w:tc>
          <w:tcPr>
            <w:tcW w:w="1200" w:type="dxa"/>
          </w:tcPr>
          <w:p w:rsidR="00832FE0" w:rsidRPr="00350829" w:rsidRDefault="00832FE0" w:rsidP="00B2745D">
            <w:r>
              <w:t>5</w:t>
            </w:r>
          </w:p>
        </w:tc>
        <w:tc>
          <w:tcPr>
            <w:tcW w:w="1200" w:type="dxa"/>
          </w:tcPr>
          <w:p w:rsidR="00832FE0" w:rsidRPr="00350829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>
              <w:t>Закрепление пройденного.</w:t>
            </w:r>
          </w:p>
        </w:tc>
        <w:tc>
          <w:tcPr>
            <w:tcW w:w="3960" w:type="dxa"/>
          </w:tcPr>
          <w:p w:rsidR="00832FE0" w:rsidRPr="0022797B" w:rsidRDefault="00832FE0" w:rsidP="00B2745D">
            <w:pPr>
              <w:jc w:val="both"/>
            </w:pPr>
            <w:r>
              <w:t>Диктант.</w:t>
            </w:r>
          </w:p>
        </w:tc>
      </w:tr>
      <w:tr w:rsidR="00832FE0" w:rsidRPr="0022797B" w:rsidTr="00B84C7B">
        <w:trPr>
          <w:trHeight w:val="356"/>
        </w:trPr>
        <w:tc>
          <w:tcPr>
            <w:tcW w:w="948" w:type="dxa"/>
          </w:tcPr>
          <w:p w:rsidR="00832FE0" w:rsidRPr="00D13287" w:rsidRDefault="00832FE0" w:rsidP="00D13287">
            <w:r>
              <w:t>6</w:t>
            </w:r>
            <w:r w:rsidRPr="0022797B">
              <w:t>.</w:t>
            </w:r>
          </w:p>
        </w:tc>
        <w:tc>
          <w:tcPr>
            <w:tcW w:w="1200" w:type="dxa"/>
          </w:tcPr>
          <w:p w:rsidR="00832FE0" w:rsidRPr="00350829" w:rsidRDefault="00832FE0" w:rsidP="00B2745D">
            <w:r>
              <w:t>6</w:t>
            </w:r>
          </w:p>
        </w:tc>
        <w:tc>
          <w:tcPr>
            <w:tcW w:w="1200" w:type="dxa"/>
          </w:tcPr>
          <w:p w:rsidR="00832FE0" w:rsidRPr="00350829" w:rsidRDefault="00832FE0" w:rsidP="00B2745D"/>
        </w:tc>
        <w:tc>
          <w:tcPr>
            <w:tcW w:w="8040" w:type="dxa"/>
          </w:tcPr>
          <w:p w:rsidR="00832FE0" w:rsidRPr="00D13287" w:rsidRDefault="00832FE0" w:rsidP="00D13287">
            <w:r w:rsidRPr="00350829">
              <w:t xml:space="preserve">Знакомство с именами собственными. </w:t>
            </w:r>
          </w:p>
        </w:tc>
        <w:tc>
          <w:tcPr>
            <w:tcW w:w="3960" w:type="dxa"/>
          </w:tcPr>
          <w:p w:rsidR="00832FE0" w:rsidRPr="00D13287" w:rsidRDefault="00832FE0" w:rsidP="00D13287">
            <w:pPr>
              <w:jc w:val="both"/>
            </w:pPr>
            <w:r>
              <w:t>Коллективный, работа в парах.</w:t>
            </w:r>
          </w:p>
        </w:tc>
      </w:tr>
      <w:tr w:rsidR="00832FE0" w:rsidRPr="0022797B" w:rsidTr="00B84C7B">
        <w:trPr>
          <w:trHeight w:val="224"/>
        </w:trPr>
        <w:tc>
          <w:tcPr>
            <w:tcW w:w="948" w:type="dxa"/>
          </w:tcPr>
          <w:p w:rsidR="00832FE0" w:rsidRPr="0022797B" w:rsidRDefault="00832FE0" w:rsidP="00B2745D">
            <w:r>
              <w:t>7</w:t>
            </w:r>
            <w:r w:rsidRPr="0022797B">
              <w:t xml:space="preserve">. </w:t>
            </w:r>
          </w:p>
        </w:tc>
        <w:tc>
          <w:tcPr>
            <w:tcW w:w="1200" w:type="dxa"/>
          </w:tcPr>
          <w:p w:rsidR="00832FE0" w:rsidRPr="00350829" w:rsidRDefault="00832FE0" w:rsidP="00B2745D">
            <w:r>
              <w:t>7</w:t>
            </w:r>
          </w:p>
        </w:tc>
        <w:tc>
          <w:tcPr>
            <w:tcW w:w="1200" w:type="dxa"/>
          </w:tcPr>
          <w:p w:rsidR="00832FE0" w:rsidRPr="00350829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 w:rsidRPr="00350829">
              <w:t xml:space="preserve">Имя собственное. </w:t>
            </w:r>
          </w:p>
        </w:tc>
        <w:tc>
          <w:tcPr>
            <w:tcW w:w="3960" w:type="dxa"/>
          </w:tcPr>
          <w:p w:rsidR="00832FE0" w:rsidRPr="00E1624C" w:rsidRDefault="00832FE0" w:rsidP="00B2745D">
            <w:pPr>
              <w:jc w:val="both"/>
            </w:pPr>
            <w:r>
              <w:t>фронтальный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>
              <w:t>8.</w:t>
            </w:r>
          </w:p>
        </w:tc>
        <w:tc>
          <w:tcPr>
            <w:tcW w:w="1200" w:type="dxa"/>
          </w:tcPr>
          <w:p w:rsidR="00832FE0" w:rsidRPr="00350829" w:rsidRDefault="00832FE0" w:rsidP="00B2745D">
            <w:r>
              <w:t>8</w:t>
            </w:r>
          </w:p>
        </w:tc>
        <w:tc>
          <w:tcPr>
            <w:tcW w:w="1200" w:type="dxa"/>
          </w:tcPr>
          <w:p w:rsidR="00832FE0" w:rsidRPr="00350829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 w:rsidRPr="00350829">
              <w:t>Имя собственное</w:t>
            </w:r>
            <w:r>
              <w:t xml:space="preserve">. </w:t>
            </w:r>
            <w:r w:rsidRPr="00350829">
              <w:t>Правописание имён собственных.</w:t>
            </w:r>
          </w:p>
        </w:tc>
        <w:tc>
          <w:tcPr>
            <w:tcW w:w="3960" w:type="dxa"/>
          </w:tcPr>
          <w:p w:rsidR="00832FE0" w:rsidRPr="003672ED" w:rsidRDefault="00832FE0" w:rsidP="00D13287">
            <w:r w:rsidRPr="00D13287">
              <w:t>Словарный диктант.</w:t>
            </w:r>
          </w:p>
        </w:tc>
      </w:tr>
      <w:tr w:rsidR="00832FE0" w:rsidRPr="0022797B" w:rsidTr="00B84C7B">
        <w:trPr>
          <w:trHeight w:val="323"/>
        </w:trPr>
        <w:tc>
          <w:tcPr>
            <w:tcW w:w="948" w:type="dxa"/>
          </w:tcPr>
          <w:p w:rsidR="00832FE0" w:rsidRPr="00AD3DF7" w:rsidRDefault="00832FE0" w:rsidP="00B2745D">
            <w:r>
              <w:t>9</w:t>
            </w:r>
            <w:r w:rsidRPr="0022797B">
              <w:t>.</w:t>
            </w:r>
          </w:p>
        </w:tc>
        <w:tc>
          <w:tcPr>
            <w:tcW w:w="1200" w:type="dxa"/>
          </w:tcPr>
          <w:p w:rsidR="00832FE0" w:rsidRPr="00350829" w:rsidRDefault="00832FE0" w:rsidP="00B2745D">
            <w:r>
              <w:t>9</w:t>
            </w:r>
          </w:p>
        </w:tc>
        <w:tc>
          <w:tcPr>
            <w:tcW w:w="1200" w:type="dxa"/>
          </w:tcPr>
          <w:p w:rsidR="00832FE0" w:rsidRPr="00350829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 w:rsidRPr="00350829">
              <w:t>Слова с несколькими значениями.</w:t>
            </w:r>
          </w:p>
        </w:tc>
        <w:tc>
          <w:tcPr>
            <w:tcW w:w="3960" w:type="dxa"/>
          </w:tcPr>
          <w:p w:rsidR="00832FE0" w:rsidRPr="00D13287" w:rsidRDefault="00832FE0" w:rsidP="00B2745D">
            <w:r w:rsidRPr="00D13287">
              <w:t>коллективны</w:t>
            </w:r>
            <w:r>
              <w:t>й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>
              <w:t>10</w:t>
            </w:r>
            <w:r w:rsidRPr="0022797B">
              <w:t>.</w:t>
            </w:r>
          </w:p>
        </w:tc>
        <w:tc>
          <w:tcPr>
            <w:tcW w:w="1200" w:type="dxa"/>
          </w:tcPr>
          <w:p w:rsidR="00832FE0" w:rsidRPr="00350829" w:rsidRDefault="00832FE0" w:rsidP="00B2745D">
            <w:r>
              <w:t>10</w:t>
            </w:r>
          </w:p>
        </w:tc>
        <w:tc>
          <w:tcPr>
            <w:tcW w:w="1200" w:type="dxa"/>
          </w:tcPr>
          <w:p w:rsidR="00832FE0" w:rsidRPr="00350829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 w:rsidRPr="00350829">
              <w:t>Слова, близкие по значению (синонимы).</w:t>
            </w:r>
          </w:p>
        </w:tc>
        <w:tc>
          <w:tcPr>
            <w:tcW w:w="3960" w:type="dxa"/>
          </w:tcPr>
          <w:p w:rsidR="00832FE0" w:rsidRPr="0022797B" w:rsidRDefault="00832FE0" w:rsidP="00B2745D">
            <w:r>
              <w:t>фронтальный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>
              <w:t>11</w:t>
            </w:r>
            <w:r w:rsidRPr="0022797B">
              <w:t>.</w:t>
            </w:r>
          </w:p>
        </w:tc>
        <w:tc>
          <w:tcPr>
            <w:tcW w:w="1200" w:type="dxa"/>
          </w:tcPr>
          <w:p w:rsidR="00832FE0" w:rsidRPr="00350829" w:rsidRDefault="00832FE0" w:rsidP="00B2745D">
            <w:r>
              <w:t>11</w:t>
            </w:r>
          </w:p>
        </w:tc>
        <w:tc>
          <w:tcPr>
            <w:tcW w:w="1200" w:type="dxa"/>
          </w:tcPr>
          <w:p w:rsidR="00832FE0" w:rsidRPr="00350829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 w:rsidRPr="00350829">
              <w:t>Слова, противоположные по значению (антонимы).</w:t>
            </w:r>
          </w:p>
        </w:tc>
        <w:tc>
          <w:tcPr>
            <w:tcW w:w="3960" w:type="dxa"/>
          </w:tcPr>
          <w:p w:rsidR="00832FE0" w:rsidRPr="0022797B" w:rsidRDefault="00832FE0" w:rsidP="00B2745D">
            <w:pPr>
              <w:jc w:val="both"/>
            </w:pPr>
            <w:r>
              <w:t>тест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>
              <w:t>12</w:t>
            </w:r>
            <w:r w:rsidRPr="0022797B">
              <w:t>.</w:t>
            </w:r>
          </w:p>
        </w:tc>
        <w:tc>
          <w:tcPr>
            <w:tcW w:w="1200" w:type="dxa"/>
          </w:tcPr>
          <w:p w:rsidR="00832FE0" w:rsidRDefault="00832FE0" w:rsidP="00B2745D">
            <w:r>
              <w:t>12</w:t>
            </w:r>
          </w:p>
        </w:tc>
        <w:tc>
          <w:tcPr>
            <w:tcW w:w="1200" w:type="dxa"/>
          </w:tcPr>
          <w:p w:rsidR="00832FE0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>
              <w:t>Группы слов.</w:t>
            </w:r>
          </w:p>
        </w:tc>
        <w:tc>
          <w:tcPr>
            <w:tcW w:w="3960" w:type="dxa"/>
          </w:tcPr>
          <w:p w:rsidR="00832FE0" w:rsidRPr="00D13287" w:rsidRDefault="00832FE0" w:rsidP="00B2745D">
            <w:r>
              <w:t>коллективный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>
              <w:t>13</w:t>
            </w:r>
            <w:r w:rsidRPr="0022797B">
              <w:t>.</w:t>
            </w:r>
          </w:p>
        </w:tc>
        <w:tc>
          <w:tcPr>
            <w:tcW w:w="1200" w:type="dxa"/>
          </w:tcPr>
          <w:p w:rsidR="00832FE0" w:rsidRDefault="00832FE0" w:rsidP="00B2745D">
            <w:r>
              <w:t>13</w:t>
            </w:r>
          </w:p>
        </w:tc>
        <w:tc>
          <w:tcPr>
            <w:tcW w:w="1200" w:type="dxa"/>
          </w:tcPr>
          <w:p w:rsidR="00832FE0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>
              <w:t>Группы слов.</w:t>
            </w:r>
          </w:p>
        </w:tc>
        <w:tc>
          <w:tcPr>
            <w:tcW w:w="3960" w:type="dxa"/>
          </w:tcPr>
          <w:p w:rsidR="00832FE0" w:rsidRPr="004D2318" w:rsidRDefault="00832FE0" w:rsidP="00B2745D">
            <w:pPr>
              <w:jc w:val="both"/>
            </w:pPr>
            <w:r>
              <w:t>фронтальный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B84C7B" w:rsidRDefault="00832FE0" w:rsidP="00B2745D">
            <w:r>
              <w:t>14</w:t>
            </w:r>
            <w:r w:rsidRPr="0022797B">
              <w:t>.</w:t>
            </w:r>
          </w:p>
        </w:tc>
        <w:tc>
          <w:tcPr>
            <w:tcW w:w="1200" w:type="dxa"/>
          </w:tcPr>
          <w:p w:rsidR="00832FE0" w:rsidRDefault="00832FE0" w:rsidP="00B2745D">
            <w:r>
              <w:t>14</w:t>
            </w:r>
          </w:p>
        </w:tc>
        <w:tc>
          <w:tcPr>
            <w:tcW w:w="1200" w:type="dxa"/>
          </w:tcPr>
          <w:p w:rsidR="00832FE0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 w:rsidRPr="00350829">
              <w:t>Слова, отвечающие на вопросы кто? что?</w:t>
            </w:r>
          </w:p>
        </w:tc>
        <w:tc>
          <w:tcPr>
            <w:tcW w:w="3960" w:type="dxa"/>
          </w:tcPr>
          <w:p w:rsidR="00832FE0" w:rsidRPr="00D13287" w:rsidRDefault="00832FE0" w:rsidP="00D13287">
            <w:pPr>
              <w:jc w:val="both"/>
            </w:pPr>
            <w:r>
              <w:t>коллективный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>
              <w:t>15</w:t>
            </w:r>
            <w:r w:rsidRPr="0022797B">
              <w:t>.</w:t>
            </w:r>
          </w:p>
        </w:tc>
        <w:tc>
          <w:tcPr>
            <w:tcW w:w="1200" w:type="dxa"/>
          </w:tcPr>
          <w:p w:rsidR="00832FE0" w:rsidRDefault="00832FE0" w:rsidP="00B2745D">
            <w:r>
              <w:t>15</w:t>
            </w:r>
          </w:p>
        </w:tc>
        <w:tc>
          <w:tcPr>
            <w:tcW w:w="1200" w:type="dxa"/>
          </w:tcPr>
          <w:p w:rsidR="00832FE0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>
              <w:t>Закрепление изученного.</w:t>
            </w:r>
          </w:p>
        </w:tc>
        <w:tc>
          <w:tcPr>
            <w:tcW w:w="3960" w:type="dxa"/>
          </w:tcPr>
          <w:p w:rsidR="00832FE0" w:rsidRPr="00D13287" w:rsidRDefault="00832FE0" w:rsidP="00D13287">
            <w:pPr>
              <w:jc w:val="both"/>
            </w:pPr>
            <w:r>
              <w:t>Проверочная работа.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Default="00832FE0" w:rsidP="00B2745D"/>
        </w:tc>
        <w:tc>
          <w:tcPr>
            <w:tcW w:w="1200" w:type="dxa"/>
          </w:tcPr>
          <w:p w:rsidR="00832FE0" w:rsidRDefault="00832FE0" w:rsidP="00B2745D"/>
        </w:tc>
        <w:tc>
          <w:tcPr>
            <w:tcW w:w="1200" w:type="dxa"/>
          </w:tcPr>
          <w:p w:rsidR="00832FE0" w:rsidRDefault="00832FE0" w:rsidP="00B2745D"/>
        </w:tc>
        <w:tc>
          <w:tcPr>
            <w:tcW w:w="8040" w:type="dxa"/>
          </w:tcPr>
          <w:p w:rsidR="00832FE0" w:rsidRPr="004F21D0" w:rsidRDefault="00832FE0" w:rsidP="00B2745D">
            <w:pPr>
              <w:rPr>
                <w:b/>
              </w:rPr>
            </w:pPr>
            <w:r>
              <w:t xml:space="preserve">            </w:t>
            </w:r>
            <w:r>
              <w:rPr>
                <w:b/>
              </w:rPr>
              <w:t>Звуки и буквы. Слог. Ударение – 25ч</w:t>
            </w:r>
          </w:p>
        </w:tc>
        <w:tc>
          <w:tcPr>
            <w:tcW w:w="3960" w:type="dxa"/>
          </w:tcPr>
          <w:p w:rsidR="00832FE0" w:rsidRPr="000277AE" w:rsidRDefault="00832FE0" w:rsidP="00B2745D">
            <w:pPr>
              <w:jc w:val="both"/>
              <w:rPr>
                <w:b/>
              </w:rPr>
            </w:pP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>
              <w:t>16</w:t>
            </w:r>
            <w:r w:rsidRPr="0022797B">
              <w:t>.</w:t>
            </w:r>
          </w:p>
        </w:tc>
        <w:tc>
          <w:tcPr>
            <w:tcW w:w="1200" w:type="dxa"/>
          </w:tcPr>
          <w:p w:rsidR="00832FE0" w:rsidRPr="00350829" w:rsidRDefault="00832FE0" w:rsidP="00B2745D">
            <w:r>
              <w:t>1</w:t>
            </w:r>
          </w:p>
        </w:tc>
        <w:tc>
          <w:tcPr>
            <w:tcW w:w="1200" w:type="dxa"/>
          </w:tcPr>
          <w:p w:rsidR="00832FE0" w:rsidRPr="00350829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 w:rsidRPr="00350829">
              <w:t>Звуки и буквы.</w:t>
            </w:r>
          </w:p>
        </w:tc>
        <w:tc>
          <w:tcPr>
            <w:tcW w:w="3960" w:type="dxa"/>
          </w:tcPr>
          <w:p w:rsidR="00832FE0" w:rsidRPr="00D13287" w:rsidRDefault="00832FE0" w:rsidP="00B2745D">
            <w:r w:rsidRPr="00D13287">
              <w:t>фронтальный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>
              <w:t>17</w:t>
            </w:r>
            <w:r w:rsidRPr="0022797B">
              <w:t>.</w:t>
            </w:r>
          </w:p>
        </w:tc>
        <w:tc>
          <w:tcPr>
            <w:tcW w:w="1200" w:type="dxa"/>
          </w:tcPr>
          <w:p w:rsidR="00832FE0" w:rsidRPr="00350829" w:rsidRDefault="00832FE0" w:rsidP="00B2745D">
            <w:r>
              <w:t>2</w:t>
            </w:r>
          </w:p>
        </w:tc>
        <w:tc>
          <w:tcPr>
            <w:tcW w:w="1200" w:type="dxa"/>
          </w:tcPr>
          <w:p w:rsidR="00832FE0" w:rsidRPr="00350829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 w:rsidRPr="00350829">
              <w:t>Звуки и буквы.</w:t>
            </w:r>
          </w:p>
        </w:tc>
        <w:tc>
          <w:tcPr>
            <w:tcW w:w="3960" w:type="dxa"/>
          </w:tcPr>
          <w:p w:rsidR="00832FE0" w:rsidRPr="0022797B" w:rsidRDefault="00832FE0" w:rsidP="00B2745D">
            <w:pPr>
              <w:jc w:val="both"/>
            </w:pPr>
            <w:r>
              <w:t>Составление рассказа по картинке.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>
              <w:t>18</w:t>
            </w:r>
            <w:r w:rsidRPr="0022797B">
              <w:t>.</w:t>
            </w:r>
          </w:p>
        </w:tc>
        <w:tc>
          <w:tcPr>
            <w:tcW w:w="1200" w:type="dxa"/>
          </w:tcPr>
          <w:p w:rsidR="00832FE0" w:rsidRPr="00350829" w:rsidRDefault="00832FE0" w:rsidP="00B2745D">
            <w:r>
              <w:t>3</w:t>
            </w:r>
          </w:p>
        </w:tc>
        <w:tc>
          <w:tcPr>
            <w:tcW w:w="1200" w:type="dxa"/>
          </w:tcPr>
          <w:p w:rsidR="00832FE0" w:rsidRPr="00350829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 w:rsidRPr="00350829">
              <w:t>Алфавит.</w:t>
            </w:r>
          </w:p>
        </w:tc>
        <w:tc>
          <w:tcPr>
            <w:tcW w:w="3960" w:type="dxa"/>
          </w:tcPr>
          <w:p w:rsidR="00832FE0" w:rsidRPr="00D13287" w:rsidRDefault="00832FE0" w:rsidP="00D13287">
            <w:pPr>
              <w:jc w:val="both"/>
            </w:pPr>
            <w:r w:rsidRPr="00D13287">
              <w:t>индивидуальный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D13287" w:rsidRDefault="00832FE0" w:rsidP="00B2745D">
            <w:r>
              <w:t>19</w:t>
            </w:r>
            <w:r w:rsidRPr="0022797B">
              <w:t>.</w:t>
            </w:r>
          </w:p>
        </w:tc>
        <w:tc>
          <w:tcPr>
            <w:tcW w:w="1200" w:type="dxa"/>
          </w:tcPr>
          <w:p w:rsidR="00832FE0" w:rsidRPr="00350829" w:rsidRDefault="00832FE0" w:rsidP="00B2745D">
            <w:r>
              <w:t>4</w:t>
            </w:r>
          </w:p>
        </w:tc>
        <w:tc>
          <w:tcPr>
            <w:tcW w:w="1200" w:type="dxa"/>
          </w:tcPr>
          <w:p w:rsidR="00832FE0" w:rsidRPr="00350829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 w:rsidRPr="00350829">
              <w:t>Гласные звуки. Обозначение их буквами.</w:t>
            </w:r>
          </w:p>
        </w:tc>
        <w:tc>
          <w:tcPr>
            <w:tcW w:w="3960" w:type="dxa"/>
          </w:tcPr>
          <w:p w:rsidR="00832FE0" w:rsidRPr="00D13287" w:rsidRDefault="00832FE0" w:rsidP="00B2745D">
            <w:r w:rsidRPr="00D13287">
              <w:t xml:space="preserve">Зрительный диктант. 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>
              <w:t>20</w:t>
            </w:r>
            <w:r w:rsidRPr="0022797B">
              <w:t>.</w:t>
            </w:r>
          </w:p>
        </w:tc>
        <w:tc>
          <w:tcPr>
            <w:tcW w:w="1200" w:type="dxa"/>
          </w:tcPr>
          <w:p w:rsidR="00832FE0" w:rsidRPr="00350829" w:rsidRDefault="00832FE0" w:rsidP="00B2745D">
            <w:r>
              <w:t>5</w:t>
            </w:r>
          </w:p>
        </w:tc>
        <w:tc>
          <w:tcPr>
            <w:tcW w:w="1200" w:type="dxa"/>
          </w:tcPr>
          <w:p w:rsidR="00832FE0" w:rsidRPr="00350829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 w:rsidRPr="00350829">
              <w:t>Согласные звуки. Обозначение их буквами.</w:t>
            </w:r>
          </w:p>
        </w:tc>
        <w:tc>
          <w:tcPr>
            <w:tcW w:w="3960" w:type="dxa"/>
          </w:tcPr>
          <w:p w:rsidR="00832FE0" w:rsidRPr="00D13287" w:rsidRDefault="00832FE0" w:rsidP="00B2745D">
            <w:pPr>
              <w:jc w:val="both"/>
            </w:pPr>
            <w:r>
              <w:t>Работа в парах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>
              <w:t>21</w:t>
            </w:r>
            <w:r w:rsidRPr="0022797B">
              <w:t>.</w:t>
            </w:r>
          </w:p>
        </w:tc>
        <w:tc>
          <w:tcPr>
            <w:tcW w:w="1200" w:type="dxa"/>
          </w:tcPr>
          <w:p w:rsidR="00832FE0" w:rsidRPr="00350829" w:rsidRDefault="00832FE0" w:rsidP="00B2745D">
            <w:r>
              <w:t>6</w:t>
            </w:r>
          </w:p>
        </w:tc>
        <w:tc>
          <w:tcPr>
            <w:tcW w:w="1200" w:type="dxa"/>
          </w:tcPr>
          <w:p w:rsidR="00832FE0" w:rsidRPr="00350829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 w:rsidRPr="00350829">
              <w:t>Согласные звуки. Обозначение их буквами.</w:t>
            </w:r>
          </w:p>
        </w:tc>
        <w:tc>
          <w:tcPr>
            <w:tcW w:w="3960" w:type="dxa"/>
          </w:tcPr>
          <w:p w:rsidR="00832FE0" w:rsidRPr="00D13287" w:rsidRDefault="00832FE0" w:rsidP="00B2745D">
            <w:r>
              <w:t>коллективный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>
              <w:t>22</w:t>
            </w:r>
            <w:r w:rsidRPr="0022797B">
              <w:t>.</w:t>
            </w:r>
          </w:p>
        </w:tc>
        <w:tc>
          <w:tcPr>
            <w:tcW w:w="1200" w:type="dxa"/>
          </w:tcPr>
          <w:p w:rsidR="00832FE0" w:rsidRPr="00350829" w:rsidRDefault="00832FE0" w:rsidP="00B2745D">
            <w:r>
              <w:t>7</w:t>
            </w:r>
          </w:p>
        </w:tc>
        <w:tc>
          <w:tcPr>
            <w:tcW w:w="1200" w:type="dxa"/>
          </w:tcPr>
          <w:p w:rsidR="00832FE0" w:rsidRPr="00350829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 w:rsidRPr="00350829">
              <w:t>Слоги.</w:t>
            </w:r>
          </w:p>
        </w:tc>
        <w:tc>
          <w:tcPr>
            <w:tcW w:w="3960" w:type="dxa"/>
          </w:tcPr>
          <w:p w:rsidR="00832FE0" w:rsidRPr="00D13287" w:rsidRDefault="00832FE0" w:rsidP="00D13287">
            <w:pPr>
              <w:jc w:val="both"/>
            </w:pPr>
            <w:r>
              <w:t>Работа в группах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>
              <w:t>23.</w:t>
            </w:r>
          </w:p>
        </w:tc>
        <w:tc>
          <w:tcPr>
            <w:tcW w:w="1200" w:type="dxa"/>
          </w:tcPr>
          <w:p w:rsidR="00832FE0" w:rsidRPr="00350829" w:rsidRDefault="00832FE0" w:rsidP="00B2745D">
            <w:r>
              <w:t>8</w:t>
            </w:r>
          </w:p>
        </w:tc>
        <w:tc>
          <w:tcPr>
            <w:tcW w:w="1200" w:type="dxa"/>
          </w:tcPr>
          <w:p w:rsidR="00832FE0" w:rsidRPr="00350829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 w:rsidRPr="00350829">
              <w:t>Деление слов на слоги.</w:t>
            </w:r>
          </w:p>
        </w:tc>
        <w:tc>
          <w:tcPr>
            <w:tcW w:w="3960" w:type="dxa"/>
          </w:tcPr>
          <w:p w:rsidR="00832FE0" w:rsidRPr="00D13287" w:rsidRDefault="00832FE0" w:rsidP="00B2745D">
            <w:pPr>
              <w:jc w:val="both"/>
            </w:pPr>
            <w:r w:rsidRPr="00D13287">
              <w:t>Словарный диктант.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B84C7B" w:rsidRDefault="00832FE0" w:rsidP="00B2745D">
            <w:r>
              <w:t>24</w:t>
            </w:r>
            <w:r w:rsidRPr="0022797B">
              <w:t>.</w:t>
            </w:r>
          </w:p>
        </w:tc>
        <w:tc>
          <w:tcPr>
            <w:tcW w:w="1200" w:type="dxa"/>
          </w:tcPr>
          <w:p w:rsidR="00832FE0" w:rsidRPr="00350829" w:rsidRDefault="00832FE0" w:rsidP="00B2745D">
            <w:r>
              <w:t>9</w:t>
            </w:r>
          </w:p>
        </w:tc>
        <w:tc>
          <w:tcPr>
            <w:tcW w:w="1200" w:type="dxa"/>
          </w:tcPr>
          <w:p w:rsidR="00832FE0" w:rsidRPr="00350829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 w:rsidRPr="00350829">
              <w:t>Перенос слов.</w:t>
            </w:r>
          </w:p>
        </w:tc>
        <w:tc>
          <w:tcPr>
            <w:tcW w:w="3960" w:type="dxa"/>
          </w:tcPr>
          <w:p w:rsidR="00832FE0" w:rsidRPr="00F24599" w:rsidRDefault="00832FE0" w:rsidP="00B2745D">
            <w:r>
              <w:t>коллективный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>
              <w:t>25</w:t>
            </w:r>
            <w:r w:rsidRPr="0022797B">
              <w:t>.</w:t>
            </w:r>
          </w:p>
        </w:tc>
        <w:tc>
          <w:tcPr>
            <w:tcW w:w="1200" w:type="dxa"/>
          </w:tcPr>
          <w:p w:rsidR="00832FE0" w:rsidRDefault="00832FE0" w:rsidP="00B2745D">
            <w:r>
              <w:t>10</w:t>
            </w:r>
          </w:p>
        </w:tc>
        <w:tc>
          <w:tcPr>
            <w:tcW w:w="1200" w:type="dxa"/>
          </w:tcPr>
          <w:p w:rsidR="00832FE0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>
              <w:t>Упражнения в п</w:t>
            </w:r>
            <w:r w:rsidRPr="00350829">
              <w:t>еренос</w:t>
            </w:r>
            <w:r>
              <w:t>е</w:t>
            </w:r>
            <w:r w:rsidRPr="00350829">
              <w:t xml:space="preserve"> слов.</w:t>
            </w:r>
          </w:p>
        </w:tc>
        <w:tc>
          <w:tcPr>
            <w:tcW w:w="3960" w:type="dxa"/>
          </w:tcPr>
          <w:p w:rsidR="00832FE0" w:rsidRPr="00D13287" w:rsidRDefault="00832FE0" w:rsidP="00B2745D">
            <w:r>
              <w:t>Проверочная работа.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>
              <w:t>26</w:t>
            </w:r>
            <w:r w:rsidRPr="0022797B">
              <w:t>.</w:t>
            </w:r>
          </w:p>
        </w:tc>
        <w:tc>
          <w:tcPr>
            <w:tcW w:w="1200" w:type="dxa"/>
          </w:tcPr>
          <w:p w:rsidR="00832FE0" w:rsidRPr="00350829" w:rsidRDefault="00832FE0" w:rsidP="00B2745D">
            <w:r>
              <w:t>11</w:t>
            </w:r>
          </w:p>
        </w:tc>
        <w:tc>
          <w:tcPr>
            <w:tcW w:w="1200" w:type="dxa"/>
          </w:tcPr>
          <w:p w:rsidR="00832FE0" w:rsidRPr="00350829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 w:rsidRPr="00350829">
              <w:t>Ударение.</w:t>
            </w:r>
          </w:p>
        </w:tc>
        <w:tc>
          <w:tcPr>
            <w:tcW w:w="3960" w:type="dxa"/>
          </w:tcPr>
          <w:p w:rsidR="00832FE0" w:rsidRPr="00F24599" w:rsidRDefault="00832FE0" w:rsidP="00F24599">
            <w:pPr>
              <w:jc w:val="both"/>
            </w:pPr>
            <w:r w:rsidRPr="00F24599">
              <w:t>коллективный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>
              <w:t>27</w:t>
            </w:r>
            <w:r w:rsidRPr="0022797B">
              <w:t>.</w:t>
            </w:r>
          </w:p>
        </w:tc>
        <w:tc>
          <w:tcPr>
            <w:tcW w:w="1200" w:type="dxa"/>
          </w:tcPr>
          <w:p w:rsidR="00832FE0" w:rsidRPr="00350829" w:rsidRDefault="00832FE0" w:rsidP="00B2745D">
            <w:r>
              <w:t>12</w:t>
            </w:r>
          </w:p>
        </w:tc>
        <w:tc>
          <w:tcPr>
            <w:tcW w:w="1200" w:type="dxa"/>
          </w:tcPr>
          <w:p w:rsidR="00832FE0" w:rsidRPr="00350829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 w:rsidRPr="00350829">
              <w:t>Ударение.</w:t>
            </w:r>
          </w:p>
        </w:tc>
        <w:tc>
          <w:tcPr>
            <w:tcW w:w="3960" w:type="dxa"/>
          </w:tcPr>
          <w:p w:rsidR="00832FE0" w:rsidRPr="00F24599" w:rsidRDefault="00832FE0" w:rsidP="00F24599">
            <w:r>
              <w:t>Работа по карточкам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>
              <w:t>28</w:t>
            </w:r>
          </w:p>
        </w:tc>
        <w:tc>
          <w:tcPr>
            <w:tcW w:w="1200" w:type="dxa"/>
          </w:tcPr>
          <w:p w:rsidR="00832FE0" w:rsidRDefault="00832FE0" w:rsidP="00B2745D">
            <w:r>
              <w:t>13</w:t>
            </w:r>
          </w:p>
        </w:tc>
        <w:tc>
          <w:tcPr>
            <w:tcW w:w="1200" w:type="dxa"/>
          </w:tcPr>
          <w:p w:rsidR="00832FE0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>
              <w:t>Ударные и безударные гласные звуки. Обозначение их буквами.</w:t>
            </w:r>
          </w:p>
        </w:tc>
        <w:tc>
          <w:tcPr>
            <w:tcW w:w="3960" w:type="dxa"/>
          </w:tcPr>
          <w:p w:rsidR="00832FE0" w:rsidRPr="00F24599" w:rsidRDefault="00832FE0" w:rsidP="00B2745D">
            <w:r>
              <w:t>фронтальный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>
              <w:t>29</w:t>
            </w:r>
            <w:r w:rsidRPr="0022797B">
              <w:t>.</w:t>
            </w:r>
          </w:p>
        </w:tc>
        <w:tc>
          <w:tcPr>
            <w:tcW w:w="1200" w:type="dxa"/>
          </w:tcPr>
          <w:p w:rsidR="00832FE0" w:rsidRPr="00350829" w:rsidRDefault="00832FE0" w:rsidP="00B2745D">
            <w:r>
              <w:t>14.</w:t>
            </w:r>
          </w:p>
        </w:tc>
        <w:tc>
          <w:tcPr>
            <w:tcW w:w="1200" w:type="dxa"/>
          </w:tcPr>
          <w:p w:rsidR="00832FE0" w:rsidRPr="00350829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>
              <w:t>Твердые и мягкие согласные звуки.</w:t>
            </w:r>
          </w:p>
        </w:tc>
        <w:tc>
          <w:tcPr>
            <w:tcW w:w="3960" w:type="dxa"/>
          </w:tcPr>
          <w:p w:rsidR="00832FE0" w:rsidRPr="00F24599" w:rsidRDefault="00832FE0" w:rsidP="00F24599">
            <w:pPr>
              <w:jc w:val="both"/>
            </w:pPr>
            <w:r>
              <w:t>Работа в парах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Default="00832FE0" w:rsidP="00B2745D">
            <w:r w:rsidRPr="0022797B">
              <w:t>3</w:t>
            </w:r>
            <w:r>
              <w:t>0</w:t>
            </w:r>
            <w:r w:rsidRPr="0022797B">
              <w:t>.</w:t>
            </w:r>
          </w:p>
          <w:p w:rsidR="00832FE0" w:rsidRPr="00BA03F2" w:rsidRDefault="00832FE0" w:rsidP="00B2745D">
            <w:pPr>
              <w:rPr>
                <w:lang w:val="en-US"/>
              </w:rPr>
            </w:pPr>
          </w:p>
        </w:tc>
        <w:tc>
          <w:tcPr>
            <w:tcW w:w="1200" w:type="dxa"/>
          </w:tcPr>
          <w:p w:rsidR="00832FE0" w:rsidRPr="00350829" w:rsidRDefault="00832FE0" w:rsidP="00B2745D">
            <w:r>
              <w:t>15</w:t>
            </w:r>
          </w:p>
        </w:tc>
        <w:tc>
          <w:tcPr>
            <w:tcW w:w="1200" w:type="dxa"/>
          </w:tcPr>
          <w:p w:rsidR="00832FE0" w:rsidRPr="00350829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 w:rsidRPr="00350829">
              <w:t>Обозначение мягкости согласных звуков  на письме.</w:t>
            </w:r>
          </w:p>
        </w:tc>
        <w:tc>
          <w:tcPr>
            <w:tcW w:w="3960" w:type="dxa"/>
          </w:tcPr>
          <w:p w:rsidR="00832FE0" w:rsidRPr="00F24599" w:rsidRDefault="00832FE0" w:rsidP="00B2745D">
            <w:r>
              <w:t>Составление рассказа по серии картинок.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 w:rsidRPr="0022797B">
              <w:t>3</w:t>
            </w:r>
            <w:r>
              <w:t>1</w:t>
            </w:r>
            <w:r w:rsidRPr="0022797B">
              <w:t>.</w:t>
            </w:r>
          </w:p>
        </w:tc>
        <w:tc>
          <w:tcPr>
            <w:tcW w:w="1200" w:type="dxa"/>
          </w:tcPr>
          <w:p w:rsidR="00832FE0" w:rsidRPr="00350829" w:rsidRDefault="00832FE0" w:rsidP="00B2745D">
            <w:r>
              <w:t>16</w:t>
            </w:r>
          </w:p>
        </w:tc>
        <w:tc>
          <w:tcPr>
            <w:tcW w:w="1200" w:type="dxa"/>
          </w:tcPr>
          <w:p w:rsidR="00832FE0" w:rsidRPr="00350829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 w:rsidRPr="00350829">
              <w:t>Обозначение мягкости согласных звуков с помощью букв е, ё, и, ю, я.</w:t>
            </w:r>
          </w:p>
        </w:tc>
        <w:tc>
          <w:tcPr>
            <w:tcW w:w="3960" w:type="dxa"/>
          </w:tcPr>
          <w:p w:rsidR="00832FE0" w:rsidRPr="00F24599" w:rsidRDefault="00832FE0" w:rsidP="00B2745D">
            <w:pPr>
              <w:jc w:val="both"/>
            </w:pPr>
            <w:r>
              <w:t>коллективный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>
              <w:t>32</w:t>
            </w:r>
          </w:p>
        </w:tc>
        <w:tc>
          <w:tcPr>
            <w:tcW w:w="1200" w:type="dxa"/>
          </w:tcPr>
          <w:p w:rsidR="00832FE0" w:rsidRDefault="00832FE0" w:rsidP="00B2745D">
            <w:r>
              <w:t>17</w:t>
            </w:r>
          </w:p>
        </w:tc>
        <w:tc>
          <w:tcPr>
            <w:tcW w:w="1200" w:type="dxa"/>
          </w:tcPr>
          <w:p w:rsidR="00832FE0" w:rsidRPr="00350829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>
              <w:t>Закрепление пройденного.</w:t>
            </w:r>
          </w:p>
        </w:tc>
        <w:tc>
          <w:tcPr>
            <w:tcW w:w="3960" w:type="dxa"/>
          </w:tcPr>
          <w:p w:rsidR="00832FE0" w:rsidRPr="00F24599" w:rsidRDefault="00832FE0" w:rsidP="00B2745D">
            <w:pPr>
              <w:jc w:val="both"/>
            </w:pPr>
            <w:r w:rsidRPr="00F24599">
              <w:t>Контрольное списывание.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>
              <w:t>33</w:t>
            </w:r>
          </w:p>
        </w:tc>
        <w:tc>
          <w:tcPr>
            <w:tcW w:w="1200" w:type="dxa"/>
          </w:tcPr>
          <w:p w:rsidR="00832FE0" w:rsidRDefault="00832FE0" w:rsidP="00B2745D">
            <w:r>
              <w:t>18</w:t>
            </w:r>
          </w:p>
        </w:tc>
        <w:tc>
          <w:tcPr>
            <w:tcW w:w="1200" w:type="dxa"/>
          </w:tcPr>
          <w:p w:rsidR="00832FE0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>
              <w:t>Шипящие согласные звуки. Правописание буквосочетаний  жи-ши,  ча-ща.  чу-щу.</w:t>
            </w:r>
          </w:p>
        </w:tc>
        <w:tc>
          <w:tcPr>
            <w:tcW w:w="3960" w:type="dxa"/>
          </w:tcPr>
          <w:p w:rsidR="00832FE0" w:rsidRPr="00F24599" w:rsidRDefault="00832FE0" w:rsidP="00B2745D">
            <w:pPr>
              <w:jc w:val="both"/>
            </w:pPr>
            <w:r>
              <w:t>коллективный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Default="00832FE0" w:rsidP="00B2745D">
            <w:r>
              <w:t>34.</w:t>
            </w:r>
          </w:p>
        </w:tc>
        <w:tc>
          <w:tcPr>
            <w:tcW w:w="1200" w:type="dxa"/>
          </w:tcPr>
          <w:p w:rsidR="00832FE0" w:rsidRDefault="00832FE0" w:rsidP="00B2745D">
            <w:r>
              <w:t>19</w:t>
            </w:r>
          </w:p>
        </w:tc>
        <w:tc>
          <w:tcPr>
            <w:tcW w:w="1200" w:type="dxa"/>
          </w:tcPr>
          <w:p w:rsidR="00832FE0" w:rsidRDefault="00832FE0" w:rsidP="00B2745D"/>
        </w:tc>
        <w:tc>
          <w:tcPr>
            <w:tcW w:w="8040" w:type="dxa"/>
          </w:tcPr>
          <w:p w:rsidR="00832FE0" w:rsidRDefault="00832FE0" w:rsidP="00B2745D">
            <w:r>
              <w:t>Закрепление правописания буквосочетаний.</w:t>
            </w:r>
          </w:p>
        </w:tc>
        <w:tc>
          <w:tcPr>
            <w:tcW w:w="3960" w:type="dxa"/>
          </w:tcPr>
          <w:p w:rsidR="00832FE0" w:rsidRPr="00F24599" w:rsidRDefault="00832FE0" w:rsidP="00B2745D">
            <w:pPr>
              <w:jc w:val="both"/>
            </w:pPr>
            <w:r>
              <w:t>выборочный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4F21D0" w:rsidRDefault="00832FE0" w:rsidP="00B2745D">
            <w:r>
              <w:t>35</w:t>
            </w:r>
            <w:r w:rsidRPr="0022797B">
              <w:t>.</w:t>
            </w:r>
          </w:p>
        </w:tc>
        <w:tc>
          <w:tcPr>
            <w:tcW w:w="1200" w:type="dxa"/>
          </w:tcPr>
          <w:p w:rsidR="00832FE0" w:rsidRDefault="00832FE0" w:rsidP="00B2745D">
            <w:r>
              <w:t>20</w:t>
            </w:r>
          </w:p>
        </w:tc>
        <w:tc>
          <w:tcPr>
            <w:tcW w:w="1200" w:type="dxa"/>
          </w:tcPr>
          <w:p w:rsidR="00832FE0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>
              <w:t>Разделительный ь знак</w:t>
            </w:r>
          </w:p>
        </w:tc>
        <w:tc>
          <w:tcPr>
            <w:tcW w:w="3960" w:type="dxa"/>
          </w:tcPr>
          <w:p w:rsidR="00832FE0" w:rsidRPr="00F24599" w:rsidRDefault="00832FE0" w:rsidP="00B2745D">
            <w:r>
              <w:t>фронтальный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>
              <w:t>36</w:t>
            </w:r>
            <w:r w:rsidRPr="0022797B">
              <w:t>.</w:t>
            </w:r>
          </w:p>
        </w:tc>
        <w:tc>
          <w:tcPr>
            <w:tcW w:w="1200" w:type="dxa"/>
          </w:tcPr>
          <w:p w:rsidR="00832FE0" w:rsidRDefault="00832FE0" w:rsidP="00B2745D">
            <w:r>
              <w:t>21</w:t>
            </w:r>
          </w:p>
        </w:tc>
        <w:tc>
          <w:tcPr>
            <w:tcW w:w="1200" w:type="dxa"/>
          </w:tcPr>
          <w:p w:rsidR="00832FE0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>
              <w:t>Разделительный ъ знак</w:t>
            </w:r>
          </w:p>
        </w:tc>
        <w:tc>
          <w:tcPr>
            <w:tcW w:w="3960" w:type="dxa"/>
          </w:tcPr>
          <w:p w:rsidR="00832FE0" w:rsidRPr="00F24599" w:rsidRDefault="00832FE0" w:rsidP="00B2745D">
            <w:pPr>
              <w:jc w:val="both"/>
            </w:pPr>
            <w:r>
              <w:t>Работа в парах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Default="00832FE0" w:rsidP="00B2745D">
            <w:r>
              <w:t>37</w:t>
            </w:r>
          </w:p>
        </w:tc>
        <w:tc>
          <w:tcPr>
            <w:tcW w:w="1200" w:type="dxa"/>
          </w:tcPr>
          <w:p w:rsidR="00832FE0" w:rsidRDefault="00832FE0" w:rsidP="00B2745D">
            <w:r>
              <w:t>22</w:t>
            </w:r>
          </w:p>
        </w:tc>
        <w:tc>
          <w:tcPr>
            <w:tcW w:w="1200" w:type="dxa"/>
          </w:tcPr>
          <w:p w:rsidR="00832FE0" w:rsidRDefault="00832FE0" w:rsidP="00B2745D"/>
        </w:tc>
        <w:tc>
          <w:tcPr>
            <w:tcW w:w="8040" w:type="dxa"/>
          </w:tcPr>
          <w:p w:rsidR="00832FE0" w:rsidRDefault="00832FE0" w:rsidP="00B2745D">
            <w:r>
              <w:t>Закрепление пройденного.</w:t>
            </w:r>
          </w:p>
        </w:tc>
        <w:tc>
          <w:tcPr>
            <w:tcW w:w="3960" w:type="dxa"/>
          </w:tcPr>
          <w:p w:rsidR="00832FE0" w:rsidRPr="00F24599" w:rsidRDefault="00832FE0" w:rsidP="00B2745D">
            <w:pPr>
              <w:jc w:val="both"/>
            </w:pPr>
            <w:r>
              <w:t>тест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 w:rsidRPr="0022797B">
              <w:t>38.</w:t>
            </w:r>
          </w:p>
        </w:tc>
        <w:tc>
          <w:tcPr>
            <w:tcW w:w="1200" w:type="dxa"/>
          </w:tcPr>
          <w:p w:rsidR="00832FE0" w:rsidRDefault="00832FE0" w:rsidP="00B2745D">
            <w:r>
              <w:t>23</w:t>
            </w:r>
          </w:p>
        </w:tc>
        <w:tc>
          <w:tcPr>
            <w:tcW w:w="1200" w:type="dxa"/>
          </w:tcPr>
          <w:p w:rsidR="00832FE0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>
              <w:t>Звонкие и глухие согласные. Их обозначение на письме.</w:t>
            </w:r>
          </w:p>
        </w:tc>
        <w:tc>
          <w:tcPr>
            <w:tcW w:w="3960" w:type="dxa"/>
          </w:tcPr>
          <w:p w:rsidR="00832FE0" w:rsidRPr="00F24599" w:rsidRDefault="00832FE0" w:rsidP="00F24599">
            <w:pPr>
              <w:jc w:val="both"/>
            </w:pPr>
            <w:r>
              <w:t>коллективный</w:t>
            </w:r>
            <w:r w:rsidRPr="00F24599">
              <w:t xml:space="preserve"> 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 w:rsidRPr="0022797B">
              <w:t>39.</w:t>
            </w:r>
          </w:p>
        </w:tc>
        <w:tc>
          <w:tcPr>
            <w:tcW w:w="1200" w:type="dxa"/>
          </w:tcPr>
          <w:p w:rsidR="00832FE0" w:rsidRDefault="00832FE0" w:rsidP="00B2745D">
            <w:r>
              <w:t>24</w:t>
            </w:r>
          </w:p>
        </w:tc>
        <w:tc>
          <w:tcPr>
            <w:tcW w:w="1200" w:type="dxa"/>
          </w:tcPr>
          <w:p w:rsidR="00832FE0" w:rsidRDefault="00832FE0" w:rsidP="00B2745D"/>
        </w:tc>
        <w:tc>
          <w:tcPr>
            <w:tcW w:w="8040" w:type="dxa"/>
          </w:tcPr>
          <w:p w:rsidR="00832FE0" w:rsidRPr="00F24599" w:rsidRDefault="00832FE0" w:rsidP="00F24599">
            <w:r>
              <w:t>Правописание звонких и глухих согласных</w:t>
            </w:r>
          </w:p>
        </w:tc>
        <w:tc>
          <w:tcPr>
            <w:tcW w:w="3960" w:type="dxa"/>
          </w:tcPr>
          <w:p w:rsidR="00832FE0" w:rsidRPr="00F24599" w:rsidRDefault="00832FE0" w:rsidP="00F24599">
            <w:pPr>
              <w:jc w:val="both"/>
            </w:pPr>
            <w:r>
              <w:t>коллективный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>
              <w:t>40</w:t>
            </w:r>
          </w:p>
        </w:tc>
        <w:tc>
          <w:tcPr>
            <w:tcW w:w="1200" w:type="dxa"/>
          </w:tcPr>
          <w:p w:rsidR="00832FE0" w:rsidRDefault="00832FE0" w:rsidP="00B2745D">
            <w:r>
              <w:t>25</w:t>
            </w:r>
          </w:p>
        </w:tc>
        <w:tc>
          <w:tcPr>
            <w:tcW w:w="1200" w:type="dxa"/>
          </w:tcPr>
          <w:p w:rsidR="00832FE0" w:rsidRDefault="00832FE0" w:rsidP="00B2745D"/>
        </w:tc>
        <w:tc>
          <w:tcPr>
            <w:tcW w:w="8040" w:type="dxa"/>
          </w:tcPr>
          <w:p w:rsidR="00832FE0" w:rsidRDefault="00832FE0" w:rsidP="00B2745D">
            <w:r>
              <w:t>Итоговая контрольная работа.</w:t>
            </w:r>
          </w:p>
        </w:tc>
        <w:tc>
          <w:tcPr>
            <w:tcW w:w="3960" w:type="dxa"/>
          </w:tcPr>
          <w:p w:rsidR="00832FE0" w:rsidRPr="00F24599" w:rsidRDefault="00832FE0" w:rsidP="00B2745D">
            <w:pPr>
              <w:jc w:val="both"/>
            </w:pPr>
            <w:r>
              <w:t>диктант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/>
        </w:tc>
        <w:tc>
          <w:tcPr>
            <w:tcW w:w="1200" w:type="dxa"/>
          </w:tcPr>
          <w:p w:rsidR="00832FE0" w:rsidRDefault="00832FE0" w:rsidP="00B2745D"/>
        </w:tc>
        <w:tc>
          <w:tcPr>
            <w:tcW w:w="1200" w:type="dxa"/>
          </w:tcPr>
          <w:p w:rsidR="00832FE0" w:rsidRDefault="00832FE0" w:rsidP="00B2745D"/>
        </w:tc>
        <w:tc>
          <w:tcPr>
            <w:tcW w:w="8040" w:type="dxa"/>
          </w:tcPr>
          <w:p w:rsidR="00832FE0" w:rsidRPr="004F21D0" w:rsidRDefault="00832FE0" w:rsidP="00B2745D">
            <w:pPr>
              <w:rPr>
                <w:b/>
              </w:rPr>
            </w:pPr>
            <w:r>
              <w:t xml:space="preserve">                    </w:t>
            </w:r>
            <w:r w:rsidRPr="004F21D0">
              <w:rPr>
                <w:b/>
              </w:rPr>
              <w:t xml:space="preserve">Слово. Предложение. Текст </w:t>
            </w:r>
            <w:r>
              <w:rPr>
                <w:b/>
              </w:rPr>
              <w:t>–</w:t>
            </w:r>
            <w:r w:rsidRPr="004F21D0">
              <w:rPr>
                <w:b/>
              </w:rPr>
              <w:t xml:space="preserve"> </w:t>
            </w:r>
            <w:r>
              <w:rPr>
                <w:b/>
              </w:rPr>
              <w:t>8ч</w:t>
            </w:r>
          </w:p>
        </w:tc>
        <w:tc>
          <w:tcPr>
            <w:tcW w:w="3960" w:type="dxa"/>
          </w:tcPr>
          <w:p w:rsidR="00832FE0" w:rsidRPr="00F24599" w:rsidRDefault="00832FE0" w:rsidP="00B2745D">
            <w:pPr>
              <w:jc w:val="both"/>
            </w:pP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 w:rsidRPr="0022797B">
              <w:t>4</w:t>
            </w:r>
            <w:r>
              <w:t>1</w:t>
            </w:r>
            <w:r w:rsidRPr="0022797B">
              <w:t>.</w:t>
            </w:r>
          </w:p>
        </w:tc>
        <w:tc>
          <w:tcPr>
            <w:tcW w:w="1200" w:type="dxa"/>
          </w:tcPr>
          <w:p w:rsidR="00832FE0" w:rsidRDefault="00832FE0" w:rsidP="00B2745D">
            <w:r>
              <w:t>1</w:t>
            </w:r>
          </w:p>
        </w:tc>
        <w:tc>
          <w:tcPr>
            <w:tcW w:w="1200" w:type="dxa"/>
          </w:tcPr>
          <w:p w:rsidR="00832FE0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>
              <w:t>От слова к предложению.</w:t>
            </w:r>
          </w:p>
        </w:tc>
        <w:tc>
          <w:tcPr>
            <w:tcW w:w="3960" w:type="dxa"/>
          </w:tcPr>
          <w:p w:rsidR="00832FE0" w:rsidRPr="00F24599" w:rsidRDefault="00832FE0" w:rsidP="00F24599">
            <w:pPr>
              <w:jc w:val="both"/>
            </w:pPr>
            <w:r>
              <w:t>коллективный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 w:rsidRPr="0022797B">
              <w:t>4</w:t>
            </w:r>
            <w:r>
              <w:t>2</w:t>
            </w:r>
            <w:r w:rsidRPr="0022797B">
              <w:t>.</w:t>
            </w:r>
          </w:p>
        </w:tc>
        <w:tc>
          <w:tcPr>
            <w:tcW w:w="1200" w:type="dxa"/>
          </w:tcPr>
          <w:p w:rsidR="00832FE0" w:rsidRPr="00E32494" w:rsidRDefault="00832FE0" w:rsidP="00B2745D">
            <w:r>
              <w:t>2</w:t>
            </w:r>
          </w:p>
        </w:tc>
        <w:tc>
          <w:tcPr>
            <w:tcW w:w="1200" w:type="dxa"/>
          </w:tcPr>
          <w:p w:rsidR="00832FE0" w:rsidRPr="00E32494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 w:rsidRPr="00E32494">
              <w:t>Знаки препинания в конце предложения.</w:t>
            </w:r>
          </w:p>
        </w:tc>
        <w:tc>
          <w:tcPr>
            <w:tcW w:w="3960" w:type="dxa"/>
          </w:tcPr>
          <w:p w:rsidR="00832FE0" w:rsidRPr="00F24599" w:rsidRDefault="00832FE0" w:rsidP="00B2745D">
            <w:pPr>
              <w:jc w:val="both"/>
            </w:pPr>
            <w:r w:rsidRPr="00F24599">
              <w:t xml:space="preserve">Составление рассказа 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>
              <w:t>43</w:t>
            </w:r>
            <w:r w:rsidRPr="0022797B">
              <w:t>.</w:t>
            </w:r>
          </w:p>
        </w:tc>
        <w:tc>
          <w:tcPr>
            <w:tcW w:w="1200" w:type="dxa"/>
          </w:tcPr>
          <w:p w:rsidR="00832FE0" w:rsidRDefault="00832FE0" w:rsidP="00B2745D">
            <w:r>
              <w:t>3</w:t>
            </w:r>
          </w:p>
        </w:tc>
        <w:tc>
          <w:tcPr>
            <w:tcW w:w="1200" w:type="dxa"/>
          </w:tcPr>
          <w:p w:rsidR="00832FE0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>
              <w:t>От предложения к тексту.</w:t>
            </w:r>
          </w:p>
        </w:tc>
        <w:tc>
          <w:tcPr>
            <w:tcW w:w="3960" w:type="dxa"/>
          </w:tcPr>
          <w:p w:rsidR="00832FE0" w:rsidRPr="00F24599" w:rsidRDefault="00832FE0" w:rsidP="00B2745D">
            <w:r w:rsidRPr="00F24599">
              <w:t>Словарный диктант.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>
              <w:t>44</w:t>
            </w:r>
          </w:p>
        </w:tc>
        <w:tc>
          <w:tcPr>
            <w:tcW w:w="1200" w:type="dxa"/>
          </w:tcPr>
          <w:p w:rsidR="00832FE0" w:rsidRDefault="00832FE0" w:rsidP="00B2745D">
            <w:r>
              <w:t>4</w:t>
            </w:r>
          </w:p>
        </w:tc>
        <w:tc>
          <w:tcPr>
            <w:tcW w:w="1200" w:type="dxa"/>
          </w:tcPr>
          <w:p w:rsidR="00832FE0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>
              <w:t>Закрепление пройденного.</w:t>
            </w:r>
          </w:p>
        </w:tc>
        <w:tc>
          <w:tcPr>
            <w:tcW w:w="3960" w:type="dxa"/>
          </w:tcPr>
          <w:p w:rsidR="00832FE0" w:rsidRPr="00F24599" w:rsidRDefault="00832FE0" w:rsidP="00B2745D">
            <w:r w:rsidRPr="00F24599">
              <w:t xml:space="preserve">Фронтальный 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Pr="0022797B" w:rsidRDefault="00832FE0" w:rsidP="00B2745D">
            <w:r>
              <w:t>45</w:t>
            </w:r>
          </w:p>
        </w:tc>
        <w:tc>
          <w:tcPr>
            <w:tcW w:w="1200" w:type="dxa"/>
          </w:tcPr>
          <w:p w:rsidR="00832FE0" w:rsidRDefault="00832FE0" w:rsidP="00B2745D">
            <w:r>
              <w:t>5</w:t>
            </w:r>
          </w:p>
        </w:tc>
        <w:tc>
          <w:tcPr>
            <w:tcW w:w="1200" w:type="dxa"/>
          </w:tcPr>
          <w:p w:rsidR="00832FE0" w:rsidRDefault="00832FE0" w:rsidP="00B2745D"/>
        </w:tc>
        <w:tc>
          <w:tcPr>
            <w:tcW w:w="8040" w:type="dxa"/>
          </w:tcPr>
          <w:p w:rsidR="00832FE0" w:rsidRPr="00350829" w:rsidRDefault="00832FE0" w:rsidP="00B2745D">
            <w:r>
              <w:t>Закрепление пройденного.</w:t>
            </w:r>
          </w:p>
        </w:tc>
        <w:tc>
          <w:tcPr>
            <w:tcW w:w="3960" w:type="dxa"/>
          </w:tcPr>
          <w:p w:rsidR="00832FE0" w:rsidRPr="00F24599" w:rsidRDefault="00832FE0" w:rsidP="00B2745D">
            <w:r>
              <w:t>индивидуальный</w:t>
            </w:r>
          </w:p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Default="00832FE0" w:rsidP="00B2745D">
            <w:r>
              <w:t>46</w:t>
            </w:r>
          </w:p>
        </w:tc>
        <w:tc>
          <w:tcPr>
            <w:tcW w:w="1200" w:type="dxa"/>
          </w:tcPr>
          <w:p w:rsidR="00832FE0" w:rsidRDefault="00832FE0" w:rsidP="00B2745D">
            <w:r>
              <w:t>6</w:t>
            </w:r>
          </w:p>
        </w:tc>
        <w:tc>
          <w:tcPr>
            <w:tcW w:w="1200" w:type="dxa"/>
          </w:tcPr>
          <w:p w:rsidR="00832FE0" w:rsidRDefault="00832FE0" w:rsidP="00B2745D"/>
        </w:tc>
        <w:tc>
          <w:tcPr>
            <w:tcW w:w="8040" w:type="dxa"/>
          </w:tcPr>
          <w:p w:rsidR="00832FE0" w:rsidRDefault="00832FE0" w:rsidP="00B2745D">
            <w:r>
              <w:t>Обобщение пройденного за год.</w:t>
            </w:r>
          </w:p>
        </w:tc>
        <w:tc>
          <w:tcPr>
            <w:tcW w:w="3960" w:type="dxa"/>
          </w:tcPr>
          <w:p w:rsidR="00832FE0" w:rsidRPr="00F24599" w:rsidRDefault="00832FE0" w:rsidP="00B2745D"/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Default="00832FE0" w:rsidP="00B2745D">
            <w:r>
              <w:t>47</w:t>
            </w:r>
          </w:p>
        </w:tc>
        <w:tc>
          <w:tcPr>
            <w:tcW w:w="1200" w:type="dxa"/>
          </w:tcPr>
          <w:p w:rsidR="00832FE0" w:rsidRDefault="00832FE0" w:rsidP="00B2745D">
            <w:r>
              <w:t>7</w:t>
            </w:r>
          </w:p>
        </w:tc>
        <w:tc>
          <w:tcPr>
            <w:tcW w:w="1200" w:type="dxa"/>
          </w:tcPr>
          <w:p w:rsidR="00832FE0" w:rsidRDefault="00832FE0" w:rsidP="00B2745D"/>
        </w:tc>
        <w:tc>
          <w:tcPr>
            <w:tcW w:w="8040" w:type="dxa"/>
          </w:tcPr>
          <w:p w:rsidR="00832FE0" w:rsidRDefault="00832FE0" w:rsidP="00B2745D">
            <w:r>
              <w:t>Обобщение пройденного за год.</w:t>
            </w:r>
          </w:p>
        </w:tc>
        <w:tc>
          <w:tcPr>
            <w:tcW w:w="3960" w:type="dxa"/>
          </w:tcPr>
          <w:p w:rsidR="00832FE0" w:rsidRPr="00F24599" w:rsidRDefault="00832FE0" w:rsidP="00B2745D"/>
        </w:tc>
      </w:tr>
      <w:tr w:rsidR="00832FE0" w:rsidRPr="0022797B" w:rsidTr="00B84C7B">
        <w:trPr>
          <w:trHeight w:val="39"/>
        </w:trPr>
        <w:tc>
          <w:tcPr>
            <w:tcW w:w="948" w:type="dxa"/>
          </w:tcPr>
          <w:p w:rsidR="00832FE0" w:rsidRDefault="00832FE0" w:rsidP="00B2745D">
            <w:r>
              <w:t>48</w:t>
            </w:r>
          </w:p>
        </w:tc>
        <w:tc>
          <w:tcPr>
            <w:tcW w:w="1200" w:type="dxa"/>
          </w:tcPr>
          <w:p w:rsidR="00832FE0" w:rsidRDefault="00832FE0" w:rsidP="00B2745D">
            <w:r>
              <w:t>8</w:t>
            </w:r>
          </w:p>
        </w:tc>
        <w:tc>
          <w:tcPr>
            <w:tcW w:w="1200" w:type="dxa"/>
          </w:tcPr>
          <w:p w:rsidR="00832FE0" w:rsidRDefault="00832FE0" w:rsidP="00B2745D"/>
        </w:tc>
        <w:tc>
          <w:tcPr>
            <w:tcW w:w="8040" w:type="dxa"/>
          </w:tcPr>
          <w:p w:rsidR="00832FE0" w:rsidRDefault="00832FE0" w:rsidP="00B2745D">
            <w:r>
              <w:t>Итоговый урок.</w:t>
            </w:r>
          </w:p>
        </w:tc>
        <w:tc>
          <w:tcPr>
            <w:tcW w:w="3960" w:type="dxa"/>
          </w:tcPr>
          <w:p w:rsidR="00832FE0" w:rsidRPr="00F24599" w:rsidRDefault="00832FE0" w:rsidP="00B2745D"/>
        </w:tc>
      </w:tr>
    </w:tbl>
    <w:p w:rsidR="00832FE0" w:rsidRDefault="00832FE0" w:rsidP="00B2745D">
      <w:pPr>
        <w:sectPr w:rsidR="00832FE0" w:rsidSect="00385BA2">
          <w:footerReference w:type="even" r:id="rId10"/>
          <w:pgSz w:w="16838" w:h="11906" w:orient="landscape" w:code="9"/>
          <w:pgMar w:top="1134" w:right="567" w:bottom="567" w:left="567" w:header="284" w:footer="284" w:gutter="0"/>
          <w:cols w:space="708"/>
          <w:titlePg/>
          <w:docGrid w:linePitch="360"/>
        </w:sectPr>
      </w:pPr>
    </w:p>
    <w:p w:rsidR="00832FE0" w:rsidRDefault="00832FE0" w:rsidP="00524D45"/>
    <w:sectPr w:rsidR="00832FE0" w:rsidSect="00AA3EAD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FE0" w:rsidRDefault="00832FE0">
      <w:r>
        <w:separator/>
      </w:r>
    </w:p>
  </w:endnote>
  <w:endnote w:type="continuationSeparator" w:id="1">
    <w:p w:rsidR="00832FE0" w:rsidRDefault="00832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A_Ud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MGNE C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NNEH K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FE0" w:rsidRDefault="00832FE0" w:rsidP="0096573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32FE0" w:rsidRDefault="00832FE0" w:rsidP="0032642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FE0" w:rsidRDefault="00832FE0" w:rsidP="00385BA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832FE0" w:rsidRDefault="00832FE0">
    <w:pPr>
      <w:pStyle w:val="Footer"/>
      <w:jc w:val="center"/>
    </w:pPr>
  </w:p>
  <w:p w:rsidR="00832FE0" w:rsidRDefault="00832FE0" w:rsidP="00326421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FE0" w:rsidRDefault="00832FE0" w:rsidP="00385BA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32FE0" w:rsidRDefault="00832FE0" w:rsidP="0032642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FE0" w:rsidRDefault="00832FE0">
      <w:r>
        <w:separator/>
      </w:r>
    </w:p>
  </w:footnote>
  <w:footnote w:type="continuationSeparator" w:id="1">
    <w:p w:rsidR="00832FE0" w:rsidRDefault="00832F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FE0" w:rsidRDefault="00832FE0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023906"/>
    <w:lvl w:ilvl="0">
      <w:numFmt w:val="bullet"/>
      <w:lvlText w:val="*"/>
      <w:lvlJc w:val="left"/>
    </w:lvl>
  </w:abstractNum>
  <w:abstractNum w:abstractNumId="1">
    <w:nsid w:val="05D438CC"/>
    <w:multiLevelType w:val="hybridMultilevel"/>
    <w:tmpl w:val="57FCC44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951299A"/>
    <w:multiLevelType w:val="multilevel"/>
    <w:tmpl w:val="FF9E1AD6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3">
    <w:nsid w:val="0F2A77E0"/>
    <w:multiLevelType w:val="hybridMultilevel"/>
    <w:tmpl w:val="4D58A09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06C2A86"/>
    <w:multiLevelType w:val="multilevel"/>
    <w:tmpl w:val="4912C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B339A8"/>
    <w:multiLevelType w:val="hybridMultilevel"/>
    <w:tmpl w:val="2EBC4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D0D9E"/>
    <w:multiLevelType w:val="hybridMultilevel"/>
    <w:tmpl w:val="38D6E0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3A97BA9"/>
    <w:multiLevelType w:val="multilevel"/>
    <w:tmpl w:val="90908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D971A5"/>
    <w:multiLevelType w:val="hybridMultilevel"/>
    <w:tmpl w:val="5322B59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53E32FA"/>
    <w:multiLevelType w:val="hybridMultilevel"/>
    <w:tmpl w:val="B344DEF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189257B8"/>
    <w:multiLevelType w:val="hybridMultilevel"/>
    <w:tmpl w:val="1F02E49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C7603C9"/>
    <w:multiLevelType w:val="multilevel"/>
    <w:tmpl w:val="CD70D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460E44"/>
    <w:multiLevelType w:val="hybridMultilevel"/>
    <w:tmpl w:val="E4D2FFEE"/>
    <w:lvl w:ilvl="0" w:tplc="256CEDE6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0573C8D"/>
    <w:multiLevelType w:val="hybridMultilevel"/>
    <w:tmpl w:val="41585D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37269C4"/>
    <w:multiLevelType w:val="multilevel"/>
    <w:tmpl w:val="C7825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40F5412"/>
    <w:multiLevelType w:val="hybridMultilevel"/>
    <w:tmpl w:val="8CF880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790E66"/>
    <w:multiLevelType w:val="hybridMultilevel"/>
    <w:tmpl w:val="44A492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9EE2EE3"/>
    <w:multiLevelType w:val="hybridMultilevel"/>
    <w:tmpl w:val="023C0188"/>
    <w:lvl w:ilvl="0" w:tplc="0419000F">
      <w:start w:val="1"/>
      <w:numFmt w:val="decimal"/>
      <w:lvlText w:val="%1."/>
      <w:lvlJc w:val="left"/>
      <w:pPr>
        <w:ind w:left="206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400C5881"/>
    <w:multiLevelType w:val="hybridMultilevel"/>
    <w:tmpl w:val="115E8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26712E"/>
    <w:multiLevelType w:val="hybridMultilevel"/>
    <w:tmpl w:val="49F6F054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0">
    <w:nsid w:val="422F4F5B"/>
    <w:multiLevelType w:val="multilevel"/>
    <w:tmpl w:val="11705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455243C"/>
    <w:multiLevelType w:val="hybridMultilevel"/>
    <w:tmpl w:val="30B607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955187D"/>
    <w:multiLevelType w:val="hybridMultilevel"/>
    <w:tmpl w:val="C10C9E74"/>
    <w:lvl w:ilvl="0" w:tplc="735AA3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4E2E70CF"/>
    <w:multiLevelType w:val="hybridMultilevel"/>
    <w:tmpl w:val="F81831AE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4F03618E"/>
    <w:multiLevelType w:val="hybridMultilevel"/>
    <w:tmpl w:val="8C46B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D06BD5"/>
    <w:multiLevelType w:val="hybridMultilevel"/>
    <w:tmpl w:val="51E64E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5DE7A53"/>
    <w:multiLevelType w:val="hybridMultilevel"/>
    <w:tmpl w:val="1C2C4F3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5ACE4B50"/>
    <w:multiLevelType w:val="hybridMultilevel"/>
    <w:tmpl w:val="01AC6B1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619C6DF5"/>
    <w:multiLevelType w:val="hybridMultilevel"/>
    <w:tmpl w:val="5F4C4F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6EE7A13"/>
    <w:multiLevelType w:val="hybridMultilevel"/>
    <w:tmpl w:val="1B2855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B923E4"/>
    <w:multiLevelType w:val="hybridMultilevel"/>
    <w:tmpl w:val="4A7499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CF05B4"/>
    <w:multiLevelType w:val="hybridMultilevel"/>
    <w:tmpl w:val="148457D2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2">
    <w:nsid w:val="6EFC128D"/>
    <w:multiLevelType w:val="hybridMultilevel"/>
    <w:tmpl w:val="DCD2224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72A460B9"/>
    <w:multiLevelType w:val="hybridMultilevel"/>
    <w:tmpl w:val="D5E2F6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81810FA"/>
    <w:multiLevelType w:val="multilevel"/>
    <w:tmpl w:val="11705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18"/>
  </w:num>
  <w:num w:numId="3">
    <w:abstractNumId w:val="28"/>
  </w:num>
  <w:num w:numId="4">
    <w:abstractNumId w:val="14"/>
  </w:num>
  <w:num w:numId="5">
    <w:abstractNumId w:val="25"/>
  </w:num>
  <w:num w:numId="6">
    <w:abstractNumId w:val="26"/>
  </w:num>
  <w:num w:numId="7">
    <w:abstractNumId w:val="31"/>
  </w:num>
  <w:num w:numId="8">
    <w:abstractNumId w:val="17"/>
  </w:num>
  <w:num w:numId="9">
    <w:abstractNumId w:val="6"/>
  </w:num>
  <w:num w:numId="10">
    <w:abstractNumId w:val="33"/>
  </w:num>
  <w:num w:numId="11">
    <w:abstractNumId w:val="13"/>
  </w:num>
  <w:num w:numId="12">
    <w:abstractNumId w:val="12"/>
  </w:num>
  <w:num w:numId="13">
    <w:abstractNumId w:val="16"/>
  </w:num>
  <w:num w:numId="1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15">
    <w:abstractNumId w:val="34"/>
  </w:num>
  <w:num w:numId="16">
    <w:abstractNumId w:val="20"/>
  </w:num>
  <w:num w:numId="17">
    <w:abstractNumId w:val="3"/>
  </w:num>
  <w:num w:numId="18">
    <w:abstractNumId w:val="32"/>
  </w:num>
  <w:num w:numId="19">
    <w:abstractNumId w:val="8"/>
  </w:num>
  <w:num w:numId="20">
    <w:abstractNumId w:val="1"/>
  </w:num>
  <w:num w:numId="21">
    <w:abstractNumId w:val="24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5"/>
  </w:num>
  <w:num w:numId="25">
    <w:abstractNumId w:val="30"/>
  </w:num>
  <w:num w:numId="26">
    <w:abstractNumId w:val="29"/>
  </w:num>
  <w:num w:numId="27">
    <w:abstractNumId w:val="19"/>
  </w:num>
  <w:num w:numId="28">
    <w:abstractNumId w:val="23"/>
  </w:num>
  <w:num w:numId="29">
    <w:abstractNumId w:val="11"/>
  </w:num>
  <w:num w:numId="30">
    <w:abstractNumId w:val="7"/>
  </w:num>
  <w:num w:numId="31">
    <w:abstractNumId w:val="4"/>
  </w:num>
  <w:num w:numId="32">
    <w:abstractNumId w:val="21"/>
  </w:num>
  <w:num w:numId="33">
    <w:abstractNumId w:val="2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4093"/>
    <w:rsid w:val="00004897"/>
    <w:rsid w:val="00005A88"/>
    <w:rsid w:val="00005CDE"/>
    <w:rsid w:val="00011E52"/>
    <w:rsid w:val="00024FDE"/>
    <w:rsid w:val="000277AE"/>
    <w:rsid w:val="00035065"/>
    <w:rsid w:val="00036303"/>
    <w:rsid w:val="00037855"/>
    <w:rsid w:val="00056929"/>
    <w:rsid w:val="00057B01"/>
    <w:rsid w:val="00061693"/>
    <w:rsid w:val="00063191"/>
    <w:rsid w:val="0008170D"/>
    <w:rsid w:val="00085AAD"/>
    <w:rsid w:val="00085B23"/>
    <w:rsid w:val="0008790A"/>
    <w:rsid w:val="000902E9"/>
    <w:rsid w:val="000939DF"/>
    <w:rsid w:val="00096D7C"/>
    <w:rsid w:val="000A1F46"/>
    <w:rsid w:val="000A30F6"/>
    <w:rsid w:val="000A6ECC"/>
    <w:rsid w:val="000C12F5"/>
    <w:rsid w:val="000D76FD"/>
    <w:rsid w:val="000E1B4E"/>
    <w:rsid w:val="000E6191"/>
    <w:rsid w:val="000F0D71"/>
    <w:rsid w:val="000F1CAE"/>
    <w:rsid w:val="000F2321"/>
    <w:rsid w:val="00100DC0"/>
    <w:rsid w:val="00102C94"/>
    <w:rsid w:val="001131AC"/>
    <w:rsid w:val="00116505"/>
    <w:rsid w:val="0012061E"/>
    <w:rsid w:val="001230D9"/>
    <w:rsid w:val="00124020"/>
    <w:rsid w:val="00132C4F"/>
    <w:rsid w:val="001400A6"/>
    <w:rsid w:val="001423B8"/>
    <w:rsid w:val="00150167"/>
    <w:rsid w:val="001709B4"/>
    <w:rsid w:val="00181C1E"/>
    <w:rsid w:val="001828DB"/>
    <w:rsid w:val="00183162"/>
    <w:rsid w:val="00192F14"/>
    <w:rsid w:val="00197844"/>
    <w:rsid w:val="001A6AC4"/>
    <w:rsid w:val="001B1FAC"/>
    <w:rsid w:val="001B4FE6"/>
    <w:rsid w:val="001B6862"/>
    <w:rsid w:val="001B7797"/>
    <w:rsid w:val="001C2513"/>
    <w:rsid w:val="001C3585"/>
    <w:rsid w:val="001D0077"/>
    <w:rsid w:val="001D254B"/>
    <w:rsid w:val="001E04B1"/>
    <w:rsid w:val="001E0930"/>
    <w:rsid w:val="001E4416"/>
    <w:rsid w:val="001E573E"/>
    <w:rsid w:val="001F3746"/>
    <w:rsid w:val="002020BB"/>
    <w:rsid w:val="002050D4"/>
    <w:rsid w:val="002106D7"/>
    <w:rsid w:val="00213226"/>
    <w:rsid w:val="0022797B"/>
    <w:rsid w:val="00233C4B"/>
    <w:rsid w:val="00235E89"/>
    <w:rsid w:val="002370EA"/>
    <w:rsid w:val="002422AA"/>
    <w:rsid w:val="00252FEA"/>
    <w:rsid w:val="00257040"/>
    <w:rsid w:val="00260F44"/>
    <w:rsid w:val="00274CC8"/>
    <w:rsid w:val="00282D19"/>
    <w:rsid w:val="0028744A"/>
    <w:rsid w:val="002907B5"/>
    <w:rsid w:val="002A1014"/>
    <w:rsid w:val="002A4BB7"/>
    <w:rsid w:val="002B12F1"/>
    <w:rsid w:val="002B2650"/>
    <w:rsid w:val="002B5DAF"/>
    <w:rsid w:val="002B7181"/>
    <w:rsid w:val="002C0B8A"/>
    <w:rsid w:val="002C5810"/>
    <w:rsid w:val="002D0D53"/>
    <w:rsid w:val="002D1B12"/>
    <w:rsid w:val="002D2DE2"/>
    <w:rsid w:val="002D6188"/>
    <w:rsid w:val="002E30E0"/>
    <w:rsid w:val="002E32DB"/>
    <w:rsid w:val="002E63D1"/>
    <w:rsid w:val="002F3825"/>
    <w:rsid w:val="00326421"/>
    <w:rsid w:val="00334FDA"/>
    <w:rsid w:val="0034307D"/>
    <w:rsid w:val="00350829"/>
    <w:rsid w:val="00353EE3"/>
    <w:rsid w:val="003573AC"/>
    <w:rsid w:val="00357C35"/>
    <w:rsid w:val="00364CC3"/>
    <w:rsid w:val="003650E8"/>
    <w:rsid w:val="003672ED"/>
    <w:rsid w:val="00367E8B"/>
    <w:rsid w:val="00376911"/>
    <w:rsid w:val="00385BA2"/>
    <w:rsid w:val="00392B54"/>
    <w:rsid w:val="003A3062"/>
    <w:rsid w:val="003A4DEE"/>
    <w:rsid w:val="003A4E32"/>
    <w:rsid w:val="003A7E54"/>
    <w:rsid w:val="003B19D9"/>
    <w:rsid w:val="003B5CF4"/>
    <w:rsid w:val="003B6BDD"/>
    <w:rsid w:val="003C2591"/>
    <w:rsid w:val="003E2AF7"/>
    <w:rsid w:val="003E430B"/>
    <w:rsid w:val="003E547D"/>
    <w:rsid w:val="003F0B44"/>
    <w:rsid w:val="003F178F"/>
    <w:rsid w:val="00400724"/>
    <w:rsid w:val="00404EA4"/>
    <w:rsid w:val="004139A7"/>
    <w:rsid w:val="004221D0"/>
    <w:rsid w:val="00424E88"/>
    <w:rsid w:val="00424F55"/>
    <w:rsid w:val="00427874"/>
    <w:rsid w:val="00430144"/>
    <w:rsid w:val="00434C97"/>
    <w:rsid w:val="00435F63"/>
    <w:rsid w:val="0044075A"/>
    <w:rsid w:val="0044670F"/>
    <w:rsid w:val="00446A24"/>
    <w:rsid w:val="00447E13"/>
    <w:rsid w:val="004515AE"/>
    <w:rsid w:val="004574D9"/>
    <w:rsid w:val="00460065"/>
    <w:rsid w:val="004625A4"/>
    <w:rsid w:val="00464729"/>
    <w:rsid w:val="00477688"/>
    <w:rsid w:val="00480233"/>
    <w:rsid w:val="00495F72"/>
    <w:rsid w:val="004967DD"/>
    <w:rsid w:val="004A1A8F"/>
    <w:rsid w:val="004A780C"/>
    <w:rsid w:val="004C1454"/>
    <w:rsid w:val="004D1B58"/>
    <w:rsid w:val="004D2318"/>
    <w:rsid w:val="004D5DAF"/>
    <w:rsid w:val="004D78A7"/>
    <w:rsid w:val="004E180C"/>
    <w:rsid w:val="004E4EC4"/>
    <w:rsid w:val="004F21D0"/>
    <w:rsid w:val="005011C1"/>
    <w:rsid w:val="00524D45"/>
    <w:rsid w:val="00533999"/>
    <w:rsid w:val="005407BB"/>
    <w:rsid w:val="0054717D"/>
    <w:rsid w:val="005679FB"/>
    <w:rsid w:val="00582554"/>
    <w:rsid w:val="0058338A"/>
    <w:rsid w:val="00583BEB"/>
    <w:rsid w:val="005A781E"/>
    <w:rsid w:val="005A7E71"/>
    <w:rsid w:val="005B1074"/>
    <w:rsid w:val="005B7C06"/>
    <w:rsid w:val="005C1E69"/>
    <w:rsid w:val="005C2171"/>
    <w:rsid w:val="005C77B4"/>
    <w:rsid w:val="005D74D7"/>
    <w:rsid w:val="005F4592"/>
    <w:rsid w:val="006206F8"/>
    <w:rsid w:val="006207C7"/>
    <w:rsid w:val="00631DB7"/>
    <w:rsid w:val="00636D73"/>
    <w:rsid w:val="00651E8F"/>
    <w:rsid w:val="00653F7F"/>
    <w:rsid w:val="00655E49"/>
    <w:rsid w:val="00667380"/>
    <w:rsid w:val="00675FFC"/>
    <w:rsid w:val="00677322"/>
    <w:rsid w:val="006809DD"/>
    <w:rsid w:val="00681120"/>
    <w:rsid w:val="00686B86"/>
    <w:rsid w:val="0069343C"/>
    <w:rsid w:val="00696BB1"/>
    <w:rsid w:val="00697575"/>
    <w:rsid w:val="006A67F8"/>
    <w:rsid w:val="006B52EC"/>
    <w:rsid w:val="006C43F7"/>
    <w:rsid w:val="006C6CE9"/>
    <w:rsid w:val="006D2201"/>
    <w:rsid w:val="006E20C7"/>
    <w:rsid w:val="006E2D71"/>
    <w:rsid w:val="006E74A3"/>
    <w:rsid w:val="006F0B7A"/>
    <w:rsid w:val="006F2F21"/>
    <w:rsid w:val="00701AF9"/>
    <w:rsid w:val="00701D89"/>
    <w:rsid w:val="007039A9"/>
    <w:rsid w:val="00703BA2"/>
    <w:rsid w:val="00706DCF"/>
    <w:rsid w:val="00707665"/>
    <w:rsid w:val="00707A20"/>
    <w:rsid w:val="00714481"/>
    <w:rsid w:val="00732908"/>
    <w:rsid w:val="007449E4"/>
    <w:rsid w:val="00755A02"/>
    <w:rsid w:val="00761C45"/>
    <w:rsid w:val="0077631A"/>
    <w:rsid w:val="00777151"/>
    <w:rsid w:val="00780F18"/>
    <w:rsid w:val="00782E0B"/>
    <w:rsid w:val="0078383F"/>
    <w:rsid w:val="007A0ED9"/>
    <w:rsid w:val="007A1490"/>
    <w:rsid w:val="007A2714"/>
    <w:rsid w:val="007B60D5"/>
    <w:rsid w:val="007C2A69"/>
    <w:rsid w:val="007C57EF"/>
    <w:rsid w:val="007D2551"/>
    <w:rsid w:val="007D39B7"/>
    <w:rsid w:val="007E08A2"/>
    <w:rsid w:val="007E6B8B"/>
    <w:rsid w:val="007E6CDD"/>
    <w:rsid w:val="007F0124"/>
    <w:rsid w:val="007F119D"/>
    <w:rsid w:val="00805700"/>
    <w:rsid w:val="008074F0"/>
    <w:rsid w:val="00815E88"/>
    <w:rsid w:val="00832FE0"/>
    <w:rsid w:val="008344EA"/>
    <w:rsid w:val="00850458"/>
    <w:rsid w:val="008514D3"/>
    <w:rsid w:val="00851CF6"/>
    <w:rsid w:val="00852C18"/>
    <w:rsid w:val="00873388"/>
    <w:rsid w:val="008734E3"/>
    <w:rsid w:val="00875780"/>
    <w:rsid w:val="00877DCB"/>
    <w:rsid w:val="00894106"/>
    <w:rsid w:val="00897F5C"/>
    <w:rsid w:val="008A2F85"/>
    <w:rsid w:val="008A52CD"/>
    <w:rsid w:val="008A64D6"/>
    <w:rsid w:val="008A7218"/>
    <w:rsid w:val="008B0D82"/>
    <w:rsid w:val="008C4526"/>
    <w:rsid w:val="008D05D6"/>
    <w:rsid w:val="008D2065"/>
    <w:rsid w:val="008E15ED"/>
    <w:rsid w:val="008E271D"/>
    <w:rsid w:val="008E41A7"/>
    <w:rsid w:val="008E70ED"/>
    <w:rsid w:val="008F2EE4"/>
    <w:rsid w:val="008F4225"/>
    <w:rsid w:val="00912D68"/>
    <w:rsid w:val="00920775"/>
    <w:rsid w:val="00923833"/>
    <w:rsid w:val="00931235"/>
    <w:rsid w:val="0093333B"/>
    <w:rsid w:val="009449CE"/>
    <w:rsid w:val="009530FB"/>
    <w:rsid w:val="009570EC"/>
    <w:rsid w:val="00961465"/>
    <w:rsid w:val="009618DA"/>
    <w:rsid w:val="00964168"/>
    <w:rsid w:val="0096573E"/>
    <w:rsid w:val="00965927"/>
    <w:rsid w:val="009724E5"/>
    <w:rsid w:val="009829D2"/>
    <w:rsid w:val="00986AF8"/>
    <w:rsid w:val="009959DB"/>
    <w:rsid w:val="00995A6C"/>
    <w:rsid w:val="009A0262"/>
    <w:rsid w:val="009A3D97"/>
    <w:rsid w:val="009A5112"/>
    <w:rsid w:val="009A6F94"/>
    <w:rsid w:val="009B028E"/>
    <w:rsid w:val="009B0AA7"/>
    <w:rsid w:val="009B7BF4"/>
    <w:rsid w:val="009C3BF3"/>
    <w:rsid w:val="009D1043"/>
    <w:rsid w:val="009D1A40"/>
    <w:rsid w:val="009F3949"/>
    <w:rsid w:val="00A01964"/>
    <w:rsid w:val="00A01B88"/>
    <w:rsid w:val="00A05D62"/>
    <w:rsid w:val="00A175CB"/>
    <w:rsid w:val="00A35462"/>
    <w:rsid w:val="00A40972"/>
    <w:rsid w:val="00A50AC1"/>
    <w:rsid w:val="00A5154A"/>
    <w:rsid w:val="00A515B5"/>
    <w:rsid w:val="00A63D64"/>
    <w:rsid w:val="00A66FDB"/>
    <w:rsid w:val="00A77811"/>
    <w:rsid w:val="00A85B77"/>
    <w:rsid w:val="00A966E5"/>
    <w:rsid w:val="00A970C7"/>
    <w:rsid w:val="00AA032F"/>
    <w:rsid w:val="00AA3EAD"/>
    <w:rsid w:val="00AA42C1"/>
    <w:rsid w:val="00AB0805"/>
    <w:rsid w:val="00AB59F7"/>
    <w:rsid w:val="00AC5782"/>
    <w:rsid w:val="00AD10A5"/>
    <w:rsid w:val="00AD3DF7"/>
    <w:rsid w:val="00AD748A"/>
    <w:rsid w:val="00AE732B"/>
    <w:rsid w:val="00AF3FC2"/>
    <w:rsid w:val="00AF4407"/>
    <w:rsid w:val="00AF5259"/>
    <w:rsid w:val="00AF6FF8"/>
    <w:rsid w:val="00AF78E9"/>
    <w:rsid w:val="00B00891"/>
    <w:rsid w:val="00B010B3"/>
    <w:rsid w:val="00B04C93"/>
    <w:rsid w:val="00B1298E"/>
    <w:rsid w:val="00B12D29"/>
    <w:rsid w:val="00B2745D"/>
    <w:rsid w:val="00B37092"/>
    <w:rsid w:val="00B44807"/>
    <w:rsid w:val="00B500CD"/>
    <w:rsid w:val="00B57D71"/>
    <w:rsid w:val="00B66946"/>
    <w:rsid w:val="00B67CDA"/>
    <w:rsid w:val="00B72B7A"/>
    <w:rsid w:val="00B733E5"/>
    <w:rsid w:val="00B75D7D"/>
    <w:rsid w:val="00B84C7B"/>
    <w:rsid w:val="00B879A4"/>
    <w:rsid w:val="00B93BE1"/>
    <w:rsid w:val="00B94ACB"/>
    <w:rsid w:val="00BA03F2"/>
    <w:rsid w:val="00BB3322"/>
    <w:rsid w:val="00BB3EF5"/>
    <w:rsid w:val="00BE1FCA"/>
    <w:rsid w:val="00BE27C9"/>
    <w:rsid w:val="00C02FB2"/>
    <w:rsid w:val="00C13AF6"/>
    <w:rsid w:val="00C1422D"/>
    <w:rsid w:val="00C262B4"/>
    <w:rsid w:val="00C3656A"/>
    <w:rsid w:val="00C41A19"/>
    <w:rsid w:val="00C46089"/>
    <w:rsid w:val="00C466DE"/>
    <w:rsid w:val="00C57C8C"/>
    <w:rsid w:val="00C734A4"/>
    <w:rsid w:val="00C74456"/>
    <w:rsid w:val="00C91959"/>
    <w:rsid w:val="00C92AF4"/>
    <w:rsid w:val="00C97E72"/>
    <w:rsid w:val="00CA1187"/>
    <w:rsid w:val="00CA22AE"/>
    <w:rsid w:val="00CA708F"/>
    <w:rsid w:val="00CB31E9"/>
    <w:rsid w:val="00CB61F8"/>
    <w:rsid w:val="00CC0D32"/>
    <w:rsid w:val="00CC1E5B"/>
    <w:rsid w:val="00CC21BA"/>
    <w:rsid w:val="00CC7BBB"/>
    <w:rsid w:val="00CE1EDA"/>
    <w:rsid w:val="00CF5EF5"/>
    <w:rsid w:val="00D019F7"/>
    <w:rsid w:val="00D052BD"/>
    <w:rsid w:val="00D13287"/>
    <w:rsid w:val="00D43D05"/>
    <w:rsid w:val="00D449ED"/>
    <w:rsid w:val="00D545FF"/>
    <w:rsid w:val="00D6769C"/>
    <w:rsid w:val="00D71748"/>
    <w:rsid w:val="00D76C57"/>
    <w:rsid w:val="00D878F5"/>
    <w:rsid w:val="00D97278"/>
    <w:rsid w:val="00DA1A5D"/>
    <w:rsid w:val="00DA7487"/>
    <w:rsid w:val="00DA7541"/>
    <w:rsid w:val="00DA7DF3"/>
    <w:rsid w:val="00DB7BA0"/>
    <w:rsid w:val="00DC0F72"/>
    <w:rsid w:val="00DC4D29"/>
    <w:rsid w:val="00DF1B6D"/>
    <w:rsid w:val="00E017BA"/>
    <w:rsid w:val="00E12FCF"/>
    <w:rsid w:val="00E13483"/>
    <w:rsid w:val="00E141EC"/>
    <w:rsid w:val="00E1624C"/>
    <w:rsid w:val="00E25CCC"/>
    <w:rsid w:val="00E32494"/>
    <w:rsid w:val="00E55762"/>
    <w:rsid w:val="00E64C88"/>
    <w:rsid w:val="00E66107"/>
    <w:rsid w:val="00E7421B"/>
    <w:rsid w:val="00E93D71"/>
    <w:rsid w:val="00EA1963"/>
    <w:rsid w:val="00EA4039"/>
    <w:rsid w:val="00EA758D"/>
    <w:rsid w:val="00EB12A1"/>
    <w:rsid w:val="00EB304A"/>
    <w:rsid w:val="00EB4482"/>
    <w:rsid w:val="00EC034F"/>
    <w:rsid w:val="00EC57C4"/>
    <w:rsid w:val="00ED680A"/>
    <w:rsid w:val="00EE1481"/>
    <w:rsid w:val="00EE2917"/>
    <w:rsid w:val="00EE47A1"/>
    <w:rsid w:val="00EF7A8F"/>
    <w:rsid w:val="00F11B59"/>
    <w:rsid w:val="00F12876"/>
    <w:rsid w:val="00F16412"/>
    <w:rsid w:val="00F17608"/>
    <w:rsid w:val="00F21303"/>
    <w:rsid w:val="00F23AC8"/>
    <w:rsid w:val="00F24599"/>
    <w:rsid w:val="00F316F5"/>
    <w:rsid w:val="00F47F37"/>
    <w:rsid w:val="00F51A89"/>
    <w:rsid w:val="00F57D42"/>
    <w:rsid w:val="00F65B05"/>
    <w:rsid w:val="00F70EAA"/>
    <w:rsid w:val="00F774F3"/>
    <w:rsid w:val="00F84093"/>
    <w:rsid w:val="00FB402D"/>
    <w:rsid w:val="00FB615D"/>
    <w:rsid w:val="00FB6852"/>
    <w:rsid w:val="00FC0C72"/>
    <w:rsid w:val="00FC229F"/>
    <w:rsid w:val="00FC35A4"/>
    <w:rsid w:val="00FC7C97"/>
    <w:rsid w:val="00FD08E4"/>
    <w:rsid w:val="00FD6515"/>
    <w:rsid w:val="00FE1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84093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84093"/>
    <w:pPr>
      <w:keepNext/>
      <w:spacing w:before="240" w:after="60"/>
      <w:jc w:val="center"/>
      <w:outlineLvl w:val="0"/>
    </w:pPr>
    <w:rPr>
      <w:rFonts w:ascii="Cambria" w:eastAsia="Calibri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84093"/>
    <w:pPr>
      <w:keepNext/>
      <w:spacing w:before="240" w:after="60"/>
      <w:outlineLvl w:val="1"/>
    </w:pPr>
    <w:rPr>
      <w:rFonts w:ascii="Cambria" w:eastAsia="Calibri" w:hAnsi="Cambria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84093"/>
    <w:pPr>
      <w:keepNext/>
      <w:spacing w:before="240" w:after="60"/>
      <w:outlineLvl w:val="2"/>
    </w:pPr>
    <w:rPr>
      <w:rFonts w:ascii="Arial" w:hAnsi="Arial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84093"/>
    <w:pPr>
      <w:keepNext/>
      <w:outlineLvl w:val="3"/>
    </w:pPr>
    <w:rPr>
      <w:rFonts w:ascii="Calibri" w:eastAsia="Calibri" w:hAnsi="Calibri"/>
      <w:b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84093"/>
    <w:pPr>
      <w:spacing w:before="240" w:after="60" w:line="276" w:lineRule="auto"/>
      <w:outlineLvl w:val="4"/>
    </w:pPr>
    <w:rPr>
      <w:rFonts w:ascii="Calibri" w:eastAsia="Calibri" w:hAnsi="Calibri"/>
      <w:b/>
      <w:i/>
      <w:sz w:val="26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734A4"/>
    <w:pPr>
      <w:spacing w:before="240" w:after="60"/>
      <w:outlineLvl w:val="5"/>
    </w:pPr>
    <w:rPr>
      <w:rFonts w:eastAsia="Calibri"/>
      <w:b/>
      <w:sz w:val="20"/>
      <w:szCs w:val="20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734A4"/>
    <w:pPr>
      <w:spacing w:before="240" w:after="60"/>
      <w:outlineLvl w:val="6"/>
    </w:pPr>
    <w:rPr>
      <w:rFonts w:eastAsia="Calibri"/>
      <w:szCs w:val="20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84093"/>
    <w:pPr>
      <w:keepNext/>
      <w:keepLines/>
      <w:spacing w:before="200" w:line="276" w:lineRule="auto"/>
      <w:outlineLvl w:val="7"/>
    </w:pPr>
    <w:rPr>
      <w:rFonts w:ascii="Cambria" w:eastAsia="Calibri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734A4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84093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84093"/>
    <w:rPr>
      <w:rFonts w:ascii="Cambria" w:hAnsi="Cambria" w:cs="Times New Roman"/>
      <w:b/>
      <w:i/>
      <w:sz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84093"/>
    <w:rPr>
      <w:rFonts w:eastAsia="Times New Roman" w:cs="Times New Roman"/>
      <w:b/>
      <w:sz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84093"/>
    <w:rPr>
      <w:rFonts w:ascii="Calibri" w:hAnsi="Calibri" w:cs="Times New Roman"/>
      <w:b/>
      <w:sz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F84093"/>
    <w:rPr>
      <w:rFonts w:ascii="Calibri" w:hAnsi="Calibri" w:cs="Times New Roman"/>
      <w:b/>
      <w:i/>
      <w:sz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734A4"/>
    <w:rPr>
      <w:rFonts w:ascii="Times New Roman" w:hAnsi="Times New Roman" w:cs="Times New Roman"/>
      <w:b/>
      <w:sz w:val="20"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734A4"/>
    <w:rPr>
      <w:rFonts w:ascii="Times New Roman" w:hAnsi="Times New Roman" w:cs="Times New Roman"/>
      <w:sz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F84093"/>
    <w:rPr>
      <w:rFonts w:ascii="Cambria" w:hAnsi="Cambria" w:cs="Times New Roman"/>
      <w:color w:val="404040"/>
      <w:sz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734A4"/>
    <w:rPr>
      <w:rFonts w:eastAsia="Times New Roman" w:cs="Times New Roman"/>
      <w:sz w:val="20"/>
      <w:lang w:val="en-US"/>
    </w:rPr>
  </w:style>
  <w:style w:type="table" w:styleId="TableGrid">
    <w:name w:val="Table Grid"/>
    <w:basedOn w:val="TableNormal"/>
    <w:uiPriority w:val="99"/>
    <w:rsid w:val="00F84093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 2"/>
    <w:uiPriority w:val="99"/>
    <w:rsid w:val="00F84093"/>
    <w:pPr>
      <w:widowControl w:val="0"/>
      <w:autoSpaceDE w:val="0"/>
      <w:autoSpaceDN w:val="0"/>
      <w:jc w:val="right"/>
    </w:pPr>
    <w:rPr>
      <w:rFonts w:ascii="Tahoma" w:eastAsia="Times New Roman" w:hAnsi="Tahoma" w:cs="Tahoma"/>
      <w:sz w:val="20"/>
      <w:szCs w:val="20"/>
    </w:rPr>
  </w:style>
  <w:style w:type="paragraph" w:customStyle="1" w:styleId="Style1">
    <w:name w:val="Style 1"/>
    <w:uiPriority w:val="99"/>
    <w:rsid w:val="00F8409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cterStyle1">
    <w:name w:val="Character Style 1"/>
    <w:uiPriority w:val="99"/>
    <w:rsid w:val="00F84093"/>
    <w:rPr>
      <w:rFonts w:ascii="Arial" w:hAnsi="Arial"/>
      <w:sz w:val="20"/>
    </w:rPr>
  </w:style>
  <w:style w:type="paragraph" w:customStyle="1" w:styleId="Style3">
    <w:name w:val="Style 3"/>
    <w:uiPriority w:val="99"/>
    <w:rsid w:val="00F8409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 4"/>
    <w:uiPriority w:val="99"/>
    <w:rsid w:val="00F84093"/>
    <w:pPr>
      <w:widowControl w:val="0"/>
      <w:autoSpaceDE w:val="0"/>
      <w:autoSpaceDN w:val="0"/>
      <w:ind w:left="72"/>
    </w:pPr>
    <w:rPr>
      <w:rFonts w:eastAsia="Times New Roman"/>
      <w:sz w:val="20"/>
      <w:szCs w:val="20"/>
    </w:rPr>
  </w:style>
  <w:style w:type="character" w:customStyle="1" w:styleId="BodyTextChar">
    <w:name w:val="Body Text Char"/>
    <w:uiPriority w:val="99"/>
    <w:locked/>
    <w:rsid w:val="00F84093"/>
    <w:rPr>
      <w:sz w:val="23"/>
      <w:shd w:val="clear" w:color="auto" w:fill="FFFFFF"/>
    </w:rPr>
  </w:style>
  <w:style w:type="paragraph" w:styleId="BodyText">
    <w:name w:val="Body Text"/>
    <w:basedOn w:val="Normal"/>
    <w:link w:val="BodyTextChar1"/>
    <w:uiPriority w:val="99"/>
    <w:rsid w:val="00F84093"/>
    <w:pPr>
      <w:widowControl w:val="0"/>
      <w:shd w:val="clear" w:color="auto" w:fill="FFFFFF"/>
      <w:spacing w:before="60" w:after="300" w:line="240" w:lineRule="atLeast"/>
      <w:ind w:hanging="360"/>
    </w:pPr>
    <w:rPr>
      <w:rFonts w:eastAsia="Calibri"/>
      <w:szCs w:val="20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2370EA"/>
    <w:rPr>
      <w:rFonts w:ascii="Times New Roman" w:hAnsi="Times New Roman" w:cs="Times New Roman"/>
      <w:sz w:val="24"/>
    </w:rPr>
  </w:style>
  <w:style w:type="character" w:customStyle="1" w:styleId="1">
    <w:name w:val="Основной текст Знак1"/>
    <w:uiPriority w:val="99"/>
    <w:rsid w:val="00F84093"/>
    <w:rPr>
      <w:rFonts w:ascii="Times New Roman" w:hAnsi="Times New Roman"/>
      <w:sz w:val="24"/>
      <w:lang w:eastAsia="ru-RU"/>
    </w:rPr>
  </w:style>
  <w:style w:type="character" w:customStyle="1" w:styleId="2">
    <w:name w:val="Заголовок №2_"/>
    <w:link w:val="20"/>
    <w:uiPriority w:val="99"/>
    <w:locked/>
    <w:rsid w:val="00F84093"/>
    <w:rPr>
      <w:b/>
      <w:sz w:val="30"/>
      <w:shd w:val="clear" w:color="auto" w:fill="FFFFFF"/>
    </w:rPr>
  </w:style>
  <w:style w:type="paragraph" w:customStyle="1" w:styleId="20">
    <w:name w:val="Заголовок №2"/>
    <w:basedOn w:val="Normal"/>
    <w:link w:val="2"/>
    <w:uiPriority w:val="99"/>
    <w:rsid w:val="00F84093"/>
    <w:pPr>
      <w:widowControl w:val="0"/>
      <w:shd w:val="clear" w:color="auto" w:fill="FFFFFF"/>
      <w:spacing w:after="1380" w:line="365" w:lineRule="exact"/>
      <w:jc w:val="center"/>
      <w:outlineLvl w:val="1"/>
    </w:pPr>
    <w:rPr>
      <w:rFonts w:ascii="Arial" w:eastAsia="Calibri" w:hAnsi="Arial"/>
      <w:b/>
      <w:sz w:val="30"/>
      <w:szCs w:val="20"/>
    </w:rPr>
  </w:style>
  <w:style w:type="character" w:customStyle="1" w:styleId="a">
    <w:name w:val="Основной текст + Курсив"/>
    <w:uiPriority w:val="99"/>
    <w:rsid w:val="00F84093"/>
    <w:rPr>
      <w:i/>
      <w:sz w:val="23"/>
    </w:rPr>
  </w:style>
  <w:style w:type="character" w:styleId="Hyperlink">
    <w:name w:val="Hyperlink"/>
    <w:basedOn w:val="DefaultParagraphFont"/>
    <w:uiPriority w:val="99"/>
    <w:rsid w:val="00F84093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F84093"/>
    <w:rPr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F84093"/>
    <w:pPr>
      <w:shd w:val="clear" w:color="auto" w:fill="FFFFFF"/>
      <w:spacing w:before="360" w:line="250" w:lineRule="exact"/>
      <w:jc w:val="both"/>
    </w:pPr>
    <w:rPr>
      <w:rFonts w:ascii="Arial" w:eastAsia="Calibri" w:hAnsi="Arial"/>
      <w:sz w:val="20"/>
      <w:szCs w:val="20"/>
      <w:shd w:val="clear" w:color="auto" w:fill="FFFFFF"/>
    </w:rPr>
  </w:style>
  <w:style w:type="character" w:customStyle="1" w:styleId="41">
    <w:name w:val="Основной текст (4) + Полужирный"/>
    <w:uiPriority w:val="99"/>
    <w:rsid w:val="00F84093"/>
    <w:rPr>
      <w:b/>
      <w:shd w:val="clear" w:color="auto" w:fill="FFFFFF"/>
    </w:rPr>
  </w:style>
  <w:style w:type="paragraph" w:styleId="ListParagraph">
    <w:name w:val="List Paragraph"/>
    <w:basedOn w:val="Normal"/>
    <w:uiPriority w:val="99"/>
    <w:qFormat/>
    <w:rsid w:val="00F840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F84093"/>
    <w:pPr>
      <w:jc w:val="center"/>
    </w:pPr>
    <w:rPr>
      <w:rFonts w:ascii="Tahoma" w:eastAsia="Calibri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84093"/>
    <w:rPr>
      <w:rFonts w:ascii="Tahoma" w:hAnsi="Tahoma" w:cs="Times New Roman"/>
      <w:sz w:val="16"/>
    </w:rPr>
  </w:style>
  <w:style w:type="paragraph" w:styleId="NormalWeb">
    <w:name w:val="Normal (Web)"/>
    <w:basedOn w:val="Normal"/>
    <w:uiPriority w:val="99"/>
    <w:rsid w:val="00F84093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99"/>
    <w:qFormat/>
    <w:rsid w:val="00F84093"/>
    <w:rPr>
      <w:rFonts w:cs="Times New Roman"/>
      <w:i/>
    </w:rPr>
  </w:style>
  <w:style w:type="paragraph" w:customStyle="1" w:styleId="podzag120">
    <w:name w:val="podzag_120"/>
    <w:basedOn w:val="Normal"/>
    <w:uiPriority w:val="99"/>
    <w:rsid w:val="00F84093"/>
    <w:pPr>
      <w:spacing w:before="100" w:beforeAutospacing="1" w:after="100" w:afterAutospacing="1"/>
    </w:pPr>
  </w:style>
  <w:style w:type="paragraph" w:styleId="BlockText">
    <w:name w:val="Block Text"/>
    <w:basedOn w:val="Normal"/>
    <w:uiPriority w:val="99"/>
    <w:rsid w:val="00F84093"/>
    <w:pPr>
      <w:spacing w:line="480" w:lineRule="auto"/>
      <w:ind w:left="540" w:right="1418" w:firstLine="340"/>
      <w:jc w:val="both"/>
    </w:pPr>
    <w:rPr>
      <w:rFonts w:ascii="HA_Udr" w:hAnsi="HA_Udr"/>
    </w:rPr>
  </w:style>
  <w:style w:type="paragraph" w:styleId="BodyTextIndent">
    <w:name w:val="Body Text Indent"/>
    <w:basedOn w:val="Normal"/>
    <w:link w:val="BodyTextIndentChar"/>
    <w:uiPriority w:val="99"/>
    <w:rsid w:val="00F84093"/>
    <w:pPr>
      <w:ind w:firstLine="340"/>
      <w:jc w:val="both"/>
    </w:pPr>
    <w:rPr>
      <w:rFonts w:ascii="Calibri" w:eastAsia="Calibri" w:hAnsi="Calibri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84093"/>
    <w:rPr>
      <w:rFonts w:ascii="Calibri" w:hAnsi="Calibri" w:cs="Times New Roman"/>
      <w:sz w:val="24"/>
      <w:lang w:eastAsia="ru-RU"/>
    </w:rPr>
  </w:style>
  <w:style w:type="character" w:customStyle="1" w:styleId="FootnoteTextChar">
    <w:name w:val="Footnote Text Char"/>
    <w:uiPriority w:val="99"/>
    <w:locked/>
    <w:rsid w:val="00F84093"/>
    <w:rPr>
      <w:rFonts w:ascii="Times New Roman" w:hAnsi="Times New Roman"/>
      <w:sz w:val="20"/>
      <w:lang w:eastAsia="ru-RU"/>
    </w:rPr>
  </w:style>
  <w:style w:type="paragraph" w:styleId="FootnoteText">
    <w:name w:val="footnote text"/>
    <w:basedOn w:val="Normal"/>
    <w:link w:val="FootnoteTextChar1"/>
    <w:uiPriority w:val="99"/>
    <w:rsid w:val="00F84093"/>
    <w:rPr>
      <w:rFonts w:eastAsia="Calibri"/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2370EA"/>
    <w:rPr>
      <w:rFonts w:ascii="Times New Roman" w:hAnsi="Times New Roman" w:cs="Times New Roman"/>
      <w:sz w:val="20"/>
    </w:rPr>
  </w:style>
  <w:style w:type="character" w:customStyle="1" w:styleId="10">
    <w:name w:val="Текст сноски Знак1"/>
    <w:uiPriority w:val="99"/>
    <w:rsid w:val="00F84093"/>
    <w:rPr>
      <w:rFonts w:ascii="Times New Roman" w:hAnsi="Times New Roman"/>
      <w:sz w:val="20"/>
      <w:lang w:eastAsia="ru-RU"/>
    </w:rPr>
  </w:style>
  <w:style w:type="character" w:styleId="Strong">
    <w:name w:val="Strong"/>
    <w:basedOn w:val="DefaultParagraphFont"/>
    <w:uiPriority w:val="99"/>
    <w:qFormat/>
    <w:rsid w:val="00F84093"/>
    <w:rPr>
      <w:rFonts w:cs="Times New Roman"/>
      <w:b/>
    </w:rPr>
  </w:style>
  <w:style w:type="paragraph" w:styleId="TOC1">
    <w:name w:val="toc 1"/>
    <w:basedOn w:val="Normal"/>
    <w:next w:val="Normal"/>
    <w:autoRedefine/>
    <w:uiPriority w:val="99"/>
    <w:rsid w:val="00F84093"/>
    <w:pPr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99"/>
    <w:rsid w:val="00F84093"/>
    <w:pPr>
      <w:ind w:left="440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8">
    <w:name w:val="Знак Знак8"/>
    <w:uiPriority w:val="99"/>
    <w:rsid w:val="00F84093"/>
    <w:rPr>
      <w:rFonts w:ascii="Cambria" w:hAnsi="Cambria"/>
      <w:b/>
      <w:kern w:val="32"/>
      <w:sz w:val="32"/>
      <w:lang w:val="ru-RU" w:eastAsia="en-US"/>
    </w:rPr>
  </w:style>
  <w:style w:type="character" w:customStyle="1" w:styleId="7">
    <w:name w:val="Знак Знак7"/>
    <w:uiPriority w:val="99"/>
    <w:rsid w:val="00F84093"/>
    <w:rPr>
      <w:rFonts w:ascii="Arial" w:hAnsi="Arial"/>
      <w:b/>
      <w:sz w:val="26"/>
      <w:lang w:val="ru-RU" w:eastAsia="ru-RU"/>
    </w:rPr>
  </w:style>
  <w:style w:type="paragraph" w:styleId="TOCHeading">
    <w:name w:val="TOC Heading"/>
    <w:basedOn w:val="Heading1"/>
    <w:next w:val="Normal"/>
    <w:uiPriority w:val="99"/>
    <w:qFormat/>
    <w:rsid w:val="00F84093"/>
    <w:pPr>
      <w:keepLines/>
      <w:spacing w:before="480" w:after="0" w:line="276" w:lineRule="auto"/>
      <w:jc w:val="left"/>
      <w:outlineLvl w:val="9"/>
    </w:pPr>
    <w:rPr>
      <w:color w:val="365F91"/>
      <w:kern w:val="0"/>
      <w:sz w:val="28"/>
      <w:szCs w:val="28"/>
    </w:rPr>
  </w:style>
  <w:style w:type="character" w:styleId="FollowedHyperlink">
    <w:name w:val="FollowedHyperlink"/>
    <w:basedOn w:val="DefaultParagraphFont"/>
    <w:uiPriority w:val="99"/>
    <w:rsid w:val="00F84093"/>
    <w:rPr>
      <w:rFonts w:cs="Times New Roman"/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rsid w:val="00F84093"/>
    <w:pPr>
      <w:autoSpaceDE w:val="0"/>
      <w:autoSpaceDN w:val="0"/>
    </w:pPr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84093"/>
    <w:rPr>
      <w:rFonts w:ascii="Courier New" w:hAnsi="Courier New" w:cs="Times New Roman"/>
      <w:sz w:val="20"/>
      <w:lang w:eastAsia="ru-RU"/>
    </w:rPr>
  </w:style>
  <w:style w:type="paragraph" w:customStyle="1" w:styleId="Default">
    <w:name w:val="Default"/>
    <w:uiPriority w:val="99"/>
    <w:rsid w:val="00F84093"/>
    <w:pPr>
      <w:widowControl w:val="0"/>
      <w:autoSpaceDE w:val="0"/>
      <w:autoSpaceDN w:val="0"/>
      <w:adjustRightInd w:val="0"/>
    </w:pPr>
    <w:rPr>
      <w:rFonts w:ascii="GMGNE C+ School Book C San Pin" w:eastAsia="Times New Roman" w:hAnsi="GMGNE C+ School Book C San Pin" w:cs="GMGNE C+ School Book C San Pi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F84093"/>
    <w:pPr>
      <w:spacing w:line="228" w:lineRule="atLeast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F84093"/>
    <w:pPr>
      <w:spacing w:after="235"/>
    </w:pPr>
    <w:rPr>
      <w:rFonts w:ascii="GNNEH K+ School Book C San Pin" w:hAnsi="GNNEH K+ School Book C San Pin" w:cs="Times New Roman"/>
      <w:color w:val="auto"/>
    </w:rPr>
  </w:style>
  <w:style w:type="paragraph" w:customStyle="1" w:styleId="CM14">
    <w:name w:val="CM14"/>
    <w:basedOn w:val="Default"/>
    <w:next w:val="Default"/>
    <w:uiPriority w:val="99"/>
    <w:rsid w:val="00F84093"/>
    <w:pPr>
      <w:spacing w:after="235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F84093"/>
    <w:pPr>
      <w:spacing w:after="5953"/>
    </w:pPr>
    <w:rPr>
      <w:rFonts w:ascii="GNNEH K+ School Book C San Pin" w:hAnsi="GNNEH K+ School Book C San Pin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F84093"/>
    <w:pPr>
      <w:spacing w:line="228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F84093"/>
    <w:pPr>
      <w:spacing w:line="228" w:lineRule="atLeast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F84093"/>
    <w:pPr>
      <w:spacing w:line="228" w:lineRule="atLeast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F84093"/>
    <w:pPr>
      <w:spacing w:after="595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F84093"/>
    <w:pPr>
      <w:spacing w:line="22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F84093"/>
    <w:pPr>
      <w:spacing w:line="228" w:lineRule="atLeast"/>
    </w:pPr>
    <w:rPr>
      <w:rFonts w:cs="Times New Roman"/>
      <w:color w:val="auto"/>
    </w:rPr>
  </w:style>
  <w:style w:type="paragraph" w:customStyle="1" w:styleId="CM16">
    <w:name w:val="CM16"/>
    <w:basedOn w:val="Default"/>
    <w:next w:val="Default"/>
    <w:uiPriority w:val="99"/>
    <w:rsid w:val="00F84093"/>
    <w:pPr>
      <w:spacing w:after="455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F84093"/>
    <w:rPr>
      <w:rFonts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F84093"/>
    <w:pPr>
      <w:spacing w:after="95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uiPriority w:val="99"/>
    <w:rsid w:val="00F84093"/>
    <w:pPr>
      <w:spacing w:after="1168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F84093"/>
    <w:pPr>
      <w:spacing w:line="22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F84093"/>
    <w:pPr>
      <w:spacing w:after="340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F84093"/>
    <w:pPr>
      <w:spacing w:after="180"/>
    </w:pPr>
    <w:rPr>
      <w:rFonts w:cs="Times New Roman"/>
      <w:color w:val="auto"/>
    </w:rPr>
  </w:style>
  <w:style w:type="paragraph" w:customStyle="1" w:styleId="CM12">
    <w:name w:val="CM12"/>
    <w:basedOn w:val="Default"/>
    <w:next w:val="Default"/>
    <w:uiPriority w:val="99"/>
    <w:rsid w:val="00F84093"/>
    <w:pPr>
      <w:spacing w:after="960"/>
    </w:pPr>
    <w:rPr>
      <w:rFonts w:ascii="GNNEH K+ School Book C San Pin" w:hAnsi="GNNEH K+ School Book C San Pi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F84093"/>
    <w:pPr>
      <w:spacing w:after="3823"/>
    </w:pPr>
    <w:rPr>
      <w:rFonts w:ascii="GNNEH K+ School Book C San Pin" w:hAnsi="GNNEH K+ School Book C San Pin"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F84093"/>
    <w:pPr>
      <w:spacing w:line="228" w:lineRule="atLeast"/>
    </w:pPr>
    <w:rPr>
      <w:rFonts w:ascii="GNNEH K+ School Book C San Pin" w:hAnsi="GNNEH K+ School Book C San Pin" w:cs="Times New Roman"/>
      <w:color w:val="auto"/>
    </w:rPr>
  </w:style>
  <w:style w:type="paragraph" w:styleId="Header">
    <w:name w:val="header"/>
    <w:basedOn w:val="Normal"/>
    <w:link w:val="HeaderChar"/>
    <w:uiPriority w:val="99"/>
    <w:rsid w:val="00F8409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84093"/>
    <w:rPr>
      <w:rFonts w:ascii="Calibri" w:hAnsi="Calibri" w:cs="Times New Roman"/>
      <w:sz w:val="22"/>
    </w:rPr>
  </w:style>
  <w:style w:type="character" w:styleId="PageNumber">
    <w:name w:val="page number"/>
    <w:basedOn w:val="DefaultParagraphFont"/>
    <w:uiPriority w:val="99"/>
    <w:rsid w:val="00F8409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F84093"/>
    <w:pPr>
      <w:widowControl w:val="0"/>
      <w:ind w:left="360"/>
      <w:jc w:val="both"/>
    </w:pPr>
    <w:rPr>
      <w:rFonts w:eastAsia="Calibri"/>
      <w:sz w:val="28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84093"/>
    <w:rPr>
      <w:rFonts w:ascii="Times New Roman" w:hAnsi="Times New Roman" w:cs="Times New Roman"/>
      <w:sz w:val="28"/>
      <w:lang w:eastAsia="ru-RU"/>
    </w:rPr>
  </w:style>
  <w:style w:type="paragraph" w:customStyle="1" w:styleId="a0">
    <w:name w:val="Рубрики_Учебник"/>
    <w:basedOn w:val="Normal"/>
    <w:uiPriority w:val="99"/>
    <w:rsid w:val="00F84093"/>
    <w:pPr>
      <w:spacing w:line="320" w:lineRule="exact"/>
      <w:jc w:val="both"/>
    </w:pPr>
    <w:rPr>
      <w:rFonts w:ascii="Arial" w:eastAsia="Calibri" w:hAnsi="Arial" w:cs="Arial"/>
      <w:sz w:val="29"/>
      <w:szCs w:val="28"/>
      <w:lang w:eastAsia="en-US"/>
    </w:rPr>
  </w:style>
  <w:style w:type="character" w:customStyle="1" w:styleId="apple-style-span">
    <w:name w:val="apple-style-span"/>
    <w:uiPriority w:val="99"/>
    <w:rsid w:val="00F84093"/>
  </w:style>
  <w:style w:type="character" w:styleId="FootnoteReference">
    <w:name w:val="footnote reference"/>
    <w:basedOn w:val="DefaultParagraphFont"/>
    <w:uiPriority w:val="99"/>
    <w:rsid w:val="00F84093"/>
    <w:rPr>
      <w:rFonts w:cs="Times New Roman"/>
      <w:vertAlign w:val="superscript"/>
    </w:rPr>
  </w:style>
  <w:style w:type="paragraph" w:styleId="Title">
    <w:name w:val="Title"/>
    <w:basedOn w:val="Normal"/>
    <w:link w:val="TitleChar"/>
    <w:uiPriority w:val="99"/>
    <w:qFormat/>
    <w:rsid w:val="00F84093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84093"/>
    <w:rPr>
      <w:rFonts w:eastAsia="Times New Roman" w:cs="Times New Roman"/>
      <w:b/>
      <w:kern w:val="28"/>
      <w:sz w:val="32"/>
      <w:lang w:eastAsia="ru-RU"/>
    </w:rPr>
  </w:style>
  <w:style w:type="paragraph" w:styleId="Footer">
    <w:name w:val="footer"/>
    <w:basedOn w:val="Normal"/>
    <w:link w:val="FooterChar"/>
    <w:uiPriority w:val="99"/>
    <w:rsid w:val="00F8409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84093"/>
    <w:rPr>
      <w:rFonts w:ascii="Calibri" w:hAnsi="Calibri" w:cs="Times New Roman"/>
      <w:sz w:val="22"/>
    </w:rPr>
  </w:style>
  <w:style w:type="character" w:customStyle="1" w:styleId="apple-converted-space">
    <w:name w:val="apple-converted-space"/>
    <w:uiPriority w:val="99"/>
    <w:rsid w:val="00F84093"/>
  </w:style>
  <w:style w:type="paragraph" w:customStyle="1" w:styleId="c4">
    <w:name w:val="c4"/>
    <w:basedOn w:val="Normal"/>
    <w:uiPriority w:val="99"/>
    <w:rsid w:val="00F84093"/>
    <w:pPr>
      <w:spacing w:before="100" w:beforeAutospacing="1" w:after="100" w:afterAutospacing="1"/>
    </w:pPr>
  </w:style>
  <w:style w:type="character" w:customStyle="1" w:styleId="c1">
    <w:name w:val="c1"/>
    <w:uiPriority w:val="99"/>
    <w:rsid w:val="00F84093"/>
  </w:style>
  <w:style w:type="character" w:customStyle="1" w:styleId="BodyText2Char">
    <w:name w:val="Body Text 2 Char"/>
    <w:uiPriority w:val="99"/>
    <w:locked/>
    <w:rsid w:val="00F84093"/>
    <w:rPr>
      <w:sz w:val="24"/>
    </w:rPr>
  </w:style>
  <w:style w:type="paragraph" w:styleId="BodyText2">
    <w:name w:val="Body Text 2"/>
    <w:basedOn w:val="Normal"/>
    <w:link w:val="BodyText2Char1"/>
    <w:uiPriority w:val="99"/>
    <w:rsid w:val="00F84093"/>
    <w:pPr>
      <w:spacing w:after="120" w:line="480" w:lineRule="auto"/>
    </w:pPr>
    <w:rPr>
      <w:rFonts w:eastAsia="Calibri"/>
      <w:szCs w:val="20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2370EA"/>
    <w:rPr>
      <w:rFonts w:ascii="Times New Roman" w:hAnsi="Times New Roman" w:cs="Times New Roman"/>
      <w:sz w:val="24"/>
    </w:rPr>
  </w:style>
  <w:style w:type="character" w:customStyle="1" w:styleId="21">
    <w:name w:val="Основной текст 2 Знак1"/>
    <w:uiPriority w:val="99"/>
    <w:rsid w:val="00F84093"/>
    <w:rPr>
      <w:rFonts w:ascii="Times New Roman" w:hAnsi="Times New Roman"/>
      <w:sz w:val="24"/>
      <w:lang w:eastAsia="ru-RU"/>
    </w:rPr>
  </w:style>
  <w:style w:type="paragraph" w:customStyle="1" w:styleId="11">
    <w:name w:val="Абзац списка1"/>
    <w:basedOn w:val="Normal"/>
    <w:uiPriority w:val="99"/>
    <w:rsid w:val="00F840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Без интервала1"/>
    <w:uiPriority w:val="99"/>
    <w:rsid w:val="00F84093"/>
    <w:rPr>
      <w:rFonts w:ascii="Calibri" w:eastAsia="Times New Roman" w:hAnsi="Calibri" w:cs="Times New Roman"/>
      <w:lang w:eastAsia="en-US"/>
    </w:rPr>
  </w:style>
  <w:style w:type="paragraph" w:customStyle="1" w:styleId="Style12">
    <w:name w:val="Style12"/>
    <w:basedOn w:val="Normal"/>
    <w:uiPriority w:val="99"/>
    <w:rsid w:val="00F84093"/>
    <w:pPr>
      <w:widowControl w:val="0"/>
      <w:autoSpaceDE w:val="0"/>
      <w:autoSpaceDN w:val="0"/>
      <w:adjustRightInd w:val="0"/>
      <w:spacing w:line="235" w:lineRule="exact"/>
      <w:ind w:firstLine="312"/>
      <w:jc w:val="both"/>
    </w:pPr>
  </w:style>
  <w:style w:type="paragraph" w:customStyle="1" w:styleId="Style13">
    <w:name w:val="Style13"/>
    <w:basedOn w:val="Normal"/>
    <w:uiPriority w:val="99"/>
    <w:rsid w:val="00F84093"/>
    <w:pPr>
      <w:widowControl w:val="0"/>
      <w:autoSpaceDE w:val="0"/>
      <w:autoSpaceDN w:val="0"/>
      <w:adjustRightInd w:val="0"/>
    </w:pPr>
  </w:style>
  <w:style w:type="paragraph" w:customStyle="1" w:styleId="Style20">
    <w:name w:val="Style20"/>
    <w:basedOn w:val="Normal"/>
    <w:uiPriority w:val="99"/>
    <w:rsid w:val="00F84093"/>
    <w:pPr>
      <w:widowControl w:val="0"/>
      <w:autoSpaceDE w:val="0"/>
      <w:autoSpaceDN w:val="0"/>
      <w:adjustRightInd w:val="0"/>
      <w:spacing w:line="212" w:lineRule="exact"/>
      <w:jc w:val="both"/>
    </w:pPr>
  </w:style>
  <w:style w:type="paragraph" w:customStyle="1" w:styleId="Style16">
    <w:name w:val="Style16"/>
    <w:basedOn w:val="Normal"/>
    <w:uiPriority w:val="99"/>
    <w:rsid w:val="00F84093"/>
    <w:pPr>
      <w:widowControl w:val="0"/>
      <w:autoSpaceDE w:val="0"/>
      <w:autoSpaceDN w:val="0"/>
      <w:adjustRightInd w:val="0"/>
      <w:spacing w:line="365" w:lineRule="exact"/>
    </w:pPr>
  </w:style>
  <w:style w:type="character" w:customStyle="1" w:styleId="a1">
    <w:name w:val="Основной текст_"/>
    <w:link w:val="3"/>
    <w:uiPriority w:val="99"/>
    <w:locked/>
    <w:rsid w:val="00F84093"/>
    <w:rPr>
      <w:sz w:val="27"/>
      <w:shd w:val="clear" w:color="auto" w:fill="FFFFFF"/>
    </w:rPr>
  </w:style>
  <w:style w:type="paragraph" w:customStyle="1" w:styleId="3">
    <w:name w:val="Основной текст3"/>
    <w:basedOn w:val="Normal"/>
    <w:link w:val="a1"/>
    <w:uiPriority w:val="99"/>
    <w:rsid w:val="00F84093"/>
    <w:pPr>
      <w:shd w:val="clear" w:color="auto" w:fill="FFFFFF"/>
      <w:spacing w:line="422" w:lineRule="exact"/>
      <w:jc w:val="both"/>
    </w:pPr>
    <w:rPr>
      <w:rFonts w:ascii="Arial" w:eastAsia="Calibri" w:hAnsi="Arial"/>
      <w:sz w:val="27"/>
      <w:szCs w:val="20"/>
    </w:rPr>
  </w:style>
  <w:style w:type="character" w:customStyle="1" w:styleId="30">
    <w:name w:val="Заголовок №3_"/>
    <w:link w:val="31"/>
    <w:uiPriority w:val="99"/>
    <w:locked/>
    <w:rsid w:val="00F84093"/>
    <w:rPr>
      <w:sz w:val="27"/>
      <w:shd w:val="clear" w:color="auto" w:fill="FFFFFF"/>
    </w:rPr>
  </w:style>
  <w:style w:type="paragraph" w:customStyle="1" w:styleId="31">
    <w:name w:val="Заголовок №3"/>
    <w:basedOn w:val="Normal"/>
    <w:link w:val="30"/>
    <w:uiPriority w:val="99"/>
    <w:rsid w:val="00F84093"/>
    <w:pPr>
      <w:shd w:val="clear" w:color="auto" w:fill="FFFFFF"/>
      <w:spacing w:before="180" w:after="180" w:line="240" w:lineRule="atLeast"/>
      <w:outlineLvl w:val="2"/>
    </w:pPr>
    <w:rPr>
      <w:rFonts w:ascii="Arial" w:eastAsia="Calibri" w:hAnsi="Arial"/>
      <w:sz w:val="27"/>
      <w:szCs w:val="20"/>
    </w:rPr>
  </w:style>
  <w:style w:type="character" w:customStyle="1" w:styleId="22">
    <w:name w:val="Основной текст (2)_"/>
    <w:link w:val="23"/>
    <w:uiPriority w:val="99"/>
    <w:locked/>
    <w:rsid w:val="00F84093"/>
    <w:rPr>
      <w:sz w:val="27"/>
      <w:shd w:val="clear" w:color="auto" w:fill="FFFFFF"/>
    </w:rPr>
  </w:style>
  <w:style w:type="paragraph" w:customStyle="1" w:styleId="23">
    <w:name w:val="Основной текст (2)"/>
    <w:basedOn w:val="Normal"/>
    <w:link w:val="22"/>
    <w:uiPriority w:val="99"/>
    <w:rsid w:val="00F84093"/>
    <w:pPr>
      <w:shd w:val="clear" w:color="auto" w:fill="FFFFFF"/>
      <w:spacing w:line="456" w:lineRule="exact"/>
      <w:jc w:val="both"/>
    </w:pPr>
    <w:rPr>
      <w:rFonts w:ascii="Arial" w:eastAsia="Calibri" w:hAnsi="Arial"/>
      <w:sz w:val="27"/>
      <w:szCs w:val="20"/>
    </w:rPr>
  </w:style>
  <w:style w:type="character" w:customStyle="1" w:styleId="70">
    <w:name w:val="Основной текст (7)_"/>
    <w:link w:val="71"/>
    <w:uiPriority w:val="99"/>
    <w:locked/>
    <w:rsid w:val="00F84093"/>
    <w:rPr>
      <w:sz w:val="23"/>
      <w:shd w:val="clear" w:color="auto" w:fill="FFFFFF"/>
    </w:rPr>
  </w:style>
  <w:style w:type="paragraph" w:customStyle="1" w:styleId="71">
    <w:name w:val="Основной текст (7)"/>
    <w:basedOn w:val="Normal"/>
    <w:link w:val="70"/>
    <w:uiPriority w:val="99"/>
    <w:rsid w:val="00F84093"/>
    <w:pPr>
      <w:shd w:val="clear" w:color="auto" w:fill="FFFFFF"/>
      <w:spacing w:before="180" w:after="180" w:line="240" w:lineRule="atLeast"/>
    </w:pPr>
    <w:rPr>
      <w:rFonts w:ascii="Arial" w:eastAsia="Calibri" w:hAnsi="Arial"/>
      <w:sz w:val="23"/>
      <w:szCs w:val="20"/>
    </w:rPr>
  </w:style>
  <w:style w:type="character" w:customStyle="1" w:styleId="5">
    <w:name w:val="Основной текст (5)_"/>
    <w:link w:val="50"/>
    <w:uiPriority w:val="99"/>
    <w:locked/>
    <w:rsid w:val="00F84093"/>
    <w:rPr>
      <w:sz w:val="27"/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F84093"/>
    <w:pPr>
      <w:shd w:val="clear" w:color="auto" w:fill="FFFFFF"/>
      <w:spacing w:line="466" w:lineRule="exact"/>
    </w:pPr>
    <w:rPr>
      <w:rFonts w:ascii="Arial" w:eastAsia="Calibri" w:hAnsi="Arial"/>
      <w:sz w:val="27"/>
      <w:szCs w:val="20"/>
    </w:rPr>
  </w:style>
  <w:style w:type="character" w:customStyle="1" w:styleId="14">
    <w:name w:val="Основной текст (14)_"/>
    <w:link w:val="140"/>
    <w:uiPriority w:val="99"/>
    <w:locked/>
    <w:rsid w:val="00F84093"/>
    <w:rPr>
      <w:sz w:val="23"/>
      <w:shd w:val="clear" w:color="auto" w:fill="FFFFFF"/>
    </w:rPr>
  </w:style>
  <w:style w:type="paragraph" w:customStyle="1" w:styleId="140">
    <w:name w:val="Основной текст (14)"/>
    <w:basedOn w:val="Normal"/>
    <w:link w:val="14"/>
    <w:uiPriority w:val="99"/>
    <w:rsid w:val="00F84093"/>
    <w:pPr>
      <w:shd w:val="clear" w:color="auto" w:fill="FFFFFF"/>
      <w:spacing w:line="240" w:lineRule="atLeast"/>
      <w:jc w:val="center"/>
    </w:pPr>
    <w:rPr>
      <w:rFonts w:ascii="Arial" w:eastAsia="Calibri" w:hAnsi="Arial"/>
      <w:sz w:val="23"/>
      <w:szCs w:val="20"/>
    </w:rPr>
  </w:style>
  <w:style w:type="character" w:customStyle="1" w:styleId="FontStyle62">
    <w:name w:val="Font Style62"/>
    <w:uiPriority w:val="99"/>
    <w:rsid w:val="00F84093"/>
    <w:rPr>
      <w:rFonts w:ascii="Times New Roman" w:hAnsi="Times New Roman"/>
      <w:spacing w:val="10"/>
      <w:sz w:val="22"/>
    </w:rPr>
  </w:style>
  <w:style w:type="character" w:customStyle="1" w:styleId="FontStyle29">
    <w:name w:val="Font Style29"/>
    <w:uiPriority w:val="99"/>
    <w:rsid w:val="00F84093"/>
    <w:rPr>
      <w:rFonts w:ascii="Times New Roman" w:hAnsi="Times New Roman"/>
      <w:spacing w:val="20"/>
      <w:sz w:val="18"/>
    </w:rPr>
  </w:style>
  <w:style w:type="character" w:customStyle="1" w:styleId="FontStyle34">
    <w:name w:val="Font Style34"/>
    <w:uiPriority w:val="99"/>
    <w:rsid w:val="00F84093"/>
    <w:rPr>
      <w:rFonts w:ascii="Times New Roman" w:hAnsi="Times New Roman"/>
      <w:i/>
      <w:sz w:val="18"/>
    </w:rPr>
  </w:style>
  <w:style w:type="character" w:customStyle="1" w:styleId="FontStyle38">
    <w:name w:val="Font Style38"/>
    <w:uiPriority w:val="99"/>
    <w:rsid w:val="00F84093"/>
    <w:rPr>
      <w:rFonts w:ascii="Times New Roman" w:hAnsi="Times New Roman"/>
      <w:i/>
      <w:sz w:val="18"/>
    </w:rPr>
  </w:style>
  <w:style w:type="character" w:customStyle="1" w:styleId="FontStyle42">
    <w:name w:val="Font Style42"/>
    <w:uiPriority w:val="99"/>
    <w:rsid w:val="00F84093"/>
    <w:rPr>
      <w:rFonts w:ascii="Times New Roman" w:hAnsi="Times New Roman"/>
      <w:b/>
      <w:sz w:val="22"/>
    </w:rPr>
  </w:style>
  <w:style w:type="character" w:customStyle="1" w:styleId="FontStyle43">
    <w:name w:val="Font Style43"/>
    <w:uiPriority w:val="99"/>
    <w:rsid w:val="00F84093"/>
    <w:rPr>
      <w:rFonts w:ascii="Times New Roman" w:hAnsi="Times New Roman"/>
      <w:b/>
      <w:i/>
      <w:sz w:val="22"/>
    </w:rPr>
  </w:style>
  <w:style w:type="character" w:customStyle="1" w:styleId="32">
    <w:name w:val="Основной текст (3)_"/>
    <w:uiPriority w:val="99"/>
    <w:rsid w:val="00F84093"/>
    <w:rPr>
      <w:rFonts w:ascii="Times New Roman" w:hAnsi="Times New Roman"/>
      <w:spacing w:val="0"/>
      <w:sz w:val="27"/>
    </w:rPr>
  </w:style>
  <w:style w:type="character" w:customStyle="1" w:styleId="24">
    <w:name w:val="Основной текст2"/>
    <w:uiPriority w:val="99"/>
    <w:rsid w:val="00F84093"/>
    <w:rPr>
      <w:spacing w:val="0"/>
      <w:sz w:val="27"/>
      <w:u w:val="single"/>
      <w:shd w:val="clear" w:color="auto" w:fill="FFFFFF"/>
    </w:rPr>
  </w:style>
  <w:style w:type="character" w:customStyle="1" w:styleId="33">
    <w:name w:val="Основной текст (3)"/>
    <w:uiPriority w:val="99"/>
    <w:rsid w:val="00F84093"/>
    <w:rPr>
      <w:rFonts w:ascii="Times New Roman" w:hAnsi="Times New Roman"/>
      <w:spacing w:val="0"/>
      <w:sz w:val="27"/>
      <w:u w:val="single"/>
    </w:rPr>
  </w:style>
  <w:style w:type="character" w:customStyle="1" w:styleId="a2">
    <w:name w:val="Основной текст + Полужирный"/>
    <w:uiPriority w:val="99"/>
    <w:rsid w:val="00F84093"/>
    <w:rPr>
      <w:b/>
      <w:spacing w:val="0"/>
      <w:sz w:val="27"/>
      <w:shd w:val="clear" w:color="auto" w:fill="FFFFFF"/>
    </w:rPr>
  </w:style>
  <w:style w:type="character" w:customStyle="1" w:styleId="34">
    <w:name w:val="Основной текст (3) + Не курсив"/>
    <w:uiPriority w:val="99"/>
    <w:rsid w:val="00F84093"/>
    <w:rPr>
      <w:rFonts w:ascii="Times New Roman" w:hAnsi="Times New Roman"/>
      <w:i/>
      <w:spacing w:val="0"/>
      <w:sz w:val="27"/>
    </w:rPr>
  </w:style>
  <w:style w:type="character" w:customStyle="1" w:styleId="6">
    <w:name w:val="Основной текст (6) + Не полужирный"/>
    <w:uiPriority w:val="99"/>
    <w:rsid w:val="00F84093"/>
    <w:rPr>
      <w:rFonts w:ascii="Times New Roman" w:hAnsi="Times New Roman"/>
      <w:b/>
      <w:spacing w:val="0"/>
      <w:sz w:val="22"/>
    </w:rPr>
  </w:style>
  <w:style w:type="character" w:customStyle="1" w:styleId="60">
    <w:name w:val="Основной текст (6)"/>
    <w:uiPriority w:val="99"/>
    <w:rsid w:val="00F84093"/>
    <w:rPr>
      <w:rFonts w:ascii="Times New Roman" w:hAnsi="Times New Roman"/>
      <w:spacing w:val="0"/>
      <w:sz w:val="22"/>
    </w:rPr>
  </w:style>
  <w:style w:type="character" w:customStyle="1" w:styleId="61">
    <w:name w:val="Основной текст (6)_"/>
    <w:uiPriority w:val="99"/>
    <w:rsid w:val="00F84093"/>
    <w:rPr>
      <w:rFonts w:ascii="Times New Roman" w:hAnsi="Times New Roman"/>
      <w:spacing w:val="0"/>
      <w:sz w:val="22"/>
    </w:rPr>
  </w:style>
  <w:style w:type="character" w:customStyle="1" w:styleId="411">
    <w:name w:val="Основной текст (4) + 11"/>
    <w:aliases w:val="5 pt,Курсив"/>
    <w:uiPriority w:val="99"/>
    <w:rsid w:val="00F84093"/>
    <w:rPr>
      <w:i/>
      <w:spacing w:val="0"/>
      <w:sz w:val="23"/>
      <w:shd w:val="clear" w:color="auto" w:fill="FFFFFF"/>
      <w:lang w:val="en-US"/>
    </w:rPr>
  </w:style>
  <w:style w:type="character" w:customStyle="1" w:styleId="41pt">
    <w:name w:val="Основной текст (4) + Интервал 1 pt"/>
    <w:uiPriority w:val="99"/>
    <w:rsid w:val="00F84093"/>
    <w:rPr>
      <w:spacing w:val="30"/>
      <w:sz w:val="22"/>
      <w:shd w:val="clear" w:color="auto" w:fill="FFFFFF"/>
    </w:rPr>
  </w:style>
  <w:style w:type="character" w:customStyle="1" w:styleId="13">
    <w:name w:val="Основной текст + Полужирный1"/>
    <w:aliases w:val="Курсив1"/>
    <w:uiPriority w:val="99"/>
    <w:rsid w:val="00F84093"/>
    <w:rPr>
      <w:b/>
      <w:i/>
      <w:spacing w:val="0"/>
      <w:sz w:val="27"/>
      <w:shd w:val="clear" w:color="auto" w:fill="FFFFFF"/>
    </w:rPr>
  </w:style>
  <w:style w:type="character" w:customStyle="1" w:styleId="711pt">
    <w:name w:val="Основной текст (7) + 11 pt"/>
    <w:aliases w:val="Не курсив"/>
    <w:uiPriority w:val="99"/>
    <w:rsid w:val="00F84093"/>
    <w:rPr>
      <w:i/>
      <w:spacing w:val="0"/>
      <w:sz w:val="22"/>
      <w:shd w:val="clear" w:color="auto" w:fill="FFFFFF"/>
    </w:rPr>
  </w:style>
  <w:style w:type="paragraph" w:customStyle="1" w:styleId="Standard">
    <w:name w:val="Standard"/>
    <w:uiPriority w:val="99"/>
    <w:rsid w:val="00F84093"/>
    <w:pPr>
      <w:widowControl w:val="0"/>
      <w:suppressAutoHyphens/>
      <w:autoSpaceDN w:val="0"/>
    </w:pPr>
    <w:rPr>
      <w:rFonts w:ascii="Times New Roman" w:hAnsi="Times New Roman" w:cs="Times New Roman"/>
      <w:kern w:val="3"/>
      <w:sz w:val="24"/>
      <w:szCs w:val="24"/>
      <w:lang w:eastAsia="zh-CN"/>
    </w:rPr>
  </w:style>
  <w:style w:type="paragraph" w:customStyle="1" w:styleId="msolistparagraphbullet1gif">
    <w:name w:val="msolistparagraphbullet1.gif"/>
    <w:basedOn w:val="Normal"/>
    <w:uiPriority w:val="99"/>
    <w:rsid w:val="00F84093"/>
    <w:pPr>
      <w:spacing w:before="100" w:beforeAutospacing="1" w:after="100" w:afterAutospacing="1"/>
    </w:pPr>
  </w:style>
  <w:style w:type="paragraph" w:customStyle="1" w:styleId="msolistparagraphbullet2gif">
    <w:name w:val="msolistparagraphbullet2.gif"/>
    <w:basedOn w:val="Normal"/>
    <w:uiPriority w:val="99"/>
    <w:rsid w:val="00F84093"/>
    <w:pPr>
      <w:spacing w:before="100" w:beforeAutospacing="1" w:after="100" w:afterAutospacing="1"/>
    </w:pPr>
  </w:style>
  <w:style w:type="paragraph" w:customStyle="1" w:styleId="msolistparagraphbullet3gif">
    <w:name w:val="msolistparagraphbullet3.gif"/>
    <w:basedOn w:val="Normal"/>
    <w:uiPriority w:val="99"/>
    <w:rsid w:val="00F84093"/>
    <w:pPr>
      <w:spacing w:before="100" w:beforeAutospacing="1" w:after="100" w:afterAutospacing="1"/>
    </w:pPr>
  </w:style>
  <w:style w:type="paragraph" w:styleId="DocumentMap">
    <w:name w:val="Document Map"/>
    <w:basedOn w:val="Normal"/>
    <w:link w:val="DocumentMapChar"/>
    <w:uiPriority w:val="99"/>
    <w:rsid w:val="00F84093"/>
    <w:rPr>
      <w:rFonts w:ascii="Tahoma" w:eastAsia="Calibri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F84093"/>
    <w:rPr>
      <w:rFonts w:ascii="Tahoma" w:hAnsi="Tahoma" w:cs="Times New Roman"/>
      <w:sz w:val="16"/>
      <w:lang w:eastAsia="ru-RU"/>
    </w:rPr>
  </w:style>
  <w:style w:type="paragraph" w:customStyle="1" w:styleId="42">
    <w:name w:val="Заголовок4"/>
    <w:basedOn w:val="Heading3"/>
    <w:link w:val="43"/>
    <w:autoRedefine/>
    <w:uiPriority w:val="99"/>
    <w:rsid w:val="00F84093"/>
    <w:pPr>
      <w:tabs>
        <w:tab w:val="left" w:pos="851"/>
      </w:tabs>
      <w:spacing w:before="0" w:after="0"/>
    </w:pPr>
    <w:rPr>
      <w:rFonts w:ascii="Times New Roman" w:eastAsia="Calibri" w:hAnsi="Times New Roman"/>
      <w:b w:val="0"/>
      <w:spacing w:val="-4"/>
      <w:sz w:val="28"/>
    </w:rPr>
  </w:style>
  <w:style w:type="character" w:customStyle="1" w:styleId="43">
    <w:name w:val="Заголовок4 Знак"/>
    <w:link w:val="42"/>
    <w:uiPriority w:val="99"/>
    <w:locked/>
    <w:rsid w:val="00F84093"/>
    <w:rPr>
      <w:rFonts w:ascii="Times New Roman" w:hAnsi="Times New Roman"/>
      <w:spacing w:val="-4"/>
      <w:sz w:val="28"/>
      <w:lang w:eastAsia="ru-RU"/>
    </w:rPr>
  </w:style>
  <w:style w:type="character" w:customStyle="1" w:styleId="c33">
    <w:name w:val="c33"/>
    <w:uiPriority w:val="99"/>
    <w:rsid w:val="00F84093"/>
  </w:style>
  <w:style w:type="paragraph" w:customStyle="1" w:styleId="c24">
    <w:name w:val="c24"/>
    <w:basedOn w:val="Normal"/>
    <w:uiPriority w:val="99"/>
    <w:rsid w:val="00F84093"/>
    <w:pPr>
      <w:spacing w:before="100" w:beforeAutospacing="1" w:after="100" w:afterAutospacing="1"/>
    </w:pPr>
  </w:style>
  <w:style w:type="character" w:customStyle="1" w:styleId="c12">
    <w:name w:val="c12"/>
    <w:uiPriority w:val="99"/>
    <w:rsid w:val="00F84093"/>
  </w:style>
  <w:style w:type="paragraph" w:customStyle="1" w:styleId="c13">
    <w:name w:val="c13"/>
    <w:basedOn w:val="Normal"/>
    <w:uiPriority w:val="99"/>
    <w:rsid w:val="00F84093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uiPriority w:val="99"/>
    <w:rsid w:val="00F84093"/>
    <w:pPr>
      <w:spacing w:after="120" w:line="480" w:lineRule="auto"/>
      <w:ind w:left="283"/>
    </w:pPr>
    <w:rPr>
      <w:rFonts w:eastAsia="Calibri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84093"/>
    <w:rPr>
      <w:rFonts w:ascii="Times New Roman" w:hAnsi="Times New Roman" w:cs="Times New Roman"/>
      <w:sz w:val="24"/>
      <w:lang w:eastAsia="ru-RU"/>
    </w:rPr>
  </w:style>
  <w:style w:type="paragraph" w:styleId="NoSpacing">
    <w:name w:val="No Spacing"/>
    <w:uiPriority w:val="99"/>
    <w:qFormat/>
    <w:rsid w:val="00F84093"/>
    <w:rPr>
      <w:rFonts w:ascii="Calibri" w:eastAsia="Times New Roman" w:hAnsi="Calibri" w:cs="Times New Roman"/>
    </w:rPr>
  </w:style>
  <w:style w:type="paragraph" w:customStyle="1" w:styleId="35">
    <w:name w:val="Заголовок 3+"/>
    <w:basedOn w:val="Normal"/>
    <w:uiPriority w:val="99"/>
    <w:rsid w:val="00F84093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eastAsia="Calibri"/>
      <w:b/>
      <w:sz w:val="28"/>
      <w:szCs w:val="20"/>
    </w:rPr>
  </w:style>
  <w:style w:type="paragraph" w:customStyle="1" w:styleId="u-2-msonormal">
    <w:name w:val="u-2-msonormal"/>
    <w:basedOn w:val="Normal"/>
    <w:uiPriority w:val="99"/>
    <w:rsid w:val="00D878F5"/>
    <w:pPr>
      <w:spacing w:before="100" w:beforeAutospacing="1" w:after="100" w:afterAutospacing="1"/>
    </w:pPr>
  </w:style>
  <w:style w:type="character" w:customStyle="1" w:styleId="EndnoteTextChar">
    <w:name w:val="Endnote Text Char"/>
    <w:uiPriority w:val="99"/>
    <w:semiHidden/>
    <w:locked/>
    <w:rsid w:val="00C734A4"/>
    <w:rPr>
      <w:rFonts w:ascii="Times New Roman" w:hAnsi="Times New Roman"/>
      <w:sz w:val="20"/>
      <w:lang w:eastAsia="ru-RU"/>
    </w:rPr>
  </w:style>
  <w:style w:type="paragraph" w:styleId="EndnoteText">
    <w:name w:val="endnote text"/>
    <w:basedOn w:val="Normal"/>
    <w:link w:val="EndnoteTextChar1"/>
    <w:uiPriority w:val="99"/>
    <w:semiHidden/>
    <w:rsid w:val="00C734A4"/>
    <w:rPr>
      <w:rFonts w:eastAsia="Calibri"/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uiPriority w:val="99"/>
    <w:semiHidden/>
    <w:locked/>
    <w:rsid w:val="002370EA"/>
    <w:rPr>
      <w:rFonts w:ascii="Times New Roman" w:hAnsi="Times New Roman" w:cs="Times New Roman"/>
      <w:sz w:val="20"/>
    </w:rPr>
  </w:style>
  <w:style w:type="paragraph" w:styleId="Subtitle">
    <w:name w:val="Subtitle"/>
    <w:basedOn w:val="Normal"/>
    <w:next w:val="Normal"/>
    <w:link w:val="SubtitleChar"/>
    <w:uiPriority w:val="99"/>
    <w:qFormat/>
    <w:rsid w:val="00C734A4"/>
    <w:pPr>
      <w:spacing w:after="60"/>
      <w:jc w:val="center"/>
      <w:outlineLvl w:val="1"/>
    </w:pPr>
    <w:rPr>
      <w:rFonts w:ascii="Arial" w:hAnsi="Arial"/>
      <w:szCs w:val="20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734A4"/>
    <w:rPr>
      <w:rFonts w:eastAsia="Times New Roman" w:cs="Times New Roman"/>
      <w:sz w:val="24"/>
      <w:lang w:val="en-US"/>
    </w:rPr>
  </w:style>
  <w:style w:type="character" w:customStyle="1" w:styleId="BodyText3Char">
    <w:name w:val="Body Text 3 Char"/>
    <w:uiPriority w:val="99"/>
    <w:semiHidden/>
    <w:locked/>
    <w:rsid w:val="00C734A4"/>
    <w:rPr>
      <w:rFonts w:ascii="Times New Roman" w:hAnsi="Times New Roman"/>
      <w:color w:val="000000"/>
      <w:spacing w:val="5"/>
      <w:sz w:val="20"/>
      <w:shd w:val="clear" w:color="auto" w:fill="FFFFFF"/>
      <w:lang w:eastAsia="ru-RU"/>
    </w:rPr>
  </w:style>
  <w:style w:type="paragraph" w:styleId="BodyText3">
    <w:name w:val="Body Text 3"/>
    <w:basedOn w:val="Normal"/>
    <w:link w:val="BodyText3Char1"/>
    <w:uiPriority w:val="99"/>
    <w:semiHidden/>
    <w:rsid w:val="00C734A4"/>
    <w:pPr>
      <w:shd w:val="clear" w:color="auto" w:fill="FFFFFF"/>
      <w:jc w:val="both"/>
    </w:pPr>
    <w:rPr>
      <w:rFonts w:eastAsia="Calibri"/>
      <w:sz w:val="16"/>
      <w:szCs w:val="20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locked/>
    <w:rsid w:val="002370EA"/>
    <w:rPr>
      <w:rFonts w:ascii="Times New Roman" w:hAnsi="Times New Roman" w:cs="Times New Roman"/>
      <w:sz w:val="16"/>
    </w:rPr>
  </w:style>
  <w:style w:type="character" w:customStyle="1" w:styleId="QuoteChar">
    <w:name w:val="Quote Char"/>
    <w:link w:val="210"/>
    <w:uiPriority w:val="99"/>
    <w:locked/>
    <w:rsid w:val="00C734A4"/>
    <w:rPr>
      <w:rFonts w:ascii="Times New Roman" w:hAnsi="Times New Roman"/>
      <w:i/>
      <w:sz w:val="24"/>
      <w:lang w:val="en-US"/>
    </w:rPr>
  </w:style>
  <w:style w:type="paragraph" w:customStyle="1" w:styleId="210">
    <w:name w:val="Цитата 21"/>
    <w:basedOn w:val="Normal"/>
    <w:next w:val="Normal"/>
    <w:link w:val="QuoteChar"/>
    <w:uiPriority w:val="99"/>
    <w:rsid w:val="00C734A4"/>
    <w:rPr>
      <w:rFonts w:eastAsia="Calibri"/>
      <w:i/>
      <w:szCs w:val="20"/>
      <w:lang w:val="en-US"/>
    </w:rPr>
  </w:style>
  <w:style w:type="character" w:customStyle="1" w:styleId="IntenseQuoteChar">
    <w:name w:val="Intense Quote Char"/>
    <w:link w:val="15"/>
    <w:uiPriority w:val="99"/>
    <w:locked/>
    <w:rsid w:val="00C734A4"/>
    <w:rPr>
      <w:rFonts w:ascii="Times New Roman" w:hAnsi="Times New Roman"/>
      <w:b/>
      <w:i/>
      <w:sz w:val="24"/>
      <w:lang w:val="en-US"/>
    </w:rPr>
  </w:style>
  <w:style w:type="paragraph" w:customStyle="1" w:styleId="15">
    <w:name w:val="Выделенная цитата1"/>
    <w:basedOn w:val="Normal"/>
    <w:next w:val="Normal"/>
    <w:link w:val="IntenseQuoteChar"/>
    <w:uiPriority w:val="99"/>
    <w:rsid w:val="00C734A4"/>
    <w:pPr>
      <w:ind w:left="720" w:right="720"/>
    </w:pPr>
    <w:rPr>
      <w:rFonts w:eastAsia="Calibri"/>
      <w:b/>
      <w:i/>
      <w:szCs w:val="20"/>
      <w:lang w:val="en-US"/>
    </w:rPr>
  </w:style>
  <w:style w:type="paragraph" w:customStyle="1" w:styleId="16">
    <w:name w:val="Заголовок оглавления1"/>
    <w:basedOn w:val="Heading1"/>
    <w:next w:val="Normal"/>
    <w:uiPriority w:val="99"/>
    <w:rsid w:val="00C734A4"/>
    <w:pPr>
      <w:jc w:val="left"/>
      <w:outlineLvl w:val="9"/>
    </w:pPr>
    <w:rPr>
      <w:rFonts w:ascii="Arial" w:eastAsia="Times New Roman" w:hAnsi="Arial"/>
      <w:lang w:val="en-US"/>
    </w:rPr>
  </w:style>
  <w:style w:type="paragraph" w:customStyle="1" w:styleId="msg-header-from">
    <w:name w:val="msg-header-from"/>
    <w:basedOn w:val="Normal"/>
    <w:uiPriority w:val="99"/>
    <w:rsid w:val="00C734A4"/>
    <w:pPr>
      <w:spacing w:before="100" w:beforeAutospacing="1" w:after="100" w:afterAutospacing="1"/>
    </w:pPr>
  </w:style>
  <w:style w:type="paragraph" w:customStyle="1" w:styleId="a3">
    <w:name w:val="Стиль"/>
    <w:uiPriority w:val="99"/>
    <w:rsid w:val="00C734A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17">
    <w:name w:val="Слабое выделение1"/>
    <w:uiPriority w:val="99"/>
    <w:rsid w:val="00C734A4"/>
    <w:rPr>
      <w:i/>
      <w:color w:val="auto"/>
    </w:rPr>
  </w:style>
  <w:style w:type="character" w:customStyle="1" w:styleId="18">
    <w:name w:val="Сильное выделение1"/>
    <w:uiPriority w:val="99"/>
    <w:rsid w:val="00C734A4"/>
    <w:rPr>
      <w:b/>
      <w:i/>
      <w:sz w:val="24"/>
      <w:u w:val="single"/>
    </w:rPr>
  </w:style>
  <w:style w:type="character" w:customStyle="1" w:styleId="19">
    <w:name w:val="Слабая ссылка1"/>
    <w:uiPriority w:val="99"/>
    <w:rsid w:val="00C734A4"/>
    <w:rPr>
      <w:sz w:val="24"/>
      <w:u w:val="single"/>
    </w:rPr>
  </w:style>
  <w:style w:type="character" w:customStyle="1" w:styleId="1a">
    <w:name w:val="Сильная ссылка1"/>
    <w:uiPriority w:val="99"/>
    <w:rsid w:val="00C734A4"/>
    <w:rPr>
      <w:b/>
      <w:sz w:val="24"/>
      <w:u w:val="single"/>
    </w:rPr>
  </w:style>
  <w:style w:type="character" w:customStyle="1" w:styleId="1b">
    <w:name w:val="Название книги1"/>
    <w:uiPriority w:val="99"/>
    <w:rsid w:val="00C734A4"/>
    <w:rPr>
      <w:rFonts w:ascii="Arial" w:hAnsi="Arial"/>
      <w:b/>
      <w:i/>
      <w:sz w:val="24"/>
    </w:rPr>
  </w:style>
  <w:style w:type="paragraph" w:customStyle="1" w:styleId="ParagraphStyle">
    <w:name w:val="Paragraph Style"/>
    <w:uiPriority w:val="99"/>
    <w:rsid w:val="003B19D9"/>
    <w:pPr>
      <w:autoSpaceDE w:val="0"/>
      <w:autoSpaceDN w:val="0"/>
      <w:adjustRightInd w:val="0"/>
    </w:pPr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3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21</Pages>
  <Words>6436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ОБЩЕОБРАЗОВАТЕЛЬНОЕ УЧРЕЖДЕНИЕ </dc:title>
  <dc:subject/>
  <dc:creator>Оля</dc:creator>
  <cp:keywords/>
  <dc:description/>
  <cp:lastModifiedBy>user</cp:lastModifiedBy>
  <cp:revision>2</cp:revision>
  <cp:lastPrinted>2020-07-20T23:16:00Z</cp:lastPrinted>
  <dcterms:created xsi:type="dcterms:W3CDTF">2020-07-22T12:53:00Z</dcterms:created>
  <dcterms:modified xsi:type="dcterms:W3CDTF">2020-07-22T12:53:00Z</dcterms:modified>
</cp:coreProperties>
</file>